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80CF7" w14:textId="0711E2A5" w:rsidR="005E1468" w:rsidRDefault="005B62F7" w:rsidP="005E1468">
      <w:pPr>
        <w:pStyle w:val="berschrift2"/>
      </w:pPr>
      <w:r>
        <w:t>Edle Optik – leises Schließverhalten</w:t>
      </w:r>
    </w:p>
    <w:p w14:paraId="21D62AD0" w14:textId="53D032B6" w:rsidR="00024B13" w:rsidRDefault="004A4901" w:rsidP="00F379AB">
      <w:pPr>
        <w:pStyle w:val="berschrift1"/>
      </w:pPr>
      <w:proofErr w:type="gramStart"/>
      <w:r>
        <w:t xml:space="preserve">KFV </w:t>
      </w:r>
      <w:r w:rsidR="00F379AB">
        <w:t>Magnetschl</w:t>
      </w:r>
      <w:r w:rsidR="00720061">
        <w:t>o</w:t>
      </w:r>
      <w:r>
        <w:t>ss</w:t>
      </w:r>
      <w:proofErr w:type="gramEnd"/>
      <w:r w:rsidR="00720061">
        <w:t xml:space="preserve"> 116</w:t>
      </w:r>
      <w:r w:rsidR="00F379AB">
        <w:t xml:space="preserve">: </w:t>
      </w:r>
      <w:r w:rsidR="00720061">
        <w:t>Ästhetik für stumpf einschlagende Innentüren</w:t>
      </w:r>
    </w:p>
    <w:p w14:paraId="30352130" w14:textId="65351601" w:rsidR="00F379AB" w:rsidRDefault="00F379AB" w:rsidP="00F379AB"/>
    <w:p w14:paraId="1AAEE166" w14:textId="7C3FA4D2" w:rsidR="00A220A1" w:rsidRDefault="00BB0A16" w:rsidP="00A220A1">
      <w:r w:rsidRPr="00097E54">
        <w:t>Es</w:t>
      </w:r>
      <w:r w:rsidR="00720061" w:rsidRPr="00097E54">
        <w:t xml:space="preserve"> bleib</w:t>
      </w:r>
      <w:r w:rsidRPr="00097E54">
        <w:t>t</w:t>
      </w:r>
      <w:r w:rsidR="005B62F7" w:rsidRPr="00097E54">
        <w:t xml:space="preserve"> dezent im Hintergrund und werte</w:t>
      </w:r>
      <w:r w:rsidRPr="00097E54">
        <w:t>t</w:t>
      </w:r>
      <w:r w:rsidR="005B62F7" w:rsidRPr="00097E54">
        <w:t xml:space="preserve"> genau damit den Wohnkomfort eines Raumes auf: </w:t>
      </w:r>
      <w:r w:rsidRPr="00097E54">
        <w:t xml:space="preserve">Das </w:t>
      </w:r>
      <w:proofErr w:type="gramStart"/>
      <w:r w:rsidR="006057F7" w:rsidRPr="00097E54">
        <w:t xml:space="preserve">KFV </w:t>
      </w:r>
      <w:r w:rsidR="005B62F7" w:rsidRPr="00097E54">
        <w:t>Magnetschl</w:t>
      </w:r>
      <w:r w:rsidRPr="00097E54">
        <w:t>oss</w:t>
      </w:r>
      <w:proofErr w:type="gramEnd"/>
      <w:r w:rsidRPr="00097E54">
        <w:t xml:space="preserve"> 116</w:t>
      </w:r>
      <w:r w:rsidR="00E0669A" w:rsidRPr="00097E54">
        <w:t xml:space="preserve"> von </w:t>
      </w:r>
      <w:r w:rsidR="00B0149B" w:rsidRPr="00097E54">
        <w:t>SIEGENIA für Innentüren</w:t>
      </w:r>
      <w:r w:rsidR="005B62F7" w:rsidRPr="00097E54">
        <w:t xml:space="preserve">. </w:t>
      </w:r>
      <w:r w:rsidR="00A220A1" w:rsidRPr="00097E54">
        <w:t>Bei</w:t>
      </w:r>
      <w:r w:rsidR="00A220A1">
        <w:t xml:space="preserve"> geöffneter Tür liegt die Falle im Schlosskasten versenkt und schließt bündig </w:t>
      </w:r>
      <w:proofErr w:type="gramStart"/>
      <w:r w:rsidR="00A220A1">
        <w:t>mit der Stulp</w:t>
      </w:r>
      <w:proofErr w:type="gramEnd"/>
      <w:r w:rsidR="00A220A1">
        <w:t xml:space="preserve"> ab. Sichtbare Technik mit hervorstehenden Ecken und Kanten gibt es nicht. Das sorgt für eine hochwertige Optik, die durch de</w:t>
      </w:r>
      <w:r w:rsidR="00671264">
        <w:t>n Einsatz</w:t>
      </w:r>
      <w:r w:rsidR="00A220A1">
        <w:t xml:space="preserve"> von Edelstahl-Komponenten </w:t>
      </w:r>
      <w:r w:rsidR="00671264">
        <w:t xml:space="preserve">zusätzlich </w:t>
      </w:r>
      <w:r w:rsidR="009F4BEB">
        <w:t>unter</w:t>
      </w:r>
      <w:r w:rsidR="00671264">
        <w:t>strichen</w:t>
      </w:r>
      <w:r w:rsidR="00A220A1">
        <w:t xml:space="preserve"> wird. </w:t>
      </w:r>
      <w:r w:rsidR="005B62F7">
        <w:t xml:space="preserve">Auch das Reinigen wird dadurch denkbar einfach. </w:t>
      </w:r>
    </w:p>
    <w:p w14:paraId="64FF652F" w14:textId="7B1122B9" w:rsidR="00C21BFF" w:rsidRDefault="0026119F" w:rsidP="00C21BFF">
      <w:pPr>
        <w:pStyle w:val="berschrift4"/>
      </w:pPr>
      <w:r>
        <w:t>S</w:t>
      </w:r>
      <w:r w:rsidR="00C21BFF">
        <w:t xml:space="preserve">ynthese aus </w:t>
      </w:r>
      <w:r>
        <w:t>Design</w:t>
      </w:r>
      <w:r w:rsidR="00C21BFF">
        <w:t xml:space="preserve"> und Bedienkomfort</w:t>
      </w:r>
    </w:p>
    <w:p w14:paraId="34D9B828" w14:textId="471C70BE" w:rsidR="00C21BFF" w:rsidRDefault="00C21BFF" w:rsidP="00C21BFF">
      <w:r>
        <w:t>Eine</w:t>
      </w:r>
      <w:r w:rsidRPr="002C7995">
        <w:t xml:space="preserve"> </w:t>
      </w:r>
      <w:r>
        <w:t xml:space="preserve">gelungene </w:t>
      </w:r>
      <w:r w:rsidRPr="002C7995">
        <w:t xml:space="preserve">Synthese aus </w:t>
      </w:r>
      <w:r w:rsidR="0026119F">
        <w:t>Ästhetik</w:t>
      </w:r>
      <w:r w:rsidRPr="002C7995">
        <w:t xml:space="preserve"> und Komfort</w:t>
      </w:r>
      <w:r>
        <w:t xml:space="preserve"> bietet das </w:t>
      </w:r>
      <w:proofErr w:type="gramStart"/>
      <w:r>
        <w:t>KFV Magnetschloss</w:t>
      </w:r>
      <w:proofErr w:type="gramEnd"/>
      <w:r>
        <w:t xml:space="preserve"> 116</w:t>
      </w:r>
      <w:r w:rsidRPr="004C2992">
        <w:t xml:space="preserve"> </w:t>
      </w:r>
      <w:r>
        <w:t>für stumpf einschlagende</w:t>
      </w:r>
      <w:r w:rsidRPr="002C7995">
        <w:t xml:space="preserve"> Türen</w:t>
      </w:r>
      <w:r>
        <w:t xml:space="preserve">. Der </w:t>
      </w:r>
      <w:r w:rsidRPr="002C7995">
        <w:t xml:space="preserve">Verzicht auf ein Lappenschließblech </w:t>
      </w:r>
      <w:r w:rsidR="0026119F">
        <w:t xml:space="preserve">verleiht </w:t>
      </w:r>
      <w:r w:rsidR="004368DF">
        <w:t>der Tür</w:t>
      </w:r>
      <w:r w:rsidR="0026119F">
        <w:t xml:space="preserve"> eine e</w:t>
      </w:r>
      <w:r w:rsidRPr="002C7995">
        <w:t>legan</w:t>
      </w:r>
      <w:r w:rsidR="0026119F">
        <w:t xml:space="preserve">te Ästhetik. </w:t>
      </w:r>
      <w:r w:rsidR="00F02C0F">
        <w:t>F</w:t>
      </w:r>
      <w:r>
        <w:t>ür Buntbart-, WC-, Profilzylinder und als reines Fallenschloss erhältlich</w:t>
      </w:r>
      <w:r w:rsidR="00F02C0F">
        <w:t>, sind die Einsatzmöglichkeiten des Magnetschlosses ausgesprochen vielseitig</w:t>
      </w:r>
      <w:r>
        <w:t xml:space="preserve">. Für größtmögliche Flexibilität ist das Magnetschloss 116 </w:t>
      </w:r>
      <w:r w:rsidR="00F02C0F">
        <w:t xml:space="preserve">zudem </w:t>
      </w:r>
      <w:r>
        <w:t xml:space="preserve">in den Dornmaßen 55 und 65 mm und mit unterschiedlichen </w:t>
      </w:r>
      <w:proofErr w:type="spellStart"/>
      <w:r>
        <w:t>Stulpoberflächen</w:t>
      </w:r>
      <w:proofErr w:type="spellEnd"/>
      <w:r>
        <w:t xml:space="preserve"> lieferbar. So können Endanwender zwischen Edelstahl matt gebürstet, Edelstahl poliert, Weiß sowie der Trendfarbe Schwarz wählen. </w:t>
      </w:r>
      <w:r w:rsidR="00B0149B">
        <w:t>Ergänzend</w:t>
      </w:r>
      <w:r>
        <w:t xml:space="preserve"> steht ein reines Fallenschloss mit einer </w:t>
      </w:r>
      <w:r w:rsidRPr="00720061">
        <w:t xml:space="preserve">reduzierten </w:t>
      </w:r>
      <w:r>
        <w:t>Kastenhöhe von 100 mm zur Verfügung.</w:t>
      </w:r>
    </w:p>
    <w:p w14:paraId="3FA20BA2" w14:textId="77777777" w:rsidR="00C21BFF" w:rsidRDefault="00C21BFF" w:rsidP="00C21BFF"/>
    <w:p w14:paraId="049A6120" w14:textId="7609FD3D" w:rsidR="005A0DEA" w:rsidRDefault="00AB239A" w:rsidP="00A220A1">
      <w:r>
        <w:t xml:space="preserve">Seine optischen Qualitäten verbindet das Magnetschloss 116 mit einem hohen Maß an Bedienkomfort: </w:t>
      </w:r>
      <w:r w:rsidR="00A220A1">
        <w:t xml:space="preserve">Beim Schließen der Tür gewährleisten die in das Rahmenteil </w:t>
      </w:r>
      <w:r w:rsidR="00671264">
        <w:t>eingelassenen</w:t>
      </w:r>
      <w:r w:rsidR="00A220A1">
        <w:t xml:space="preserve"> Magnete das punktgenaue Herausfahren der Falle und damit einen äußerst leisen Schließvorgang</w:t>
      </w:r>
      <w:r>
        <w:t xml:space="preserve"> – ganz ohne </w:t>
      </w:r>
      <w:r w:rsidR="00671264">
        <w:t>hörbare</w:t>
      </w:r>
      <w:r>
        <w:t>s</w:t>
      </w:r>
      <w:r w:rsidR="00A220A1">
        <w:t xml:space="preserve"> Aufschlagen der Falle auf den Rahmen</w:t>
      </w:r>
      <w:r>
        <w:t xml:space="preserve"> oder </w:t>
      </w:r>
      <w:r w:rsidR="00671264">
        <w:t>unschöne Gebrauchsspuren</w:t>
      </w:r>
      <w:r w:rsidR="00A220A1">
        <w:t xml:space="preserve">. </w:t>
      </w:r>
      <w:r>
        <w:t>Auch in puncto Langlebigkeit kann das Magnetschloss 116 überzeugen. Seine</w:t>
      </w:r>
      <w:r w:rsidR="00A220A1">
        <w:t xml:space="preserve"> Magnettechnik </w:t>
      </w:r>
      <w:r>
        <w:t xml:space="preserve">macht </w:t>
      </w:r>
      <w:r w:rsidR="00A220A1">
        <w:t xml:space="preserve">das Schließen der Tür leichtgängig, schonend und somit verschleiß- und wartungsfrei. Selbst das bei anderen Lösungen übliche Nachfetten kann entfallen. </w:t>
      </w:r>
      <w:r>
        <w:t xml:space="preserve">Ausgesprochen langlebig ist zudem </w:t>
      </w:r>
      <w:r w:rsidR="00A220A1">
        <w:t xml:space="preserve">der </w:t>
      </w:r>
      <w:proofErr w:type="gramStart"/>
      <w:r w:rsidR="00A220A1">
        <w:t>extrem leistungsstarke</w:t>
      </w:r>
      <w:proofErr w:type="gramEnd"/>
      <w:r w:rsidR="00A220A1">
        <w:t xml:space="preserve"> Permanent-Magnet aus Neodym, der herkömmlichen Lösungen weit überlegen ist</w:t>
      </w:r>
      <w:r w:rsidR="001A477C">
        <w:t xml:space="preserve"> und das </w:t>
      </w:r>
      <w:r w:rsidR="004C2992">
        <w:t xml:space="preserve">allmähliche </w:t>
      </w:r>
      <w:r w:rsidR="001A477C">
        <w:t>Nachlassen der Magnetkraft verhindert</w:t>
      </w:r>
      <w:r w:rsidR="00A220A1">
        <w:t xml:space="preserve">. </w:t>
      </w:r>
    </w:p>
    <w:p w14:paraId="09ABB7A7" w14:textId="534D78F5" w:rsidR="00014669" w:rsidRDefault="00667526" w:rsidP="00014669">
      <w:pPr>
        <w:pStyle w:val="berschrift4"/>
      </w:pPr>
      <w:r>
        <w:t>Zeit- und kostensparende</w:t>
      </w:r>
      <w:r w:rsidR="00014669">
        <w:t xml:space="preserve"> </w:t>
      </w:r>
      <w:r>
        <w:t xml:space="preserve">Verarbeitung und Montage </w:t>
      </w:r>
    </w:p>
    <w:p w14:paraId="4821C0E4" w14:textId="286FAB3B" w:rsidR="00014669" w:rsidRDefault="00667526" w:rsidP="005A0DEA">
      <w:r>
        <w:t xml:space="preserve">Das </w:t>
      </w:r>
      <w:proofErr w:type="gramStart"/>
      <w:r>
        <w:t>KFV Magnetschloss</w:t>
      </w:r>
      <w:proofErr w:type="gramEnd"/>
      <w:r>
        <w:t xml:space="preserve"> eignet sich sowohl zum Einbau in neue Türen als auch für die Nachrüstung. Dabei erlaubt </w:t>
      </w:r>
      <w:r w:rsidRPr="00BA03C1">
        <w:t xml:space="preserve">der Schlossaufbau in Anlehnung an DIN 18251-1 spürbare Zeit- und Kosteneinsparungen. </w:t>
      </w:r>
      <w:r w:rsidR="004368DF">
        <w:t xml:space="preserve">So macht er </w:t>
      </w:r>
      <w:r w:rsidRPr="00BA03C1">
        <w:t xml:space="preserve">in der Fertigung die Neueinstellung der Maschinen </w:t>
      </w:r>
      <w:r w:rsidRPr="00BA03C1">
        <w:lastRenderedPageBreak/>
        <w:t xml:space="preserve">verzichtbar. </w:t>
      </w:r>
      <w:r w:rsidR="00622006" w:rsidRPr="00BB0A16">
        <w:t>Zusätzlich</w:t>
      </w:r>
      <w:r w:rsidR="00B25140">
        <w:t xml:space="preserve"> macht der </w:t>
      </w:r>
      <w:r w:rsidR="00014669" w:rsidRPr="002C7995">
        <w:t xml:space="preserve">Verzicht auf ein Lappenschließblech </w:t>
      </w:r>
      <w:r w:rsidR="00014669">
        <w:t>d</w:t>
      </w:r>
      <w:r w:rsidR="00014669" w:rsidRPr="002C7995">
        <w:t xml:space="preserve">ie </w:t>
      </w:r>
      <w:r w:rsidR="00014669">
        <w:t xml:space="preserve">ansonsten </w:t>
      </w:r>
      <w:r w:rsidR="00014669" w:rsidRPr="002C7995">
        <w:t>aufw</w:t>
      </w:r>
      <w:r w:rsidR="00014669">
        <w:t>e</w:t>
      </w:r>
      <w:r w:rsidR="00014669" w:rsidRPr="002C7995">
        <w:t xml:space="preserve">ndige manuelle Bearbeitung des </w:t>
      </w:r>
      <w:r w:rsidR="00014669">
        <w:t>Rahmens</w:t>
      </w:r>
      <w:r w:rsidR="00014669" w:rsidRPr="002C7995">
        <w:t xml:space="preserve"> </w:t>
      </w:r>
      <w:r w:rsidR="00014669">
        <w:t>hinfällig.</w:t>
      </w:r>
      <w:r w:rsidR="00014669" w:rsidRPr="00720061">
        <w:t xml:space="preserve"> Stattdessen ist lediglich ein einfacher Fräsvorgang erforderlich, der den Montageaufwand spürbar </w:t>
      </w:r>
      <w:r w:rsidR="00014669">
        <w:t>minimiert</w:t>
      </w:r>
      <w:r w:rsidR="00014669" w:rsidRPr="002C7995">
        <w:t>.</w:t>
      </w:r>
      <w:r w:rsidR="00014669">
        <w:t xml:space="preserve"> Ebenfalls vorteilhaft sind die drehbare </w:t>
      </w:r>
      <w:proofErr w:type="spellStart"/>
      <w:r w:rsidR="00014669">
        <w:t>Magnetfallenhinterfütterung</w:t>
      </w:r>
      <w:proofErr w:type="spellEnd"/>
      <w:r w:rsidR="00014669">
        <w:t xml:space="preserve"> und der in das Schließblech integrierte Magnetschlitten. Während erstere die einfache Andruckregulierung erlaubt, stellt letzterer das automatische</w:t>
      </w:r>
      <w:r w:rsidR="00014669" w:rsidRPr="00B002C9">
        <w:t xml:space="preserve"> Nachstellen beim Absacken der Tür</w:t>
      </w:r>
      <w:r w:rsidR="00014669">
        <w:t xml:space="preserve"> sicher.</w:t>
      </w:r>
    </w:p>
    <w:p w14:paraId="2AAC230F" w14:textId="77777777" w:rsidR="00014669" w:rsidRDefault="00014669" w:rsidP="005A0DEA"/>
    <w:p w14:paraId="107D9C77" w14:textId="3083A3DB" w:rsidR="00595A43" w:rsidRDefault="00595A43" w:rsidP="00C42C28"/>
    <w:p w14:paraId="740E8541" w14:textId="77777777" w:rsidR="00B25140" w:rsidRDefault="00B25140" w:rsidP="00C42C28"/>
    <w:p w14:paraId="4531D237" w14:textId="3FD901A5" w:rsidR="00595A43" w:rsidRDefault="00595A43" w:rsidP="00C42C28"/>
    <w:p w14:paraId="4D5757BE" w14:textId="77777777" w:rsidR="00595A43" w:rsidRDefault="00595A43" w:rsidP="00C42C28"/>
    <w:p w14:paraId="590E67A9" w14:textId="478728E7" w:rsidR="00323750" w:rsidRDefault="00323750" w:rsidP="00C42C28"/>
    <w:p w14:paraId="2738FDE3" w14:textId="77777777" w:rsidR="00E92BF8" w:rsidRDefault="00E92BF8" w:rsidP="00C42C28"/>
    <w:p w14:paraId="53D485B8" w14:textId="461A7351" w:rsidR="005E1468" w:rsidRDefault="005E1468" w:rsidP="005A7C57">
      <w:pPr>
        <w:pStyle w:val="berschrift4"/>
      </w:pPr>
      <w:r>
        <w:t>Bildunterschrift</w:t>
      </w:r>
      <w:r w:rsidR="00BB0A16">
        <w:t>en</w:t>
      </w:r>
    </w:p>
    <w:p w14:paraId="1B1AC434" w14:textId="77777777" w:rsidR="002A7F37" w:rsidRDefault="002A7F37" w:rsidP="002A7F37">
      <w:r>
        <w:t>Bildquelle: SIEGENIA</w:t>
      </w:r>
    </w:p>
    <w:p w14:paraId="6CE5C8FE" w14:textId="77777777" w:rsidR="002A7F37" w:rsidRPr="002A7F37" w:rsidRDefault="002A7F37" w:rsidP="002A7F37"/>
    <w:p w14:paraId="0F1CD108" w14:textId="39D8BAB3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</w:t>
      </w:r>
      <w:r w:rsidR="00BB0A16">
        <w:rPr>
          <w:bCs/>
          <w:i/>
        </w:rPr>
        <w:t xml:space="preserve"> I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FE0A49">
        <w:rPr>
          <w:bCs/>
          <w:i/>
        </w:rPr>
        <w:t>KFV_Magnetschl</w:t>
      </w:r>
      <w:r w:rsidR="004368DF">
        <w:rPr>
          <w:bCs/>
          <w:i/>
        </w:rPr>
        <w:t>oe</w:t>
      </w:r>
      <w:r w:rsidR="00FE0A49">
        <w:rPr>
          <w:bCs/>
          <w:i/>
        </w:rPr>
        <w:t>ss</w:t>
      </w:r>
      <w:r w:rsidR="004368DF">
        <w:rPr>
          <w:bCs/>
          <w:i/>
        </w:rPr>
        <w:t>er</w:t>
      </w:r>
      <w:r w:rsidR="00FE0A49">
        <w:rPr>
          <w:bCs/>
          <w:i/>
        </w:rPr>
        <w:t>_</w:t>
      </w:r>
      <w:r w:rsidR="004368DF">
        <w:rPr>
          <w:bCs/>
          <w:i/>
        </w:rPr>
        <w:t>Varianten</w:t>
      </w:r>
      <w:r w:rsidRPr="00D129AE">
        <w:rPr>
          <w:bCs/>
          <w:i/>
        </w:rPr>
        <w:t xml:space="preserve">.jpg </w:t>
      </w:r>
    </w:p>
    <w:p w14:paraId="0C12F8EC" w14:textId="2EA6C949" w:rsidR="00486C50" w:rsidRDefault="004368DF" w:rsidP="00FE0A49">
      <w:r>
        <w:t xml:space="preserve">Das </w:t>
      </w:r>
      <w:proofErr w:type="gramStart"/>
      <w:r>
        <w:t>KFV Magnetschloss</w:t>
      </w:r>
      <w:proofErr w:type="gramEnd"/>
      <w:r>
        <w:t xml:space="preserve"> 116</w:t>
      </w:r>
      <w:r w:rsidRPr="004C2992">
        <w:t xml:space="preserve"> </w:t>
      </w:r>
      <w:r w:rsidR="00BB0A16">
        <w:t>f</w:t>
      </w:r>
      <w:r>
        <w:t>ür stumpf einschlagende</w:t>
      </w:r>
      <w:r w:rsidRPr="002C7995">
        <w:t xml:space="preserve"> Türen</w:t>
      </w:r>
      <w:r w:rsidRPr="004368DF">
        <w:t xml:space="preserve"> </w:t>
      </w:r>
      <w:r>
        <w:t>bietet</w:t>
      </w:r>
      <w:r w:rsidRPr="004368DF">
        <w:t xml:space="preserve"> </w:t>
      </w:r>
      <w:r>
        <w:t>eine</w:t>
      </w:r>
      <w:r w:rsidRPr="002C7995">
        <w:t xml:space="preserve"> </w:t>
      </w:r>
      <w:r>
        <w:t xml:space="preserve">gelungene </w:t>
      </w:r>
      <w:r w:rsidRPr="002C7995">
        <w:t xml:space="preserve">Synthese aus </w:t>
      </w:r>
      <w:r>
        <w:t>Ästhetik</w:t>
      </w:r>
      <w:r w:rsidRPr="002C7995">
        <w:t xml:space="preserve"> und Komfort</w:t>
      </w:r>
      <w:r>
        <w:t>. Überzeugend sind auch seine vielseitigen Einsatzmöglichkeiten und die hohe Designvielfalt.</w:t>
      </w:r>
    </w:p>
    <w:p w14:paraId="45DB7159" w14:textId="77777777" w:rsidR="00486C50" w:rsidRDefault="00486C50" w:rsidP="00FE0A49"/>
    <w:p w14:paraId="120A7D8C" w14:textId="393A8FF4" w:rsidR="00BB0A16" w:rsidRPr="00D129AE" w:rsidRDefault="00BB0A16" w:rsidP="00BB0A16">
      <w:pPr>
        <w:rPr>
          <w:bCs/>
          <w:i/>
        </w:rPr>
      </w:pPr>
      <w:r w:rsidRPr="00D129AE">
        <w:rPr>
          <w:bCs/>
          <w:i/>
        </w:rPr>
        <w:t>Motiv</w:t>
      </w:r>
      <w:r>
        <w:rPr>
          <w:bCs/>
          <w:i/>
        </w:rPr>
        <w:t xml:space="preserve"> I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KFV_Magnetschloss_Interieur</w:t>
      </w:r>
      <w:r w:rsidRPr="00D129AE">
        <w:rPr>
          <w:bCs/>
          <w:i/>
        </w:rPr>
        <w:t xml:space="preserve">.jpg </w:t>
      </w:r>
    </w:p>
    <w:p w14:paraId="346612C3" w14:textId="3F9E0766" w:rsidR="00486C50" w:rsidRDefault="00BB0A16" w:rsidP="00FE0A49">
      <w:r>
        <w:t xml:space="preserve">Beim </w:t>
      </w:r>
      <w:proofErr w:type="gramStart"/>
      <w:r>
        <w:t>KFV Magnetschloss</w:t>
      </w:r>
      <w:proofErr w:type="gramEnd"/>
      <w:r>
        <w:t xml:space="preserve"> 116 liegt die Falle bei geöffneter Tür im Schlosskasten versenkt und schließt bündig mit der Stulp ab. Sichtbare Technik mit hervorstehenden Ecken und Kanten gibt es nicht.</w:t>
      </w:r>
    </w:p>
    <w:p w14:paraId="242B8F99" w14:textId="77777777" w:rsidR="004368DF" w:rsidRDefault="004368DF" w:rsidP="00FE0A49"/>
    <w:p w14:paraId="07AEFA5B" w14:textId="77777777" w:rsidR="00486C50" w:rsidRPr="00D129AE" w:rsidRDefault="00486C50" w:rsidP="00FE0A49"/>
    <w:p w14:paraId="3F7ACF96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3D3D528F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57A80B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27A9A4EF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5F82E84B" w14:textId="77777777" w:rsidR="00486C50" w:rsidRDefault="00486C50" w:rsidP="00486C50">
            <w:pPr>
              <w:pStyle w:val="Formatvorlage2"/>
            </w:pPr>
            <w:r>
              <w:t>Marketing-Kommunikation</w:t>
            </w:r>
          </w:p>
          <w:p w14:paraId="3C166634" w14:textId="77777777" w:rsidR="00486C50" w:rsidRDefault="00486C50" w:rsidP="00486C50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425BB461" w14:textId="77777777" w:rsidR="00486C50" w:rsidRDefault="00486C50" w:rsidP="00486C50">
            <w:pPr>
              <w:pStyle w:val="Formatvorlage2"/>
            </w:pPr>
            <w:r>
              <w:t>D - 57234 Wilnsdorf</w:t>
            </w:r>
          </w:p>
          <w:p w14:paraId="5323BEC2" w14:textId="77777777" w:rsidR="00486C50" w:rsidRDefault="00486C50" w:rsidP="00486C50">
            <w:pPr>
              <w:pStyle w:val="Formatvorlage2"/>
            </w:pPr>
            <w:r>
              <w:t>Tel.: +49 271 3931-1176</w:t>
            </w:r>
          </w:p>
          <w:p w14:paraId="1D5A0A4C" w14:textId="77777777" w:rsidR="00486C50" w:rsidRPr="00392D5F" w:rsidRDefault="00486C50" w:rsidP="00486C50">
            <w:pPr>
              <w:pStyle w:val="Formatvorlage2"/>
            </w:pPr>
            <w:r>
              <w:t>E</w:t>
            </w:r>
            <w:r w:rsidRPr="00392D5F">
              <w:t xml:space="preserve">-Mail: </w:t>
            </w:r>
            <w:r>
              <w:t>pr@siegenia</w:t>
            </w:r>
            <w:r w:rsidRPr="00392D5F">
              <w:t>.com</w:t>
            </w:r>
          </w:p>
          <w:p w14:paraId="1D39AA9E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4853427E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D2AC67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2D0CDC9C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61781F8A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585EED4A" w14:textId="4BA6BAE3" w:rsidR="008D7633" w:rsidRPr="00C33A1F" w:rsidRDefault="00720061" w:rsidP="007A5EB4">
            <w:pPr>
              <w:pStyle w:val="Formatvorlage2"/>
            </w:pPr>
            <w:r>
              <w:t>Am Milchbornbach 10</w:t>
            </w:r>
          </w:p>
          <w:p w14:paraId="4CC208E6" w14:textId="32A0A032" w:rsidR="008D7633" w:rsidRPr="00C33A1F" w:rsidRDefault="008D7633" w:rsidP="007A5EB4">
            <w:pPr>
              <w:pStyle w:val="Formatvorlage2"/>
            </w:pPr>
            <w:r>
              <w:t xml:space="preserve">D </w:t>
            </w:r>
            <w:r w:rsidR="00720061">
              <w:t>–</w:t>
            </w:r>
            <w:r>
              <w:t xml:space="preserve"> </w:t>
            </w:r>
            <w:r w:rsidRPr="00C33A1F">
              <w:t>51</w:t>
            </w:r>
            <w:r w:rsidR="00720061">
              <w:t>429 Bergisch Gladbach</w:t>
            </w:r>
            <w:r w:rsidRPr="00C33A1F">
              <w:t xml:space="preserve">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 w:rsidR="00720061">
              <w:t>04</w:t>
            </w:r>
            <w:r w:rsidRPr="00C33A1F">
              <w:t xml:space="preserve"> 9</w:t>
            </w:r>
            <w:r w:rsidR="00720061">
              <w:t>644808</w:t>
            </w:r>
          </w:p>
          <w:p w14:paraId="7C5C3754" w14:textId="77777777" w:rsidR="008D7633" w:rsidRPr="00DC1CB2" w:rsidRDefault="0088698F" w:rsidP="007A5EB4">
            <w:pPr>
              <w:pStyle w:val="Formatvorlage2"/>
              <w:rPr>
                <w:lang w:val="it-IT"/>
              </w:rPr>
            </w:pPr>
            <w:r w:rsidRPr="00DC1CB2">
              <w:rPr>
                <w:lang w:val="it-IT"/>
              </w:rPr>
              <w:t>E</w:t>
            </w:r>
            <w:r w:rsidR="008D7633" w:rsidRPr="00DC1CB2">
              <w:rPr>
                <w:lang w:val="it-IT"/>
              </w:rPr>
              <w:t>-Mail: info@kemper-kommunikation.de</w:t>
            </w:r>
          </w:p>
          <w:p w14:paraId="78C381FB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7F5E6CBF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47ED13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702E5372" w14:textId="0DAEFBBC" w:rsidR="008D7633" w:rsidRPr="001873FF" w:rsidRDefault="008D7633" w:rsidP="007A5EB4">
            <w:pPr>
              <w:pStyle w:val="Formatvorlage2"/>
            </w:pPr>
            <w:r w:rsidRPr="001873FF">
              <w:t>Seite</w:t>
            </w:r>
            <w:r w:rsidR="006057F7" w:rsidRPr="001873FF">
              <w:t>n</w:t>
            </w:r>
            <w:r w:rsidRPr="001873FF">
              <w:t xml:space="preserve">: </w:t>
            </w:r>
            <w:r w:rsidR="006057F7" w:rsidRPr="001873FF">
              <w:t>2</w:t>
            </w:r>
          </w:p>
          <w:p w14:paraId="3C443C64" w14:textId="2AD7B180" w:rsidR="008D7633" w:rsidRPr="001873FF" w:rsidRDefault="008D7633" w:rsidP="007A5EB4">
            <w:pPr>
              <w:pStyle w:val="Formatvorlage2"/>
            </w:pPr>
            <w:r w:rsidRPr="001873FF">
              <w:t xml:space="preserve">Wörter: </w:t>
            </w:r>
            <w:r w:rsidR="0051155D" w:rsidRPr="001873FF">
              <w:t>4</w:t>
            </w:r>
            <w:r w:rsidR="00161302" w:rsidRPr="001873FF">
              <w:t>65</w:t>
            </w:r>
          </w:p>
          <w:p w14:paraId="20CDAB76" w14:textId="58FDDB3E" w:rsidR="008D7633" w:rsidRPr="001873FF" w:rsidRDefault="008D7633" w:rsidP="007A5EB4">
            <w:pPr>
              <w:pStyle w:val="Formatvorlage2"/>
            </w:pPr>
            <w:r w:rsidRPr="001873FF">
              <w:t xml:space="preserve">Zeichen: </w:t>
            </w:r>
            <w:r w:rsidR="00161302" w:rsidRPr="001873FF">
              <w:t>3 506</w:t>
            </w:r>
            <w:r w:rsidRPr="001873FF">
              <w:br/>
              <w:t>(mit Leerzeichen)</w:t>
            </w:r>
          </w:p>
          <w:p w14:paraId="0D378D43" w14:textId="77777777" w:rsidR="008D7633" w:rsidRPr="001873FF" w:rsidRDefault="008D7633" w:rsidP="007A5EB4">
            <w:pPr>
              <w:pStyle w:val="Formatvorlage2"/>
            </w:pPr>
          </w:p>
          <w:p w14:paraId="674AD795" w14:textId="6A778235" w:rsidR="008D7633" w:rsidRPr="0044187A" w:rsidRDefault="00E953C6" w:rsidP="001873FF">
            <w:pPr>
              <w:pStyle w:val="Formatvorlage2"/>
              <w:rPr>
                <w:szCs w:val="20"/>
              </w:rPr>
            </w:pPr>
            <w:r w:rsidRPr="001873FF">
              <w:t xml:space="preserve">erstellt am: </w:t>
            </w:r>
            <w:r w:rsidR="001A477C" w:rsidRPr="001873FF">
              <w:t>1</w:t>
            </w:r>
            <w:r w:rsidR="00486C50" w:rsidRPr="001873FF">
              <w:t>9</w:t>
            </w:r>
            <w:r w:rsidR="008D7633" w:rsidRPr="001873FF">
              <w:t>.</w:t>
            </w:r>
            <w:r w:rsidR="00486878" w:rsidRPr="001873FF">
              <w:t>0</w:t>
            </w:r>
            <w:r w:rsidR="00486C50" w:rsidRPr="001873FF">
              <w:t>2</w:t>
            </w:r>
            <w:r w:rsidR="008D7633" w:rsidRPr="001873FF">
              <w:t>.20</w:t>
            </w:r>
            <w:r w:rsidR="00486C50" w:rsidRPr="001873FF">
              <w:t>25</w:t>
            </w:r>
          </w:p>
        </w:tc>
      </w:tr>
      <w:tr w:rsidR="008D7633" w:rsidRPr="0044187A" w14:paraId="160EE19A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951336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3F18279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583DE" w14:textId="77777777" w:rsidR="00022F18" w:rsidRDefault="00022F18">
      <w:r>
        <w:separator/>
      </w:r>
    </w:p>
  </w:endnote>
  <w:endnote w:type="continuationSeparator" w:id="0">
    <w:p w14:paraId="25DC8F52" w14:textId="77777777" w:rsidR="00022F18" w:rsidRDefault="00022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D2549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41E1C" w14:textId="77777777" w:rsidR="00022F18" w:rsidRDefault="00022F18">
      <w:r>
        <w:separator/>
      </w:r>
    </w:p>
  </w:footnote>
  <w:footnote w:type="continuationSeparator" w:id="0">
    <w:p w14:paraId="7304A713" w14:textId="77777777" w:rsidR="00022F18" w:rsidRDefault="00022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A9D90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D3B8049" wp14:editId="7EB55572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B6158"/>
    <w:multiLevelType w:val="hybridMultilevel"/>
    <w:tmpl w:val="52C60726"/>
    <w:lvl w:ilvl="0" w:tplc="85047A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56167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30B4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FCEE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F817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EC60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1443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8ADB1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7462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B239B"/>
    <w:multiLevelType w:val="hybridMultilevel"/>
    <w:tmpl w:val="42229D22"/>
    <w:lvl w:ilvl="0" w:tplc="BD9CB2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721BB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C4ED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7EB8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5C9F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42B1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764F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9A79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2223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DE05DD"/>
    <w:multiLevelType w:val="hybridMultilevel"/>
    <w:tmpl w:val="3244B780"/>
    <w:lvl w:ilvl="0" w:tplc="431CD3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A6AA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A0EE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68A96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22106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B65A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248E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4831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BAB2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45225D"/>
    <w:multiLevelType w:val="hybridMultilevel"/>
    <w:tmpl w:val="F9BE9DBC"/>
    <w:lvl w:ilvl="0" w:tplc="DADCAD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4E67B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6627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CC2D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7E9A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0C5E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FC1F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6076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827A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212700"/>
    <w:multiLevelType w:val="hybridMultilevel"/>
    <w:tmpl w:val="E0301FF8"/>
    <w:lvl w:ilvl="0" w:tplc="F86AAF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E0F49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72014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4A93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0461D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3A93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B8A1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6CD8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BCE8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CC243F"/>
    <w:multiLevelType w:val="hybridMultilevel"/>
    <w:tmpl w:val="70B2E90A"/>
    <w:lvl w:ilvl="0" w:tplc="AB7647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9EED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7E33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DA30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4093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E4B6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BAE2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E8A7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343D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45418E"/>
    <w:multiLevelType w:val="hybridMultilevel"/>
    <w:tmpl w:val="335E09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6E0B2B"/>
    <w:multiLevelType w:val="hybridMultilevel"/>
    <w:tmpl w:val="12E8CE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685166"/>
    <w:multiLevelType w:val="hybridMultilevel"/>
    <w:tmpl w:val="1D54A6F2"/>
    <w:lvl w:ilvl="0" w:tplc="072A1C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BE9C4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3F6AC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92A3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7EB6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04E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0AF2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82E875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2482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53976638">
    <w:abstractNumId w:val="2"/>
  </w:num>
  <w:num w:numId="2" w16cid:durableId="995107409">
    <w:abstractNumId w:val="0"/>
  </w:num>
  <w:num w:numId="3" w16cid:durableId="332729675">
    <w:abstractNumId w:val="6"/>
  </w:num>
  <w:num w:numId="4" w16cid:durableId="802041832">
    <w:abstractNumId w:val="5"/>
  </w:num>
  <w:num w:numId="5" w16cid:durableId="1919944323">
    <w:abstractNumId w:val="11"/>
  </w:num>
  <w:num w:numId="6" w16cid:durableId="1696495152">
    <w:abstractNumId w:val="12"/>
  </w:num>
  <w:num w:numId="7" w16cid:durableId="1026641445">
    <w:abstractNumId w:val="10"/>
  </w:num>
  <w:num w:numId="8" w16cid:durableId="227034521">
    <w:abstractNumId w:val="4"/>
  </w:num>
  <w:num w:numId="9" w16cid:durableId="1452552228">
    <w:abstractNumId w:val="8"/>
  </w:num>
  <w:num w:numId="10" w16cid:durableId="465272563">
    <w:abstractNumId w:val="3"/>
  </w:num>
  <w:num w:numId="11" w16cid:durableId="1125349960">
    <w:abstractNumId w:val="7"/>
  </w:num>
  <w:num w:numId="12" w16cid:durableId="1420758265">
    <w:abstractNumId w:val="9"/>
  </w:num>
  <w:num w:numId="13" w16cid:durableId="1867212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C74"/>
    <w:rsid w:val="000024D9"/>
    <w:rsid w:val="00002B4E"/>
    <w:rsid w:val="00003256"/>
    <w:rsid w:val="0001449A"/>
    <w:rsid w:val="00014669"/>
    <w:rsid w:val="0001520C"/>
    <w:rsid w:val="00020916"/>
    <w:rsid w:val="00022F18"/>
    <w:rsid w:val="00024B13"/>
    <w:rsid w:val="00026907"/>
    <w:rsid w:val="00040EBF"/>
    <w:rsid w:val="00064165"/>
    <w:rsid w:val="000675C7"/>
    <w:rsid w:val="00071F8E"/>
    <w:rsid w:val="00090045"/>
    <w:rsid w:val="0009287A"/>
    <w:rsid w:val="00095303"/>
    <w:rsid w:val="00097E54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3C0"/>
    <w:rsid w:val="001128F1"/>
    <w:rsid w:val="00122F20"/>
    <w:rsid w:val="00137BD1"/>
    <w:rsid w:val="00142AC1"/>
    <w:rsid w:val="00145B48"/>
    <w:rsid w:val="00152020"/>
    <w:rsid w:val="001529E6"/>
    <w:rsid w:val="00156B0C"/>
    <w:rsid w:val="00161302"/>
    <w:rsid w:val="00166476"/>
    <w:rsid w:val="00166FB7"/>
    <w:rsid w:val="00171C51"/>
    <w:rsid w:val="00171CBF"/>
    <w:rsid w:val="00176F5A"/>
    <w:rsid w:val="0018730C"/>
    <w:rsid w:val="001873FF"/>
    <w:rsid w:val="001A477C"/>
    <w:rsid w:val="001B530D"/>
    <w:rsid w:val="001B7003"/>
    <w:rsid w:val="001C39FF"/>
    <w:rsid w:val="001D26E4"/>
    <w:rsid w:val="001D5A79"/>
    <w:rsid w:val="001E0780"/>
    <w:rsid w:val="001E1DA6"/>
    <w:rsid w:val="001E2D96"/>
    <w:rsid w:val="001E62EA"/>
    <w:rsid w:val="001E7E27"/>
    <w:rsid w:val="001E7ED1"/>
    <w:rsid w:val="001F3432"/>
    <w:rsid w:val="002046D3"/>
    <w:rsid w:val="00233209"/>
    <w:rsid w:val="00233857"/>
    <w:rsid w:val="00253494"/>
    <w:rsid w:val="00254A9B"/>
    <w:rsid w:val="00255FE8"/>
    <w:rsid w:val="0026119F"/>
    <w:rsid w:val="00272508"/>
    <w:rsid w:val="002769DE"/>
    <w:rsid w:val="002819C3"/>
    <w:rsid w:val="00281D70"/>
    <w:rsid w:val="002A202C"/>
    <w:rsid w:val="002A7F37"/>
    <w:rsid w:val="002B0E41"/>
    <w:rsid w:val="002B405A"/>
    <w:rsid w:val="002C00E2"/>
    <w:rsid w:val="002C122D"/>
    <w:rsid w:val="002C36FE"/>
    <w:rsid w:val="002C5A66"/>
    <w:rsid w:val="002C6D41"/>
    <w:rsid w:val="002E09E7"/>
    <w:rsid w:val="002E29E3"/>
    <w:rsid w:val="002E48B5"/>
    <w:rsid w:val="002E59D6"/>
    <w:rsid w:val="002F18BB"/>
    <w:rsid w:val="002F466F"/>
    <w:rsid w:val="0031150D"/>
    <w:rsid w:val="003136F5"/>
    <w:rsid w:val="00313BE1"/>
    <w:rsid w:val="00323750"/>
    <w:rsid w:val="00324F84"/>
    <w:rsid w:val="00326F7E"/>
    <w:rsid w:val="00350ACA"/>
    <w:rsid w:val="003514C3"/>
    <w:rsid w:val="00357C43"/>
    <w:rsid w:val="00364DEF"/>
    <w:rsid w:val="003739AA"/>
    <w:rsid w:val="00375A48"/>
    <w:rsid w:val="0038229A"/>
    <w:rsid w:val="0038244F"/>
    <w:rsid w:val="0038276B"/>
    <w:rsid w:val="0038499F"/>
    <w:rsid w:val="003914C5"/>
    <w:rsid w:val="00392D5F"/>
    <w:rsid w:val="003A1BA5"/>
    <w:rsid w:val="003B2481"/>
    <w:rsid w:val="003C6A2D"/>
    <w:rsid w:val="003C7DF6"/>
    <w:rsid w:val="003D61A2"/>
    <w:rsid w:val="003E0D26"/>
    <w:rsid w:val="003E1308"/>
    <w:rsid w:val="003E378F"/>
    <w:rsid w:val="003F0F9D"/>
    <w:rsid w:val="004176D4"/>
    <w:rsid w:val="00417DB8"/>
    <w:rsid w:val="00420F79"/>
    <w:rsid w:val="004333E8"/>
    <w:rsid w:val="004368DF"/>
    <w:rsid w:val="0044187A"/>
    <w:rsid w:val="00446899"/>
    <w:rsid w:val="00447689"/>
    <w:rsid w:val="004522D5"/>
    <w:rsid w:val="0045556B"/>
    <w:rsid w:val="00456CDF"/>
    <w:rsid w:val="0046235C"/>
    <w:rsid w:val="004629AD"/>
    <w:rsid w:val="00463353"/>
    <w:rsid w:val="00471DA2"/>
    <w:rsid w:val="004806AF"/>
    <w:rsid w:val="00486878"/>
    <w:rsid w:val="00486C50"/>
    <w:rsid w:val="0049620F"/>
    <w:rsid w:val="004A0CA7"/>
    <w:rsid w:val="004A4901"/>
    <w:rsid w:val="004A7F83"/>
    <w:rsid w:val="004B62AB"/>
    <w:rsid w:val="004C2992"/>
    <w:rsid w:val="004C4FDA"/>
    <w:rsid w:val="004C503A"/>
    <w:rsid w:val="004E057A"/>
    <w:rsid w:val="004E2322"/>
    <w:rsid w:val="004E2BD7"/>
    <w:rsid w:val="004E3AF9"/>
    <w:rsid w:val="004E7DAD"/>
    <w:rsid w:val="00510191"/>
    <w:rsid w:val="0051155D"/>
    <w:rsid w:val="005254BE"/>
    <w:rsid w:val="005516AA"/>
    <w:rsid w:val="00552C74"/>
    <w:rsid w:val="00552DC0"/>
    <w:rsid w:val="0055550C"/>
    <w:rsid w:val="00563E60"/>
    <w:rsid w:val="00576462"/>
    <w:rsid w:val="00583899"/>
    <w:rsid w:val="00585DAF"/>
    <w:rsid w:val="00592833"/>
    <w:rsid w:val="00595A43"/>
    <w:rsid w:val="005A0DEA"/>
    <w:rsid w:val="005A214B"/>
    <w:rsid w:val="005A28C4"/>
    <w:rsid w:val="005A3974"/>
    <w:rsid w:val="005A5DC6"/>
    <w:rsid w:val="005A6A38"/>
    <w:rsid w:val="005A7C57"/>
    <w:rsid w:val="005B2020"/>
    <w:rsid w:val="005B62F7"/>
    <w:rsid w:val="005D401D"/>
    <w:rsid w:val="005E06F2"/>
    <w:rsid w:val="005E1468"/>
    <w:rsid w:val="005E3E61"/>
    <w:rsid w:val="005F2A75"/>
    <w:rsid w:val="005F3D5F"/>
    <w:rsid w:val="005F7B2E"/>
    <w:rsid w:val="006016B0"/>
    <w:rsid w:val="006057F7"/>
    <w:rsid w:val="0061051B"/>
    <w:rsid w:val="0061253D"/>
    <w:rsid w:val="00617358"/>
    <w:rsid w:val="00617D76"/>
    <w:rsid w:val="00622006"/>
    <w:rsid w:val="006279BD"/>
    <w:rsid w:val="00630405"/>
    <w:rsid w:val="00632FE1"/>
    <w:rsid w:val="00634A59"/>
    <w:rsid w:val="00642F69"/>
    <w:rsid w:val="006446D6"/>
    <w:rsid w:val="00656A7F"/>
    <w:rsid w:val="00656FEE"/>
    <w:rsid w:val="00667448"/>
    <w:rsid w:val="00667497"/>
    <w:rsid w:val="00667526"/>
    <w:rsid w:val="00671264"/>
    <w:rsid w:val="0067579E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D09C2"/>
    <w:rsid w:val="006E5CC8"/>
    <w:rsid w:val="00700350"/>
    <w:rsid w:val="00701954"/>
    <w:rsid w:val="00703943"/>
    <w:rsid w:val="007046C4"/>
    <w:rsid w:val="00713ADD"/>
    <w:rsid w:val="007148FF"/>
    <w:rsid w:val="00716BDB"/>
    <w:rsid w:val="00717456"/>
    <w:rsid w:val="00720061"/>
    <w:rsid w:val="00730E66"/>
    <w:rsid w:val="00730F70"/>
    <w:rsid w:val="00735315"/>
    <w:rsid w:val="00737DE1"/>
    <w:rsid w:val="007423B2"/>
    <w:rsid w:val="00742D62"/>
    <w:rsid w:val="00751517"/>
    <w:rsid w:val="00757DDE"/>
    <w:rsid w:val="00764AAC"/>
    <w:rsid w:val="007871C1"/>
    <w:rsid w:val="0079193B"/>
    <w:rsid w:val="00794A4F"/>
    <w:rsid w:val="007A5EB4"/>
    <w:rsid w:val="007A6E1C"/>
    <w:rsid w:val="007C3142"/>
    <w:rsid w:val="007C50D1"/>
    <w:rsid w:val="007C5C24"/>
    <w:rsid w:val="007E2B7F"/>
    <w:rsid w:val="007F368D"/>
    <w:rsid w:val="007F3F54"/>
    <w:rsid w:val="007F43E0"/>
    <w:rsid w:val="007F5B7D"/>
    <w:rsid w:val="007F5E97"/>
    <w:rsid w:val="00801D78"/>
    <w:rsid w:val="008078CF"/>
    <w:rsid w:val="008171AF"/>
    <w:rsid w:val="0083465B"/>
    <w:rsid w:val="00834735"/>
    <w:rsid w:val="00835351"/>
    <w:rsid w:val="008366E0"/>
    <w:rsid w:val="008429DC"/>
    <w:rsid w:val="0085079E"/>
    <w:rsid w:val="00853823"/>
    <w:rsid w:val="00857800"/>
    <w:rsid w:val="0086386E"/>
    <w:rsid w:val="00871847"/>
    <w:rsid w:val="0088698F"/>
    <w:rsid w:val="008924A0"/>
    <w:rsid w:val="00894ADF"/>
    <w:rsid w:val="008955DA"/>
    <w:rsid w:val="008A13A8"/>
    <w:rsid w:val="008A6F1F"/>
    <w:rsid w:val="008C3491"/>
    <w:rsid w:val="008C5079"/>
    <w:rsid w:val="008D0197"/>
    <w:rsid w:val="008D2B30"/>
    <w:rsid w:val="008D3232"/>
    <w:rsid w:val="008D7633"/>
    <w:rsid w:val="00905862"/>
    <w:rsid w:val="00910883"/>
    <w:rsid w:val="0091429A"/>
    <w:rsid w:val="009159A3"/>
    <w:rsid w:val="009228E7"/>
    <w:rsid w:val="0092580A"/>
    <w:rsid w:val="0093490C"/>
    <w:rsid w:val="00936531"/>
    <w:rsid w:val="0093664F"/>
    <w:rsid w:val="00943EB0"/>
    <w:rsid w:val="00945CA5"/>
    <w:rsid w:val="009553BC"/>
    <w:rsid w:val="009557EA"/>
    <w:rsid w:val="00963959"/>
    <w:rsid w:val="00963D60"/>
    <w:rsid w:val="0096600A"/>
    <w:rsid w:val="009735B5"/>
    <w:rsid w:val="00976A36"/>
    <w:rsid w:val="009B067B"/>
    <w:rsid w:val="009B0CCD"/>
    <w:rsid w:val="009B4822"/>
    <w:rsid w:val="009B5300"/>
    <w:rsid w:val="009B5DE9"/>
    <w:rsid w:val="009C66C4"/>
    <w:rsid w:val="009D0CC8"/>
    <w:rsid w:val="009D2D08"/>
    <w:rsid w:val="009D6C04"/>
    <w:rsid w:val="009E28F9"/>
    <w:rsid w:val="009E5748"/>
    <w:rsid w:val="009E7597"/>
    <w:rsid w:val="009F4BEB"/>
    <w:rsid w:val="00A036E9"/>
    <w:rsid w:val="00A0619A"/>
    <w:rsid w:val="00A12A8B"/>
    <w:rsid w:val="00A14556"/>
    <w:rsid w:val="00A17D84"/>
    <w:rsid w:val="00A220A1"/>
    <w:rsid w:val="00A22DF2"/>
    <w:rsid w:val="00A23065"/>
    <w:rsid w:val="00A2339E"/>
    <w:rsid w:val="00A24651"/>
    <w:rsid w:val="00A25EB9"/>
    <w:rsid w:val="00A27F1F"/>
    <w:rsid w:val="00A32395"/>
    <w:rsid w:val="00A40AB4"/>
    <w:rsid w:val="00A64B65"/>
    <w:rsid w:val="00A64F60"/>
    <w:rsid w:val="00A6502B"/>
    <w:rsid w:val="00A65E6A"/>
    <w:rsid w:val="00A661F8"/>
    <w:rsid w:val="00A6672B"/>
    <w:rsid w:val="00A82224"/>
    <w:rsid w:val="00A87496"/>
    <w:rsid w:val="00A927D0"/>
    <w:rsid w:val="00A9705C"/>
    <w:rsid w:val="00A97B0A"/>
    <w:rsid w:val="00AA224C"/>
    <w:rsid w:val="00AA4178"/>
    <w:rsid w:val="00AA6262"/>
    <w:rsid w:val="00AB1EC7"/>
    <w:rsid w:val="00AB239A"/>
    <w:rsid w:val="00AD4128"/>
    <w:rsid w:val="00AD6BF9"/>
    <w:rsid w:val="00AD7705"/>
    <w:rsid w:val="00AD7B27"/>
    <w:rsid w:val="00AE06DB"/>
    <w:rsid w:val="00B002C9"/>
    <w:rsid w:val="00B0149B"/>
    <w:rsid w:val="00B057B0"/>
    <w:rsid w:val="00B11AB7"/>
    <w:rsid w:val="00B12329"/>
    <w:rsid w:val="00B15081"/>
    <w:rsid w:val="00B239B4"/>
    <w:rsid w:val="00B25140"/>
    <w:rsid w:val="00B303E2"/>
    <w:rsid w:val="00B3687B"/>
    <w:rsid w:val="00B40875"/>
    <w:rsid w:val="00B41B50"/>
    <w:rsid w:val="00B47777"/>
    <w:rsid w:val="00B47ADF"/>
    <w:rsid w:val="00B62ECB"/>
    <w:rsid w:val="00B63C95"/>
    <w:rsid w:val="00B63E35"/>
    <w:rsid w:val="00B84773"/>
    <w:rsid w:val="00B908A8"/>
    <w:rsid w:val="00B92EF0"/>
    <w:rsid w:val="00B93961"/>
    <w:rsid w:val="00B97B81"/>
    <w:rsid w:val="00BA03C1"/>
    <w:rsid w:val="00BA5B2A"/>
    <w:rsid w:val="00BB0A16"/>
    <w:rsid w:val="00BC5F26"/>
    <w:rsid w:val="00BD3006"/>
    <w:rsid w:val="00BD76B1"/>
    <w:rsid w:val="00BE62B4"/>
    <w:rsid w:val="00BE69F6"/>
    <w:rsid w:val="00BE7246"/>
    <w:rsid w:val="00BF6132"/>
    <w:rsid w:val="00C02C5D"/>
    <w:rsid w:val="00C14A00"/>
    <w:rsid w:val="00C21BFF"/>
    <w:rsid w:val="00C24B77"/>
    <w:rsid w:val="00C2717C"/>
    <w:rsid w:val="00C33A1F"/>
    <w:rsid w:val="00C42C28"/>
    <w:rsid w:val="00C44B5F"/>
    <w:rsid w:val="00C52D3B"/>
    <w:rsid w:val="00C53FE3"/>
    <w:rsid w:val="00C615A2"/>
    <w:rsid w:val="00C65852"/>
    <w:rsid w:val="00C72B49"/>
    <w:rsid w:val="00C74340"/>
    <w:rsid w:val="00C77106"/>
    <w:rsid w:val="00C87836"/>
    <w:rsid w:val="00C92A2E"/>
    <w:rsid w:val="00C975E6"/>
    <w:rsid w:val="00CA66F5"/>
    <w:rsid w:val="00CA6BD1"/>
    <w:rsid w:val="00CD309C"/>
    <w:rsid w:val="00CD384E"/>
    <w:rsid w:val="00CE16F1"/>
    <w:rsid w:val="00CE5038"/>
    <w:rsid w:val="00CE5448"/>
    <w:rsid w:val="00CE5488"/>
    <w:rsid w:val="00CE63E0"/>
    <w:rsid w:val="00CE69F0"/>
    <w:rsid w:val="00CF060E"/>
    <w:rsid w:val="00CF6534"/>
    <w:rsid w:val="00CF72EF"/>
    <w:rsid w:val="00CF7462"/>
    <w:rsid w:val="00D04FE4"/>
    <w:rsid w:val="00D16AF4"/>
    <w:rsid w:val="00D27637"/>
    <w:rsid w:val="00D313A4"/>
    <w:rsid w:val="00D32108"/>
    <w:rsid w:val="00D37D1C"/>
    <w:rsid w:val="00D45693"/>
    <w:rsid w:val="00D47D4E"/>
    <w:rsid w:val="00D55DC3"/>
    <w:rsid w:val="00D57457"/>
    <w:rsid w:val="00D64F60"/>
    <w:rsid w:val="00D9493C"/>
    <w:rsid w:val="00DA0BA6"/>
    <w:rsid w:val="00DA2153"/>
    <w:rsid w:val="00DA2662"/>
    <w:rsid w:val="00DB44DA"/>
    <w:rsid w:val="00DB4ACB"/>
    <w:rsid w:val="00DC032C"/>
    <w:rsid w:val="00DC1CB2"/>
    <w:rsid w:val="00DC1F2A"/>
    <w:rsid w:val="00DC3DEE"/>
    <w:rsid w:val="00DE3025"/>
    <w:rsid w:val="00DF1C10"/>
    <w:rsid w:val="00DF1EE2"/>
    <w:rsid w:val="00DF2DB8"/>
    <w:rsid w:val="00DF4360"/>
    <w:rsid w:val="00E03F6F"/>
    <w:rsid w:val="00E04C83"/>
    <w:rsid w:val="00E0669A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5F7E"/>
    <w:rsid w:val="00E76C0B"/>
    <w:rsid w:val="00E76D9B"/>
    <w:rsid w:val="00E77789"/>
    <w:rsid w:val="00E80515"/>
    <w:rsid w:val="00E92BF8"/>
    <w:rsid w:val="00E953C6"/>
    <w:rsid w:val="00E954AC"/>
    <w:rsid w:val="00EA2954"/>
    <w:rsid w:val="00EB511E"/>
    <w:rsid w:val="00EB632F"/>
    <w:rsid w:val="00EC1396"/>
    <w:rsid w:val="00ED136C"/>
    <w:rsid w:val="00EE123F"/>
    <w:rsid w:val="00EF15B4"/>
    <w:rsid w:val="00EF2F06"/>
    <w:rsid w:val="00F0149D"/>
    <w:rsid w:val="00F02C0F"/>
    <w:rsid w:val="00F05D3F"/>
    <w:rsid w:val="00F10E71"/>
    <w:rsid w:val="00F13CCB"/>
    <w:rsid w:val="00F142BE"/>
    <w:rsid w:val="00F222EB"/>
    <w:rsid w:val="00F25601"/>
    <w:rsid w:val="00F344B8"/>
    <w:rsid w:val="00F379AB"/>
    <w:rsid w:val="00F41966"/>
    <w:rsid w:val="00F445E5"/>
    <w:rsid w:val="00F45D74"/>
    <w:rsid w:val="00F51282"/>
    <w:rsid w:val="00F516C4"/>
    <w:rsid w:val="00F51BBD"/>
    <w:rsid w:val="00F6067C"/>
    <w:rsid w:val="00F71E39"/>
    <w:rsid w:val="00F73478"/>
    <w:rsid w:val="00F82E34"/>
    <w:rsid w:val="00F84C8D"/>
    <w:rsid w:val="00FA07A1"/>
    <w:rsid w:val="00FA139C"/>
    <w:rsid w:val="00FA3E25"/>
    <w:rsid w:val="00FB5A18"/>
    <w:rsid w:val="00FD07B9"/>
    <w:rsid w:val="00FD182E"/>
    <w:rsid w:val="00FE0A49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6B1314"/>
  <w15:docId w15:val="{A5A22EE3-916D-4667-AA23-838FDDFFA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CF06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599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63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52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5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038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660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36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426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456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2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756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227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82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8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82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73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3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26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65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515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9855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44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289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363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99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31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097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26A3A-8C30-4CE2-9BFF-7552BC3EB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0</TotalTime>
  <Pages>2</Pages>
  <Words>515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4036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Wagener, Kim</cp:lastModifiedBy>
  <cp:revision>7</cp:revision>
  <cp:lastPrinted>2007-09-03T14:44:00Z</cp:lastPrinted>
  <dcterms:created xsi:type="dcterms:W3CDTF">2025-02-13T08:51:00Z</dcterms:created>
  <dcterms:modified xsi:type="dcterms:W3CDTF">2025-02-25T13:19:00Z</dcterms:modified>
</cp:coreProperties>
</file>