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DA03B" w14:textId="3222542D" w:rsidR="005E1468" w:rsidRDefault="00D067A8" w:rsidP="005E1468">
      <w:pPr>
        <w:pStyle w:val="berschrift2"/>
      </w:pPr>
      <w:r>
        <w:t xml:space="preserve">SIEGENIA </w:t>
      </w:r>
      <w:r w:rsidR="00A834FC">
        <w:t>würdigt</w:t>
      </w:r>
      <w:r>
        <w:t xml:space="preserve"> seine </w:t>
      </w:r>
      <w:r w:rsidR="00EC0753">
        <w:t>Nachwuchskräfte</w:t>
      </w:r>
    </w:p>
    <w:p w14:paraId="60F8AB82" w14:textId="29FEA9A3" w:rsidR="00A82224" w:rsidRDefault="00317520" w:rsidP="00A82224">
      <w:pPr>
        <w:pStyle w:val="berschrift1"/>
      </w:pPr>
      <w:r>
        <w:t>Vollständige</w:t>
      </w:r>
      <w:r w:rsidR="00D067A8">
        <w:t xml:space="preserve"> Übernahme nach hervorragenden Prüfungen</w:t>
      </w:r>
    </w:p>
    <w:p w14:paraId="00C87A35" w14:textId="77777777" w:rsidR="00CF706F" w:rsidRDefault="00CF706F" w:rsidP="00CF706F">
      <w:pPr>
        <w:rPr>
          <w:rFonts w:cs="Arial"/>
          <w:color w:val="1F497D"/>
          <w:szCs w:val="20"/>
        </w:rPr>
      </w:pPr>
    </w:p>
    <w:p w14:paraId="1E253518" w14:textId="1FCE4EA7" w:rsidR="00D067A8" w:rsidRDefault="00D067A8" w:rsidP="005E1468">
      <w:r>
        <w:t xml:space="preserve">Die SIEGENIA GRUPPE </w:t>
      </w:r>
      <w:r w:rsidR="00A834FC">
        <w:t>ist stolz auf</w:t>
      </w:r>
      <w:r w:rsidR="00E35309">
        <w:t xml:space="preserve"> </w:t>
      </w:r>
      <w:r>
        <w:t xml:space="preserve">das erfolgreiche Abschneiden </w:t>
      </w:r>
      <w:r w:rsidR="00780F05">
        <w:t>ihrer</w:t>
      </w:r>
      <w:r w:rsidR="002908EE">
        <w:t xml:space="preserve"> Mitarbeitenden</w:t>
      </w:r>
      <w:r w:rsidR="00534551">
        <w:t xml:space="preserve"> bei</w:t>
      </w:r>
      <w:r>
        <w:t xml:space="preserve"> den </w:t>
      </w:r>
      <w:r w:rsidR="002908EE">
        <w:t>Ausbildungs- und Studienabschlüssen:</w:t>
      </w:r>
      <w:r w:rsidR="00CB4D8D">
        <w:t xml:space="preserve"> Insgesamt </w:t>
      </w:r>
      <w:r w:rsidR="00E35309">
        <w:t>25</w:t>
      </w:r>
      <w:r w:rsidR="00CB4D8D">
        <w:t xml:space="preserve"> Auszubildende sowie </w:t>
      </w:r>
      <w:r w:rsidR="00E35309">
        <w:t>15</w:t>
      </w:r>
      <w:r w:rsidR="00CB4D8D">
        <w:t xml:space="preserve"> Absolventinnen und Absolventen </w:t>
      </w:r>
      <w:r w:rsidR="007D45D5">
        <w:t xml:space="preserve">von Weiterbildungen und Studiengängen </w:t>
      </w:r>
      <w:r w:rsidR="00CB4D8D">
        <w:t>konnten</w:t>
      </w:r>
      <w:r w:rsidR="00E35309">
        <w:t xml:space="preserve"> ihren </w:t>
      </w:r>
      <w:r w:rsidR="00A834FC">
        <w:t xml:space="preserve">beruflichen </w:t>
      </w:r>
      <w:r w:rsidR="00E35309">
        <w:t>Werdegang</w:t>
      </w:r>
      <w:r w:rsidR="00CB4D8D">
        <w:t xml:space="preserve"> </w:t>
      </w:r>
      <w:r w:rsidR="00A834FC">
        <w:t xml:space="preserve">an den Standorten Wilnsdorf-Niederdielfen, Velbert und Hermeskeil </w:t>
      </w:r>
      <w:r w:rsidR="00CB4D8D">
        <w:t xml:space="preserve">mit </w:t>
      </w:r>
      <w:r w:rsidR="00E35309">
        <w:t>herausragenden</w:t>
      </w:r>
      <w:r w:rsidR="00CB4D8D">
        <w:t xml:space="preserve"> Leistungen </w:t>
      </w:r>
      <w:r w:rsidR="00E35309">
        <w:t>abschließen</w:t>
      </w:r>
      <w:r w:rsidR="009F320C">
        <w:t>.</w:t>
      </w:r>
      <w:r w:rsidR="00CB4D8D">
        <w:t xml:space="preserve"> </w:t>
      </w:r>
      <w:r w:rsidR="007D45D5">
        <w:t xml:space="preserve">Im Rahmen </w:t>
      </w:r>
      <w:r w:rsidR="00E35309">
        <w:t xml:space="preserve">zweier </w:t>
      </w:r>
      <w:r w:rsidR="007D45D5">
        <w:t>feierliche</w:t>
      </w:r>
      <w:r w:rsidR="00E35309">
        <w:t>r</w:t>
      </w:r>
      <w:r w:rsidR="007D45D5">
        <w:t xml:space="preserve"> Veranstaltung</w:t>
      </w:r>
      <w:r w:rsidR="00E35309">
        <w:t>en</w:t>
      </w:r>
      <w:r w:rsidR="007D45D5">
        <w:t xml:space="preserve"> a</w:t>
      </w:r>
      <w:r w:rsidR="002908EE">
        <w:t>m</w:t>
      </w:r>
      <w:r w:rsidR="007D45D5">
        <w:t xml:space="preserve"> </w:t>
      </w:r>
      <w:r w:rsidR="00E35309">
        <w:t>Haupts</w:t>
      </w:r>
      <w:r w:rsidR="007D45D5">
        <w:t xml:space="preserve">tandort </w:t>
      </w:r>
      <w:r w:rsidR="002908EE">
        <w:t>Wilnsdorf-</w:t>
      </w:r>
      <w:r w:rsidR="007D45D5">
        <w:t xml:space="preserve">Niederdielfen würdigte SIEGENIA </w:t>
      </w:r>
      <w:r w:rsidR="00A834FC">
        <w:t xml:space="preserve">jetzt </w:t>
      </w:r>
      <w:r w:rsidR="007D45D5">
        <w:t xml:space="preserve">das </w:t>
      </w:r>
      <w:r w:rsidR="000B2887">
        <w:t xml:space="preserve">erfolgreiche </w:t>
      </w:r>
      <w:r w:rsidR="007D45D5">
        <w:t xml:space="preserve">Bestehen. </w:t>
      </w:r>
      <w:r w:rsidR="0009212C">
        <w:t>B</w:t>
      </w:r>
      <w:r w:rsidR="00A834FC">
        <w:t xml:space="preserve">esonderer Höhepunkt war die persönliche Gratulation durch </w:t>
      </w:r>
      <w:r w:rsidR="007D45D5">
        <w:t xml:space="preserve">Wieland Frank, Geschäftsführender Gesellschafter, </w:t>
      </w:r>
      <w:r w:rsidR="00A834FC">
        <w:t xml:space="preserve">der alle </w:t>
      </w:r>
      <w:r w:rsidR="007D45D5">
        <w:t>Nachwuchskräfte</w:t>
      </w:r>
      <w:r w:rsidR="00A834FC">
        <w:t xml:space="preserve"> persönlich zu ihrem Erfolg beglückwünschte</w:t>
      </w:r>
      <w:r w:rsidR="007D45D5">
        <w:t>.</w:t>
      </w:r>
      <w:r w:rsidR="00A834FC">
        <w:t xml:space="preserve"> Die </w:t>
      </w:r>
      <w:r w:rsidR="001706D7">
        <w:t>große</w:t>
      </w:r>
      <w:r w:rsidR="00A834FC">
        <w:t xml:space="preserve"> Bedeutung dieses Meilensteins unterstrich auch die Anwesenheit der für die jeweiligen Fachbereiche zuständigen Mitglieder de</w:t>
      </w:r>
      <w:r w:rsidR="000B7760">
        <w:t>r Geschäftsführung</w:t>
      </w:r>
      <w:r w:rsidR="00A834FC">
        <w:t xml:space="preserve"> von SIEGENIA. </w:t>
      </w:r>
    </w:p>
    <w:p w14:paraId="192CC413" w14:textId="463DCC78" w:rsidR="000B2887" w:rsidRDefault="00A133BE" w:rsidP="000B2887">
      <w:pPr>
        <w:pStyle w:val="berschrift4"/>
      </w:pPr>
      <w:r>
        <w:t>40</w:t>
      </w:r>
      <w:r w:rsidR="000B3BB9" w:rsidRPr="000B3BB9">
        <w:t xml:space="preserve"> neue Fachkräfte</w:t>
      </w:r>
      <w:r w:rsidR="000B2887" w:rsidRPr="000B3BB9">
        <w:t xml:space="preserve"> für das Unternehmen</w:t>
      </w:r>
    </w:p>
    <w:p w14:paraId="37A3B35E" w14:textId="16754184" w:rsidR="000B2887" w:rsidRPr="000B2887" w:rsidRDefault="00842B20" w:rsidP="000B2887">
      <w:r>
        <w:t>A</w:t>
      </w:r>
      <w:r w:rsidR="00E35309">
        <w:t>ls höchst erfreulich wertet SIEGENIA</w:t>
      </w:r>
      <w:r w:rsidR="00F62ADE">
        <w:t xml:space="preserve">, dass </w:t>
      </w:r>
      <w:r w:rsidR="00317520">
        <w:t xml:space="preserve">erneut </w:t>
      </w:r>
      <w:r w:rsidR="00F62ADE">
        <w:t>sämtliche Azubis das Angebot einer Übern</w:t>
      </w:r>
      <w:r>
        <w:t>a</w:t>
      </w:r>
      <w:r w:rsidR="00F62ADE">
        <w:t>hme in die verschiedenen Fachabteilungen annahmen</w:t>
      </w:r>
      <w:r w:rsidR="008A7F4C">
        <w:t>. Auch die Absolventinnen und Absolventen</w:t>
      </w:r>
      <w:r w:rsidR="000B3BB9">
        <w:t xml:space="preserve"> verfolgen ihren beruflichen Werdegang </w:t>
      </w:r>
      <w:r w:rsidR="0009212C">
        <w:t xml:space="preserve">im Unternehmen </w:t>
      </w:r>
      <w:r w:rsidR="000B3BB9">
        <w:t xml:space="preserve">weiter und freuen sich, </w:t>
      </w:r>
      <w:r w:rsidR="00E35309">
        <w:t>die</w:t>
      </w:r>
      <w:r w:rsidR="000B3BB9">
        <w:t xml:space="preserve"> erworbenen </w:t>
      </w:r>
      <w:r w:rsidR="00E35309">
        <w:t xml:space="preserve">Kompetenzen </w:t>
      </w:r>
      <w:r w:rsidR="00317520">
        <w:t>gewinnbringend</w:t>
      </w:r>
      <w:r w:rsidR="00E35309">
        <w:t xml:space="preserve"> </w:t>
      </w:r>
      <w:r w:rsidR="00317520">
        <w:t xml:space="preserve">in ihr jeweiliges Spezialgebiet </w:t>
      </w:r>
      <w:r w:rsidR="000B3BB9">
        <w:t>einbringen</w:t>
      </w:r>
      <w:r w:rsidR="0009212C">
        <w:t xml:space="preserve"> zu können</w:t>
      </w:r>
      <w:r w:rsidR="00F62ADE">
        <w:t xml:space="preserve">. </w:t>
      </w:r>
      <w:r w:rsidR="00837723">
        <w:t>„</w:t>
      </w:r>
      <w:r w:rsidR="00317520">
        <w:t>D</w:t>
      </w:r>
      <w:r w:rsidR="00317520">
        <w:rPr>
          <w:color w:val="000000"/>
        </w:rPr>
        <w:t>ie kontinuierliche Weiterentwicklung und Qualifizierung unserer Mitarbeitenden liegt uns am Herzen</w:t>
      </w:r>
      <w:r w:rsidR="00837723">
        <w:rPr>
          <w:color w:val="000000"/>
        </w:rPr>
        <w:t xml:space="preserve">“, schildert </w:t>
      </w:r>
      <w:r w:rsidR="00837723">
        <w:t xml:space="preserve">Nina Herter, </w:t>
      </w:r>
      <w:r w:rsidR="002908EE">
        <w:t xml:space="preserve">Leiterin Personalentwicklung </w:t>
      </w:r>
      <w:r w:rsidR="00837723">
        <w:t>bei SIEGENIA. „</w:t>
      </w:r>
      <w:r w:rsidR="00317520">
        <w:t xml:space="preserve">Wir verfügen über einen hohen Ausbildungsstandard und setzen uns aktiv </w:t>
      </w:r>
      <w:r w:rsidR="00317520">
        <w:rPr>
          <w:color w:val="000000"/>
        </w:rPr>
        <w:t>für die Förderung unserer Nachwuchskräfte ein.</w:t>
      </w:r>
      <w:r w:rsidR="00317520">
        <w:t xml:space="preserve"> </w:t>
      </w:r>
      <w:r w:rsidR="003F5C88" w:rsidRPr="00D17E13">
        <w:t xml:space="preserve">Unser </w:t>
      </w:r>
      <w:r w:rsidR="003F5C88">
        <w:t xml:space="preserve">erklärtes </w:t>
      </w:r>
      <w:r w:rsidR="003F5C88" w:rsidRPr="00D17E13">
        <w:t>Ziel ist es</w:t>
      </w:r>
      <w:r w:rsidR="003F5C88">
        <w:t xml:space="preserve"> zudem</w:t>
      </w:r>
      <w:r w:rsidR="003F5C88" w:rsidRPr="00D17E13">
        <w:t>, ein Arbeitsumfeld zu schaffen, in dem sich unsere Mitarbeitenden geschätzt und wohl fühlen.</w:t>
      </w:r>
      <w:r w:rsidR="003F5C88">
        <w:t xml:space="preserve"> </w:t>
      </w:r>
      <w:r w:rsidR="0009212C">
        <w:t xml:space="preserve">Deshalb </w:t>
      </w:r>
      <w:r w:rsidR="00837723">
        <w:t xml:space="preserve">wissen </w:t>
      </w:r>
      <w:r w:rsidR="0009212C">
        <w:t xml:space="preserve">wir </w:t>
      </w:r>
      <w:r w:rsidR="003F5C88">
        <w:t xml:space="preserve">sehr </w:t>
      </w:r>
      <w:r w:rsidR="00837723">
        <w:t xml:space="preserve">zu schätzen, dass </w:t>
      </w:r>
      <w:r w:rsidR="00D17E13">
        <w:t xml:space="preserve">die </w:t>
      </w:r>
      <w:r w:rsidR="00837723">
        <w:t xml:space="preserve">jungen Menschen </w:t>
      </w:r>
      <w:r w:rsidR="00D17E13">
        <w:t>unser Engagement honorieren</w:t>
      </w:r>
      <w:r w:rsidR="003F5C88">
        <w:t xml:space="preserve"> und im Anschluss an die Ausbildung auch ihren weiteren beruflichen Werdegang </w:t>
      </w:r>
      <w:r w:rsidR="00837723">
        <w:t xml:space="preserve">bei uns </w:t>
      </w:r>
      <w:r>
        <w:t>gestalten</w:t>
      </w:r>
      <w:r w:rsidR="00837723">
        <w:t xml:space="preserve">.“ </w:t>
      </w:r>
      <w:r w:rsidR="005B469E">
        <w:t xml:space="preserve">Als Zeichen der Wertschätzung </w:t>
      </w:r>
      <w:r w:rsidR="00D17E13">
        <w:t>betrachtet</w:t>
      </w:r>
      <w:r w:rsidR="005B469E">
        <w:t xml:space="preserve"> sie </w:t>
      </w:r>
      <w:r w:rsidR="003F5C88">
        <w:t>darüber hinaus</w:t>
      </w:r>
      <w:r w:rsidR="005B469E">
        <w:t xml:space="preserve"> die </w:t>
      </w:r>
      <w:r>
        <w:t>hohe</w:t>
      </w:r>
      <w:r w:rsidR="005B469E">
        <w:t xml:space="preserve"> </w:t>
      </w:r>
      <w:r>
        <w:t>Loyalität und Verweildauer der Mitarbeitenden im</w:t>
      </w:r>
      <w:r w:rsidR="005B469E">
        <w:t xml:space="preserve"> Unternehmen.</w:t>
      </w:r>
      <w:r>
        <w:t xml:space="preserve"> „Die </w:t>
      </w:r>
      <w:r w:rsidR="00D17E13">
        <w:t xml:space="preserve">zahlreichen </w:t>
      </w:r>
      <w:r>
        <w:t>Möglichkeit</w:t>
      </w:r>
      <w:r w:rsidR="00D17E13">
        <w:t>en</w:t>
      </w:r>
      <w:r>
        <w:t xml:space="preserve"> zur Weiterbildung </w:t>
      </w:r>
      <w:r w:rsidR="003F5C88">
        <w:t>werden</w:t>
      </w:r>
      <w:r>
        <w:t xml:space="preserve"> </w:t>
      </w:r>
      <w:r w:rsidR="003F5C88">
        <w:t>altersunabhängig</w:t>
      </w:r>
      <w:r>
        <w:t xml:space="preserve"> als </w:t>
      </w:r>
      <w:r w:rsidR="003F5C88">
        <w:t>überzeugend</w:t>
      </w:r>
      <w:r>
        <w:t xml:space="preserve"> empfunden und mach</w:t>
      </w:r>
      <w:r w:rsidR="003F5C88">
        <w:t>en</w:t>
      </w:r>
      <w:r>
        <w:t xml:space="preserve"> unser Unternehmen </w:t>
      </w:r>
      <w:r w:rsidR="003F5C88">
        <w:t xml:space="preserve">als Arbeitgeber </w:t>
      </w:r>
      <w:r>
        <w:t>attraktiv</w:t>
      </w:r>
      <w:r w:rsidR="00780F05">
        <w:t>.</w:t>
      </w:r>
      <w:r>
        <w:t xml:space="preserve">“ </w:t>
      </w:r>
      <w:r w:rsidR="005B469E">
        <w:t xml:space="preserve"> </w:t>
      </w:r>
    </w:p>
    <w:p w14:paraId="2F968CEE" w14:textId="39057C69" w:rsidR="00AA19FF" w:rsidRDefault="00AA19FF" w:rsidP="005E1468"/>
    <w:p w14:paraId="4F253415" w14:textId="77777777" w:rsidR="00993BE0" w:rsidRDefault="00993BE0" w:rsidP="005E1468"/>
    <w:p w14:paraId="7C0793D8" w14:textId="77777777" w:rsidR="00993BE0" w:rsidRDefault="00993BE0" w:rsidP="005E1468"/>
    <w:p w14:paraId="0B0CF9E3" w14:textId="77777777" w:rsidR="00780F05" w:rsidRPr="00B55070" w:rsidRDefault="00780F05" w:rsidP="005E1468"/>
    <w:p w14:paraId="291180E8" w14:textId="564F2081" w:rsidR="005E1468" w:rsidRDefault="005E1468" w:rsidP="005A7C57">
      <w:pPr>
        <w:pStyle w:val="berschrift4"/>
      </w:pPr>
      <w:r>
        <w:lastRenderedPageBreak/>
        <w:t>Bildunterschrift</w:t>
      </w:r>
      <w:r w:rsidR="00993BE0">
        <w:t>en</w:t>
      </w:r>
    </w:p>
    <w:p w14:paraId="1F8B0758" w14:textId="77777777" w:rsidR="002A7F37" w:rsidRDefault="002A7F37" w:rsidP="002A7F37">
      <w:r>
        <w:t>Bildquelle: SIEGENIA</w:t>
      </w:r>
    </w:p>
    <w:p w14:paraId="33A58440" w14:textId="77777777" w:rsidR="002A7F37" w:rsidRPr="002A7F37" w:rsidRDefault="002A7F37" w:rsidP="002A7F37"/>
    <w:p w14:paraId="2236FAF7" w14:textId="1345D5DC" w:rsidR="00993BE0" w:rsidRDefault="00993BE0" w:rsidP="00993BE0">
      <w:pPr>
        <w:rPr>
          <w:bCs/>
          <w:i/>
        </w:rPr>
      </w:pPr>
      <w:bookmarkStart w:id="0" w:name="_Hlk160527005"/>
      <w:r w:rsidRPr="00D129AE">
        <w:rPr>
          <w:bCs/>
          <w:i/>
        </w:rPr>
        <w:t>Motiv</w:t>
      </w:r>
      <w:r>
        <w:rPr>
          <w:bCs/>
          <w:i/>
        </w:rPr>
        <w:t xml:space="preserve"> I</w:t>
      </w:r>
      <w:r w:rsidRPr="00D129AE">
        <w:rPr>
          <w:bCs/>
          <w:i/>
        </w:rPr>
        <w:t xml:space="preserve">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Abschlussfeier</w:t>
      </w:r>
      <w:proofErr w:type="spellEnd"/>
      <w:r>
        <w:rPr>
          <w:bCs/>
          <w:i/>
        </w:rPr>
        <w:t xml:space="preserve"> 2025_A</w:t>
      </w:r>
      <w:r w:rsidR="000125B9">
        <w:rPr>
          <w:bCs/>
          <w:i/>
        </w:rPr>
        <w:t>uszubildende</w:t>
      </w:r>
      <w:r w:rsidRPr="00D129AE">
        <w:rPr>
          <w:bCs/>
          <w:i/>
        </w:rPr>
        <w:t xml:space="preserve">.jpg </w:t>
      </w:r>
    </w:p>
    <w:p w14:paraId="148AA659" w14:textId="2FC55757" w:rsidR="00993BE0" w:rsidRPr="00993BE0" w:rsidRDefault="00030E33" w:rsidP="00030E33">
      <w:r>
        <w:t>Die SIEGENIA GRUPPE freut sich mit den 25</w:t>
      </w:r>
      <w:r w:rsidR="00993BE0" w:rsidRPr="00993BE0">
        <w:t xml:space="preserve"> Auszubildende</w:t>
      </w:r>
      <w:r>
        <w:t>n</w:t>
      </w:r>
      <w:r w:rsidR="00993BE0" w:rsidRPr="00993BE0">
        <w:t xml:space="preserve">, die im Sommer 2024 und Winter 2024/2025 ihre Abschlussprüfung </w:t>
      </w:r>
      <w:r>
        <w:t xml:space="preserve">erfolgreich ablegen konnten. </w:t>
      </w:r>
    </w:p>
    <w:p w14:paraId="050E4B63" w14:textId="77777777" w:rsidR="00993BE0" w:rsidRPr="00D129AE" w:rsidRDefault="00993BE0" w:rsidP="00993BE0"/>
    <w:p w14:paraId="6FCF5773" w14:textId="118B8B9E" w:rsidR="005E1468" w:rsidRPr="00D129AE" w:rsidRDefault="005E1468" w:rsidP="005E1468">
      <w:pPr>
        <w:rPr>
          <w:bCs/>
          <w:i/>
        </w:rPr>
      </w:pPr>
      <w:proofErr w:type="spellStart"/>
      <w:r w:rsidRPr="00D129AE">
        <w:rPr>
          <w:bCs/>
          <w:i/>
        </w:rPr>
        <w:t>Motiv</w:t>
      </w:r>
      <w:r w:rsidR="00993BE0">
        <w:rPr>
          <w:bCs/>
          <w:i/>
        </w:rPr>
        <w:t>I</w:t>
      </w:r>
      <w:proofErr w:type="spellEnd"/>
      <w:r w:rsidR="00993BE0">
        <w:rPr>
          <w:bCs/>
          <w:i/>
        </w:rPr>
        <w:t xml:space="preserve"> </w:t>
      </w:r>
      <w:r w:rsidR="00D67C6D">
        <w:rPr>
          <w:bCs/>
          <w:i/>
        </w:rPr>
        <w:t>I</w:t>
      </w:r>
      <w:r w:rsidR="00993BE0">
        <w:rPr>
          <w:bCs/>
          <w:i/>
        </w:rPr>
        <w:t>I</w:t>
      </w:r>
      <w:r w:rsidRPr="00D129AE">
        <w:rPr>
          <w:bCs/>
          <w:i/>
        </w:rPr>
        <w:t xml:space="preserve">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780F05">
        <w:rPr>
          <w:bCs/>
          <w:i/>
        </w:rPr>
        <w:t>Abschlussfeier</w:t>
      </w:r>
      <w:proofErr w:type="spellEnd"/>
      <w:r w:rsidR="00780F05">
        <w:rPr>
          <w:bCs/>
          <w:i/>
        </w:rPr>
        <w:t xml:space="preserve"> 202</w:t>
      </w:r>
      <w:r w:rsidR="00993BE0">
        <w:rPr>
          <w:bCs/>
          <w:i/>
        </w:rPr>
        <w:t>5_Weiterbildung</w:t>
      </w:r>
      <w:r w:rsidRPr="00D129AE">
        <w:rPr>
          <w:bCs/>
          <w:i/>
        </w:rPr>
        <w:t xml:space="preserve">.jpg </w:t>
      </w:r>
    </w:p>
    <w:p w14:paraId="005ACC92" w14:textId="0A2959B9" w:rsidR="005E1468" w:rsidRPr="00D129AE" w:rsidRDefault="00D67C6D" w:rsidP="005E1468">
      <w:r>
        <w:t>Im Rahmen einer feierlichen Veranstaltung würdigte d</w:t>
      </w:r>
      <w:r w:rsidR="00BC4D74">
        <w:t xml:space="preserve">ie SIEGENIA GRUPPE das erfolgreiche Abschneiden </w:t>
      </w:r>
      <w:r>
        <w:t xml:space="preserve">ihren 15 Absolventinnen und Absolventen </w:t>
      </w:r>
      <w:r w:rsidR="00BC4D74">
        <w:t>bei den Ausbildungs- und Studienabschlüssen.</w:t>
      </w:r>
    </w:p>
    <w:p w14:paraId="36669ED5" w14:textId="77777777" w:rsidR="005E1468" w:rsidRDefault="005E1468" w:rsidP="005E1468"/>
    <w:p w14:paraId="44AFC57F" w14:textId="77777777" w:rsidR="005E1468" w:rsidRDefault="005E1468" w:rsidP="005E1468"/>
    <w:bookmarkEnd w:id="0"/>
    <w:p w14:paraId="5CBCC838" w14:textId="77777777" w:rsidR="008D7633" w:rsidRDefault="008D7633" w:rsidP="008D7633">
      <w:pPr>
        <w:rPr>
          <w:szCs w:val="20"/>
        </w:rPr>
      </w:pPr>
    </w:p>
    <w:p w14:paraId="5159E788" w14:textId="77777777" w:rsidR="008D7633" w:rsidRDefault="008D7633" w:rsidP="008D7633">
      <w:pPr>
        <w:rPr>
          <w:szCs w:val="20"/>
        </w:rPr>
      </w:pPr>
    </w:p>
    <w:p w14:paraId="26F2506F" w14:textId="77777777" w:rsidR="00780F05" w:rsidRDefault="00780F05" w:rsidP="008D7633">
      <w:pPr>
        <w:rPr>
          <w:szCs w:val="20"/>
        </w:rPr>
      </w:pPr>
    </w:p>
    <w:p w14:paraId="739EC701" w14:textId="77777777" w:rsidR="00780F05" w:rsidRDefault="00780F05" w:rsidP="008D7633">
      <w:pPr>
        <w:rPr>
          <w:szCs w:val="20"/>
        </w:rPr>
      </w:pPr>
    </w:p>
    <w:p w14:paraId="16C54273" w14:textId="77777777" w:rsidR="00780F05" w:rsidRDefault="00780F05" w:rsidP="008D7633">
      <w:pPr>
        <w:rPr>
          <w:szCs w:val="20"/>
        </w:rPr>
      </w:pPr>
    </w:p>
    <w:p w14:paraId="0CBACEAF" w14:textId="77777777" w:rsidR="00780F05" w:rsidRDefault="00780F05" w:rsidP="008D7633">
      <w:pPr>
        <w:rPr>
          <w:szCs w:val="20"/>
        </w:rPr>
      </w:pPr>
    </w:p>
    <w:p w14:paraId="5A03869D" w14:textId="77777777" w:rsidR="00780F05" w:rsidRDefault="00780F05" w:rsidP="008D7633">
      <w:pPr>
        <w:rPr>
          <w:szCs w:val="20"/>
        </w:rPr>
      </w:pPr>
    </w:p>
    <w:p w14:paraId="1E5102C5" w14:textId="77777777" w:rsidR="00780F05" w:rsidRDefault="00780F05" w:rsidP="008D7633">
      <w:pPr>
        <w:rPr>
          <w:szCs w:val="20"/>
        </w:rPr>
      </w:pPr>
    </w:p>
    <w:p w14:paraId="739D120D" w14:textId="77777777" w:rsidR="00780F05" w:rsidRDefault="00780F05" w:rsidP="008D7633">
      <w:pPr>
        <w:rPr>
          <w:szCs w:val="20"/>
        </w:rPr>
      </w:pPr>
    </w:p>
    <w:p w14:paraId="7FA3173B" w14:textId="77777777" w:rsidR="00780F05" w:rsidRDefault="00780F05" w:rsidP="008D7633">
      <w:pPr>
        <w:rPr>
          <w:szCs w:val="20"/>
        </w:rPr>
      </w:pPr>
    </w:p>
    <w:p w14:paraId="2BE4FAAA" w14:textId="77777777" w:rsidR="000125B9" w:rsidRDefault="000125B9" w:rsidP="008D7633">
      <w:pPr>
        <w:rPr>
          <w:szCs w:val="20"/>
        </w:rPr>
      </w:pPr>
    </w:p>
    <w:p w14:paraId="43EAD678" w14:textId="77777777" w:rsidR="000125B9" w:rsidRDefault="000125B9" w:rsidP="008D7633">
      <w:pPr>
        <w:rPr>
          <w:szCs w:val="20"/>
        </w:rPr>
      </w:pPr>
    </w:p>
    <w:p w14:paraId="182C9CE4" w14:textId="77777777" w:rsidR="00780F05" w:rsidRDefault="00780F05" w:rsidP="008D7633">
      <w:pPr>
        <w:rPr>
          <w:szCs w:val="20"/>
        </w:rPr>
      </w:pPr>
    </w:p>
    <w:p w14:paraId="7D5F6CCE" w14:textId="77777777" w:rsidR="008D7633" w:rsidRPr="00E14DD8" w:rsidRDefault="008D7633" w:rsidP="008D7633">
      <w:pPr>
        <w:rPr>
          <w:szCs w:val="20"/>
        </w:rPr>
      </w:pPr>
    </w:p>
    <w:p w14:paraId="50DE162B" w14:textId="77777777" w:rsidR="008D7633" w:rsidRPr="00E14DD8" w:rsidRDefault="008D7633" w:rsidP="008D7633">
      <w:pPr>
        <w:rPr>
          <w:szCs w:val="20"/>
        </w:rPr>
      </w:pPr>
    </w:p>
    <w:p w14:paraId="7305543F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7789158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E7DF2E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0DCE8EE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5E0B7D9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38F9BAF4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5F85E22E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2E42D9C0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55A868D3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38CA4AD5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3A5A19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4354AB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4B802A0B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ED9C07D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2BA42BE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4E9F49DD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4FE19121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1B8983C5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590DBCF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14D535E" w14:textId="77777777" w:rsidR="008D7633" w:rsidRPr="000125B9" w:rsidRDefault="008D7633" w:rsidP="007A5EB4">
            <w:pPr>
              <w:pStyle w:val="Formatvorlage2"/>
              <w:rPr>
                <w:u w:val="single"/>
              </w:rPr>
            </w:pPr>
            <w:r w:rsidRPr="000125B9">
              <w:rPr>
                <w:u w:val="single"/>
              </w:rPr>
              <w:t>Text - Info</w:t>
            </w:r>
          </w:p>
          <w:p w14:paraId="2E83F559" w14:textId="6F23EFE5" w:rsidR="008D7633" w:rsidRPr="000125B9" w:rsidRDefault="008D7633" w:rsidP="007A5EB4">
            <w:pPr>
              <w:pStyle w:val="Formatvorlage2"/>
            </w:pPr>
            <w:r w:rsidRPr="000125B9">
              <w:t xml:space="preserve">Seite: </w:t>
            </w:r>
            <w:r w:rsidR="00837723" w:rsidRPr="000125B9">
              <w:t>1</w:t>
            </w:r>
          </w:p>
          <w:p w14:paraId="176813A7" w14:textId="0F78078E" w:rsidR="008D7633" w:rsidRPr="000125B9" w:rsidRDefault="008D7633" w:rsidP="007A5EB4">
            <w:pPr>
              <w:pStyle w:val="Formatvorlage2"/>
            </w:pPr>
            <w:r w:rsidRPr="000125B9">
              <w:t xml:space="preserve">Wörter: </w:t>
            </w:r>
            <w:r w:rsidR="00780F05" w:rsidRPr="000125B9">
              <w:t>26</w:t>
            </w:r>
            <w:r w:rsidR="000125B9" w:rsidRPr="000125B9">
              <w:t>0</w:t>
            </w:r>
          </w:p>
          <w:p w14:paraId="0EC6A99D" w14:textId="7831D66C" w:rsidR="008D7633" w:rsidRPr="000125B9" w:rsidRDefault="008D7633" w:rsidP="007A5EB4">
            <w:pPr>
              <w:pStyle w:val="Formatvorlage2"/>
            </w:pPr>
            <w:r w:rsidRPr="000125B9">
              <w:t xml:space="preserve">Zeichen: </w:t>
            </w:r>
            <w:r w:rsidR="000125B9" w:rsidRPr="000125B9">
              <w:t xml:space="preserve">2 </w:t>
            </w:r>
            <w:r w:rsidRPr="000125B9">
              <w:t>1</w:t>
            </w:r>
            <w:r w:rsidR="000125B9" w:rsidRPr="000125B9">
              <w:t>43</w:t>
            </w:r>
            <w:r w:rsidRPr="000125B9">
              <w:br/>
              <w:t>(mit Leerzeichen)</w:t>
            </w:r>
          </w:p>
          <w:p w14:paraId="7665AB7F" w14:textId="77777777" w:rsidR="008D7633" w:rsidRPr="000125B9" w:rsidRDefault="008D7633" w:rsidP="007A5EB4">
            <w:pPr>
              <w:pStyle w:val="Formatvorlage2"/>
            </w:pPr>
          </w:p>
          <w:p w14:paraId="35712192" w14:textId="5FE2176E" w:rsidR="008D7633" w:rsidRPr="000125B9" w:rsidRDefault="008D7633" w:rsidP="007A5EB4">
            <w:pPr>
              <w:pStyle w:val="Formatvorlage2"/>
            </w:pPr>
            <w:r w:rsidRPr="000125B9">
              <w:t xml:space="preserve">erstellt am: </w:t>
            </w:r>
            <w:r w:rsidR="000125B9" w:rsidRPr="000125B9">
              <w:t>2</w:t>
            </w:r>
            <w:r w:rsidR="00780F05" w:rsidRPr="000125B9">
              <w:t>6</w:t>
            </w:r>
            <w:r w:rsidRPr="000125B9">
              <w:t>.</w:t>
            </w:r>
            <w:r w:rsidR="00486878" w:rsidRPr="000125B9">
              <w:t>0</w:t>
            </w:r>
            <w:r w:rsidR="00D67C6D" w:rsidRPr="000125B9">
              <w:t>2</w:t>
            </w:r>
            <w:r w:rsidRPr="000125B9">
              <w:t>.20</w:t>
            </w:r>
            <w:r w:rsidR="00122FEC" w:rsidRPr="000125B9">
              <w:t>2</w:t>
            </w:r>
            <w:r w:rsidR="00D67C6D" w:rsidRPr="000125B9">
              <w:t>5</w:t>
            </w:r>
          </w:p>
          <w:p w14:paraId="5021B062" w14:textId="77777777" w:rsidR="008D7633" w:rsidRPr="000125B9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F2146B9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CAC78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AA2D37E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232C8C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1A64C" w14:textId="77777777" w:rsidR="00B56F55" w:rsidRDefault="00B56F55">
      <w:r>
        <w:separator/>
      </w:r>
    </w:p>
  </w:endnote>
  <w:endnote w:type="continuationSeparator" w:id="0">
    <w:p w14:paraId="704CB2EA" w14:textId="77777777" w:rsidR="00B56F55" w:rsidRDefault="00B56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30036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22885" w14:textId="77777777" w:rsidR="00B56F55" w:rsidRDefault="00B56F55">
      <w:r>
        <w:separator/>
      </w:r>
    </w:p>
  </w:footnote>
  <w:footnote w:type="continuationSeparator" w:id="0">
    <w:p w14:paraId="183EA416" w14:textId="77777777" w:rsidR="00B56F55" w:rsidRDefault="00B56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DA71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8968D55" wp14:editId="12B8A95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278E0"/>
    <w:multiLevelType w:val="hybridMultilevel"/>
    <w:tmpl w:val="CA5257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26809"/>
    <w:multiLevelType w:val="hybridMultilevel"/>
    <w:tmpl w:val="FE48D4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0A0EEA"/>
    <w:multiLevelType w:val="hybridMultilevel"/>
    <w:tmpl w:val="A46C6D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1"/>
  </w:num>
  <w:num w:numId="3" w16cid:durableId="1064911921">
    <w:abstractNumId w:val="6"/>
  </w:num>
  <w:num w:numId="4" w16cid:durableId="230700180">
    <w:abstractNumId w:val="3"/>
  </w:num>
  <w:num w:numId="5" w16cid:durableId="1492210943">
    <w:abstractNumId w:val="0"/>
  </w:num>
  <w:num w:numId="6" w16cid:durableId="1752703062">
    <w:abstractNumId w:val="4"/>
  </w:num>
  <w:num w:numId="7" w16cid:durableId="5324996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9FF"/>
    <w:rsid w:val="000024D9"/>
    <w:rsid w:val="00003256"/>
    <w:rsid w:val="000125B9"/>
    <w:rsid w:val="0001449A"/>
    <w:rsid w:val="0001520C"/>
    <w:rsid w:val="00026907"/>
    <w:rsid w:val="00030E33"/>
    <w:rsid w:val="00040EBF"/>
    <w:rsid w:val="00064165"/>
    <w:rsid w:val="000675C7"/>
    <w:rsid w:val="00074DB9"/>
    <w:rsid w:val="00090045"/>
    <w:rsid w:val="0009212C"/>
    <w:rsid w:val="00095303"/>
    <w:rsid w:val="000A1DF0"/>
    <w:rsid w:val="000A5CA3"/>
    <w:rsid w:val="000B2887"/>
    <w:rsid w:val="000B3BB9"/>
    <w:rsid w:val="000B7760"/>
    <w:rsid w:val="000D0C02"/>
    <w:rsid w:val="000D2A27"/>
    <w:rsid w:val="000D32AD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4C55"/>
    <w:rsid w:val="00137BD1"/>
    <w:rsid w:val="001422E9"/>
    <w:rsid w:val="00145B48"/>
    <w:rsid w:val="001529E6"/>
    <w:rsid w:val="00156B0C"/>
    <w:rsid w:val="00166476"/>
    <w:rsid w:val="00166F05"/>
    <w:rsid w:val="00166FB7"/>
    <w:rsid w:val="001706D7"/>
    <w:rsid w:val="00171C51"/>
    <w:rsid w:val="001B7003"/>
    <w:rsid w:val="001C39FF"/>
    <w:rsid w:val="001D26E4"/>
    <w:rsid w:val="001E0780"/>
    <w:rsid w:val="001E1DA6"/>
    <w:rsid w:val="001F3432"/>
    <w:rsid w:val="002046D3"/>
    <w:rsid w:val="00232C8C"/>
    <w:rsid w:val="00246773"/>
    <w:rsid w:val="00253494"/>
    <w:rsid w:val="00254A9B"/>
    <w:rsid w:val="00255FE8"/>
    <w:rsid w:val="00272508"/>
    <w:rsid w:val="002769DE"/>
    <w:rsid w:val="002819C3"/>
    <w:rsid w:val="002908EE"/>
    <w:rsid w:val="002A202C"/>
    <w:rsid w:val="002A60ED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17520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93642"/>
    <w:rsid w:val="003A1BA5"/>
    <w:rsid w:val="003C4B03"/>
    <w:rsid w:val="003D2DD0"/>
    <w:rsid w:val="003D61A2"/>
    <w:rsid w:val="003E0D26"/>
    <w:rsid w:val="003E378F"/>
    <w:rsid w:val="003F5C88"/>
    <w:rsid w:val="00410D14"/>
    <w:rsid w:val="004176D4"/>
    <w:rsid w:val="00420F79"/>
    <w:rsid w:val="004333E8"/>
    <w:rsid w:val="0044187A"/>
    <w:rsid w:val="00446899"/>
    <w:rsid w:val="00447689"/>
    <w:rsid w:val="00456C18"/>
    <w:rsid w:val="0046235C"/>
    <w:rsid w:val="004629AD"/>
    <w:rsid w:val="004806AF"/>
    <w:rsid w:val="00486878"/>
    <w:rsid w:val="004A1CAB"/>
    <w:rsid w:val="004B62AB"/>
    <w:rsid w:val="004C4FDA"/>
    <w:rsid w:val="004C503A"/>
    <w:rsid w:val="004D57FF"/>
    <w:rsid w:val="004E057A"/>
    <w:rsid w:val="004E2322"/>
    <w:rsid w:val="004E2BD7"/>
    <w:rsid w:val="004E3AF9"/>
    <w:rsid w:val="00510191"/>
    <w:rsid w:val="00517FF1"/>
    <w:rsid w:val="005254BE"/>
    <w:rsid w:val="00534551"/>
    <w:rsid w:val="00550B0A"/>
    <w:rsid w:val="00552DC0"/>
    <w:rsid w:val="0055550C"/>
    <w:rsid w:val="00555E53"/>
    <w:rsid w:val="00563E60"/>
    <w:rsid w:val="00592833"/>
    <w:rsid w:val="005A214B"/>
    <w:rsid w:val="005A3974"/>
    <w:rsid w:val="005A5DC6"/>
    <w:rsid w:val="005A6A38"/>
    <w:rsid w:val="005A7C57"/>
    <w:rsid w:val="005B469E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177E"/>
    <w:rsid w:val="006C6D45"/>
    <w:rsid w:val="006E5CC8"/>
    <w:rsid w:val="00701954"/>
    <w:rsid w:val="00703943"/>
    <w:rsid w:val="007046C4"/>
    <w:rsid w:val="00713ADD"/>
    <w:rsid w:val="007148FF"/>
    <w:rsid w:val="00716BDB"/>
    <w:rsid w:val="00717456"/>
    <w:rsid w:val="00730E66"/>
    <w:rsid w:val="00737DE1"/>
    <w:rsid w:val="00751517"/>
    <w:rsid w:val="00757DDE"/>
    <w:rsid w:val="00764AAC"/>
    <w:rsid w:val="00780F05"/>
    <w:rsid w:val="007871C1"/>
    <w:rsid w:val="0079193B"/>
    <w:rsid w:val="00794A4F"/>
    <w:rsid w:val="007A5EB4"/>
    <w:rsid w:val="007A6E1C"/>
    <w:rsid w:val="007C50D1"/>
    <w:rsid w:val="007C5C24"/>
    <w:rsid w:val="007D30C5"/>
    <w:rsid w:val="007D45D5"/>
    <w:rsid w:val="007D62F6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37723"/>
    <w:rsid w:val="008429DC"/>
    <w:rsid w:val="00842B20"/>
    <w:rsid w:val="0085079E"/>
    <w:rsid w:val="00852D9D"/>
    <w:rsid w:val="00853823"/>
    <w:rsid w:val="00857800"/>
    <w:rsid w:val="0086386E"/>
    <w:rsid w:val="00871847"/>
    <w:rsid w:val="0088698F"/>
    <w:rsid w:val="00894ADF"/>
    <w:rsid w:val="008A67CC"/>
    <w:rsid w:val="008A6F1F"/>
    <w:rsid w:val="008A7F4C"/>
    <w:rsid w:val="008C3491"/>
    <w:rsid w:val="008C5079"/>
    <w:rsid w:val="008D2B30"/>
    <w:rsid w:val="008D3232"/>
    <w:rsid w:val="008D7633"/>
    <w:rsid w:val="008E7B94"/>
    <w:rsid w:val="00910883"/>
    <w:rsid w:val="009225F7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93BE0"/>
    <w:rsid w:val="009B067B"/>
    <w:rsid w:val="009B4822"/>
    <w:rsid w:val="009B5300"/>
    <w:rsid w:val="009B5DE9"/>
    <w:rsid w:val="009D0CC8"/>
    <w:rsid w:val="009D6C04"/>
    <w:rsid w:val="009E28F9"/>
    <w:rsid w:val="009E7597"/>
    <w:rsid w:val="009F320C"/>
    <w:rsid w:val="00A12A8B"/>
    <w:rsid w:val="00A133BE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34FC"/>
    <w:rsid w:val="00A84DC7"/>
    <w:rsid w:val="00A87496"/>
    <w:rsid w:val="00A927D0"/>
    <w:rsid w:val="00A9705C"/>
    <w:rsid w:val="00A97B0A"/>
    <w:rsid w:val="00AA19FF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56F55"/>
    <w:rsid w:val="00B62ECB"/>
    <w:rsid w:val="00B63C95"/>
    <w:rsid w:val="00B63E35"/>
    <w:rsid w:val="00B75264"/>
    <w:rsid w:val="00B84773"/>
    <w:rsid w:val="00B908A8"/>
    <w:rsid w:val="00B92EF0"/>
    <w:rsid w:val="00B93961"/>
    <w:rsid w:val="00B9551A"/>
    <w:rsid w:val="00BA5B2A"/>
    <w:rsid w:val="00BB2054"/>
    <w:rsid w:val="00BC4D74"/>
    <w:rsid w:val="00BD76B1"/>
    <w:rsid w:val="00BE62B4"/>
    <w:rsid w:val="00BE69F6"/>
    <w:rsid w:val="00BF4CE4"/>
    <w:rsid w:val="00BF6132"/>
    <w:rsid w:val="00BF640A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6F2C"/>
    <w:rsid w:val="00C87836"/>
    <w:rsid w:val="00C92A2E"/>
    <w:rsid w:val="00CA66F5"/>
    <w:rsid w:val="00CA6BD1"/>
    <w:rsid w:val="00CB4D8D"/>
    <w:rsid w:val="00CC0095"/>
    <w:rsid w:val="00CE16F1"/>
    <w:rsid w:val="00CE5038"/>
    <w:rsid w:val="00CE5448"/>
    <w:rsid w:val="00CE5488"/>
    <w:rsid w:val="00CE63E0"/>
    <w:rsid w:val="00CF2E11"/>
    <w:rsid w:val="00CF6534"/>
    <w:rsid w:val="00CF706F"/>
    <w:rsid w:val="00CF72EF"/>
    <w:rsid w:val="00CF7462"/>
    <w:rsid w:val="00D04FE4"/>
    <w:rsid w:val="00D067A8"/>
    <w:rsid w:val="00D17E13"/>
    <w:rsid w:val="00D313A4"/>
    <w:rsid w:val="00D32108"/>
    <w:rsid w:val="00D45693"/>
    <w:rsid w:val="00D47D4E"/>
    <w:rsid w:val="00D55DC3"/>
    <w:rsid w:val="00D57457"/>
    <w:rsid w:val="00D64F60"/>
    <w:rsid w:val="00D67C6D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379C"/>
    <w:rsid w:val="00E34020"/>
    <w:rsid w:val="00E3479A"/>
    <w:rsid w:val="00E35309"/>
    <w:rsid w:val="00E6313B"/>
    <w:rsid w:val="00E66783"/>
    <w:rsid w:val="00E76C0B"/>
    <w:rsid w:val="00E76D9B"/>
    <w:rsid w:val="00E77789"/>
    <w:rsid w:val="00E80515"/>
    <w:rsid w:val="00E86760"/>
    <w:rsid w:val="00E954AC"/>
    <w:rsid w:val="00EA2954"/>
    <w:rsid w:val="00EB511E"/>
    <w:rsid w:val="00EB632F"/>
    <w:rsid w:val="00EC0753"/>
    <w:rsid w:val="00EC1396"/>
    <w:rsid w:val="00EE123F"/>
    <w:rsid w:val="00EF15B4"/>
    <w:rsid w:val="00EF2C37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62ADE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BEB452"/>
  <w15:docId w15:val="{FD6D4636-163D-40DB-9E0D-43036099B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A19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AA19FF"/>
    <w:rPr>
      <w:b/>
      <w:bCs/>
    </w:rPr>
  </w:style>
  <w:style w:type="paragraph" w:styleId="berarbeitung">
    <w:name w:val="Revision"/>
    <w:hidden/>
    <w:uiPriority w:val="99"/>
    <w:semiHidden/>
    <w:rsid w:val="002908EE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7009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9269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4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3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451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3292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13</cp:revision>
  <cp:lastPrinted>2007-09-03T14:44:00Z</cp:lastPrinted>
  <dcterms:created xsi:type="dcterms:W3CDTF">2025-02-17T13:07:00Z</dcterms:created>
  <dcterms:modified xsi:type="dcterms:W3CDTF">2025-02-26T14:37:00Z</dcterms:modified>
</cp:coreProperties>
</file>