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BB2BA1" w14:textId="50EC9B05" w:rsidR="005E1468" w:rsidRDefault="00E11EA6" w:rsidP="005E1468">
      <w:pPr>
        <w:pStyle w:val="berschrift2"/>
      </w:pPr>
      <w:r>
        <w:t xml:space="preserve">Ein </w:t>
      </w:r>
      <w:r w:rsidR="00A561F9">
        <w:t>Klettergerüst</w:t>
      </w:r>
      <w:r>
        <w:t xml:space="preserve"> zum </w:t>
      </w:r>
      <w:r w:rsidR="006633B3">
        <w:t>Jubiläum</w:t>
      </w:r>
      <w:r w:rsidR="00F6067C">
        <w:t xml:space="preserve"> </w:t>
      </w:r>
    </w:p>
    <w:p w14:paraId="5785A371" w14:textId="5C72E17F" w:rsidR="00A82224" w:rsidRDefault="00E11EA6" w:rsidP="00A82224">
      <w:pPr>
        <w:pStyle w:val="berschrift1"/>
      </w:pPr>
      <w:r>
        <w:t xml:space="preserve">Die </w:t>
      </w:r>
      <w:r w:rsidR="00240574">
        <w:t xml:space="preserve">CJD </w:t>
      </w:r>
      <w:r>
        <w:t>K</w:t>
      </w:r>
      <w:r w:rsidR="00240574">
        <w:t>i</w:t>
      </w:r>
      <w:r>
        <w:t>T</w:t>
      </w:r>
      <w:r w:rsidR="00240574">
        <w:t>a</w:t>
      </w:r>
      <w:r>
        <w:t xml:space="preserve"> </w:t>
      </w:r>
      <w:r w:rsidR="0033732F">
        <w:t>SIEGENIA-Kids</w:t>
      </w:r>
      <w:r w:rsidR="00240574">
        <w:t xml:space="preserve"> </w:t>
      </w:r>
      <w:r w:rsidR="00B46CBE">
        <w:t>feiert</w:t>
      </w:r>
      <w:r>
        <w:t xml:space="preserve"> </w:t>
      </w:r>
      <w:r w:rsidR="00B46CBE">
        <w:t>ihren 10. Geburtstag</w:t>
      </w:r>
    </w:p>
    <w:p w14:paraId="3CDC0BE1" w14:textId="77777777" w:rsidR="005E1468" w:rsidRPr="00B55070" w:rsidRDefault="005E1468" w:rsidP="005E1468"/>
    <w:p w14:paraId="27652A8F" w14:textId="278C683D" w:rsidR="00117387" w:rsidRDefault="00E11EA6" w:rsidP="00491F2F">
      <w:r>
        <w:t xml:space="preserve">Da freuten sich nicht nur die </w:t>
      </w:r>
      <w:r w:rsidR="0033732F">
        <w:t>SIEGENIA-Kids</w:t>
      </w:r>
      <w:r>
        <w:t xml:space="preserve">: </w:t>
      </w:r>
      <w:r w:rsidR="006F5132">
        <w:t xml:space="preserve">Bei schönstem Sonnenschein </w:t>
      </w:r>
      <w:r w:rsidR="00801F22">
        <w:t xml:space="preserve">feierte die </w:t>
      </w:r>
      <w:r w:rsidR="00240574">
        <w:t xml:space="preserve">CJD </w:t>
      </w:r>
      <w:r w:rsidR="00801F22">
        <w:t>K</w:t>
      </w:r>
      <w:r w:rsidR="00240574">
        <w:t>iTa</w:t>
      </w:r>
      <w:r w:rsidR="00801F22">
        <w:t xml:space="preserve"> </w:t>
      </w:r>
      <w:r w:rsidR="0033732F">
        <w:t>SIEGENIA-Kids</w:t>
      </w:r>
      <w:r w:rsidR="00240574">
        <w:t xml:space="preserve"> </w:t>
      </w:r>
      <w:r w:rsidR="006F5132">
        <w:t xml:space="preserve">am 7. September </w:t>
      </w:r>
      <w:r w:rsidR="00801F22">
        <w:t xml:space="preserve">ihr </w:t>
      </w:r>
      <w:r w:rsidR="00240574">
        <w:t>10</w:t>
      </w:r>
      <w:r w:rsidR="00801F22">
        <w:t xml:space="preserve">-jähriges Bestehen. </w:t>
      </w:r>
      <w:r w:rsidR="00DD1864">
        <w:t xml:space="preserve">Neben den 15 Kindergartenkindern mit ihren Eltern und Geschwistern waren </w:t>
      </w:r>
      <w:r w:rsidR="00240574">
        <w:t xml:space="preserve">Vertreter des Kooperationspartners CJD </w:t>
      </w:r>
      <w:r w:rsidR="006F5132">
        <w:t xml:space="preserve">sowie zahlreiche Gäste zu einem </w:t>
      </w:r>
      <w:r w:rsidR="00861A0F">
        <w:t>bunten</w:t>
      </w:r>
      <w:r w:rsidR="006F5132">
        <w:t xml:space="preserve"> Fest für Groß und Klein </w:t>
      </w:r>
      <w:r w:rsidR="006633B3">
        <w:t xml:space="preserve">nach </w:t>
      </w:r>
      <w:r w:rsidR="00AC04E9">
        <w:t>Wilnsdorf-</w:t>
      </w:r>
      <w:r w:rsidR="006633B3">
        <w:t>Niederdielfen gekommen</w:t>
      </w:r>
      <w:r w:rsidR="0008182D">
        <w:t>.</w:t>
      </w:r>
      <w:r w:rsidR="00DD1864">
        <w:t xml:space="preserve"> Sie nutzten die Gelegenheit, sich ein persönliches Bild von </w:t>
      </w:r>
      <w:r w:rsidR="00DC59AA">
        <w:t>de</w:t>
      </w:r>
      <w:r w:rsidR="006F5132">
        <w:t>n</w:t>
      </w:r>
      <w:r w:rsidR="00DC59AA">
        <w:t xml:space="preserve"> umfangreichen </w:t>
      </w:r>
      <w:r w:rsidR="006F5132">
        <w:t xml:space="preserve">Möglichkeiten </w:t>
      </w:r>
      <w:r w:rsidR="00DC59AA">
        <w:t>zu machen, mit de</w:t>
      </w:r>
      <w:r w:rsidR="006F5132">
        <w:t xml:space="preserve">nen die KiTa </w:t>
      </w:r>
      <w:r w:rsidR="00DC59AA">
        <w:t xml:space="preserve">die Entwicklung </w:t>
      </w:r>
      <w:r w:rsidR="0078049F">
        <w:t>von</w:t>
      </w:r>
      <w:r w:rsidR="00DC59AA">
        <w:t xml:space="preserve"> </w:t>
      </w:r>
      <w:r w:rsidR="006633B3">
        <w:t>Mitarbeiterkinder</w:t>
      </w:r>
      <w:r w:rsidR="0078049F">
        <w:t>n</w:t>
      </w:r>
      <w:r w:rsidR="00DC59AA">
        <w:t xml:space="preserve"> fördert. </w:t>
      </w:r>
    </w:p>
    <w:p w14:paraId="033ADA8A" w14:textId="77777777" w:rsidR="00117387" w:rsidRDefault="00117387" w:rsidP="00491F2F"/>
    <w:p w14:paraId="392EDD37" w14:textId="3509F638" w:rsidR="007D7172" w:rsidRDefault="0008182D" w:rsidP="00491F2F">
      <w:r>
        <w:t xml:space="preserve">In seiner </w:t>
      </w:r>
      <w:r w:rsidR="00131DB4">
        <w:t>Begrüßungsa</w:t>
      </w:r>
      <w:r>
        <w:t>nsprache betonte</w:t>
      </w:r>
      <w:r w:rsidR="00DC59AA">
        <w:t xml:space="preserve"> Wieland Frank</w:t>
      </w:r>
      <w:r>
        <w:t xml:space="preserve">, </w:t>
      </w:r>
      <w:r w:rsidR="00DC59AA">
        <w:t>Geschäftsführende</w:t>
      </w:r>
      <w:r>
        <w:t>r</w:t>
      </w:r>
      <w:r w:rsidR="00DC59AA">
        <w:t xml:space="preserve"> Gesellschafter von </w:t>
      </w:r>
      <w:r>
        <w:t>SIEGENIA,</w:t>
      </w:r>
      <w:r w:rsidR="004507A2">
        <w:t xml:space="preserve"> welch hohen Stellenwert </w:t>
      </w:r>
      <w:r w:rsidR="00865FE3" w:rsidRPr="00AD0CC7">
        <w:t>die K</w:t>
      </w:r>
      <w:r w:rsidR="006F5132">
        <w:t>iTa</w:t>
      </w:r>
      <w:r w:rsidR="00865FE3" w:rsidRPr="00AD0CC7">
        <w:t xml:space="preserve"> </w:t>
      </w:r>
      <w:r w:rsidR="006F5132">
        <w:t xml:space="preserve">für die Mitarbeitenden </w:t>
      </w:r>
      <w:r w:rsidR="00861A0F">
        <w:t xml:space="preserve">von SIEGENIA und </w:t>
      </w:r>
      <w:r w:rsidR="006F5132">
        <w:t xml:space="preserve">die </w:t>
      </w:r>
      <w:r w:rsidR="00865FE3" w:rsidRPr="00AD0CC7">
        <w:t>Vereinbarkeit von Familie und Beruf hat</w:t>
      </w:r>
      <w:r w:rsidR="00ED1CFB">
        <w:t xml:space="preserve">. Strahlende Kinderaugen gab es wenige Momente später: </w:t>
      </w:r>
      <w:r w:rsidR="00ED1CFB" w:rsidRPr="007F732D">
        <w:t xml:space="preserve">Als </w:t>
      </w:r>
      <w:r w:rsidR="0078049F" w:rsidRPr="007F732D">
        <w:t>„</w:t>
      </w:r>
      <w:r w:rsidR="00ED1CFB" w:rsidRPr="007F732D">
        <w:t>Geburtstagsgeschenk</w:t>
      </w:r>
      <w:r w:rsidR="0078049F" w:rsidRPr="007F732D">
        <w:t>“</w:t>
      </w:r>
      <w:r w:rsidR="00ED1CFB" w:rsidRPr="007F732D">
        <w:t xml:space="preserve"> </w:t>
      </w:r>
      <w:r w:rsidR="00A561F9" w:rsidRPr="007F732D">
        <w:t>weihte</w:t>
      </w:r>
      <w:r w:rsidR="00ED1CFB" w:rsidRPr="007F732D">
        <w:t xml:space="preserve"> </w:t>
      </w:r>
      <w:r w:rsidRPr="007F732D">
        <w:t>er</w:t>
      </w:r>
      <w:r w:rsidR="00ED1CFB" w:rsidRPr="007F732D">
        <w:t xml:space="preserve"> </w:t>
      </w:r>
      <w:r w:rsidR="00A561F9" w:rsidRPr="007F732D">
        <w:t>mit ihnen ein neues Klettergerüst ein</w:t>
      </w:r>
      <w:r w:rsidR="00ED1CFB" w:rsidRPr="007F732D">
        <w:t xml:space="preserve">. </w:t>
      </w:r>
      <w:r w:rsidR="00861A0F" w:rsidRPr="007F732D">
        <w:t>Sabrina Stein</w:t>
      </w:r>
      <w:r w:rsidRPr="007F732D">
        <w:t>, Leiterin des Kindergartens,</w:t>
      </w:r>
      <w:r w:rsidR="00ED1CFB" w:rsidRPr="007F732D">
        <w:t xml:space="preserve"> berichtet: „</w:t>
      </w:r>
      <w:r w:rsidR="00117387" w:rsidRPr="007F732D">
        <w:t xml:space="preserve">Sich in ihren körperlichen Fähigkeiten auszuprobieren, bereitet den </w:t>
      </w:r>
      <w:r w:rsidR="00ED1CFB" w:rsidRPr="007F732D">
        <w:t>Kinder</w:t>
      </w:r>
      <w:r w:rsidR="00117387" w:rsidRPr="007F732D">
        <w:t>n große Freude</w:t>
      </w:r>
      <w:r w:rsidR="007D7172" w:rsidRPr="007F732D">
        <w:t xml:space="preserve">. </w:t>
      </w:r>
      <w:r w:rsidR="003A1C7E" w:rsidRPr="007F732D">
        <w:t xml:space="preserve">Vor allem </w:t>
      </w:r>
      <w:r w:rsidR="00117387" w:rsidRPr="007F732D">
        <w:t xml:space="preserve">Klettern macht ihnen </w:t>
      </w:r>
      <w:r w:rsidR="003A1C7E" w:rsidRPr="007F732D">
        <w:t>Riesens</w:t>
      </w:r>
      <w:r w:rsidR="00117387" w:rsidRPr="007F732D">
        <w:t xml:space="preserve">paß. </w:t>
      </w:r>
      <w:r w:rsidR="0072464F" w:rsidRPr="007F732D">
        <w:t xml:space="preserve">Über dieses großzügige Geschenk freuen wir </w:t>
      </w:r>
      <w:r w:rsidR="007F732D" w:rsidRPr="007F732D">
        <w:t xml:space="preserve">uns </w:t>
      </w:r>
      <w:r w:rsidR="003A1C7E" w:rsidRPr="007F732D">
        <w:t xml:space="preserve">deshalb </w:t>
      </w:r>
      <w:r w:rsidR="0072464F" w:rsidRPr="007F732D">
        <w:t>sehr!</w:t>
      </w:r>
      <w:r w:rsidR="00ED1CFB" w:rsidRPr="007F732D">
        <w:t>“</w:t>
      </w:r>
      <w:r w:rsidR="00421266">
        <w:t xml:space="preserve"> </w:t>
      </w:r>
    </w:p>
    <w:p w14:paraId="1485E961" w14:textId="77777777" w:rsidR="006F5132" w:rsidRDefault="006F5132" w:rsidP="00B46CBE">
      <w:pPr>
        <w:rPr>
          <w:rFonts w:cs="Arial"/>
          <w:szCs w:val="20"/>
        </w:rPr>
      </w:pPr>
    </w:p>
    <w:p w14:paraId="7D610A77" w14:textId="00F7FFE1" w:rsidR="00131DB4" w:rsidRDefault="00861A0F" w:rsidP="00B46CBE">
      <w:pPr>
        <w:rPr>
          <w:rFonts w:cs="Arial"/>
          <w:szCs w:val="20"/>
        </w:rPr>
      </w:pPr>
      <w:r>
        <w:rPr>
          <w:rFonts w:cs="Arial"/>
          <w:szCs w:val="20"/>
        </w:rPr>
        <w:t>Im Anschluss an</w:t>
      </w:r>
      <w:r w:rsidR="00131DB4">
        <w:rPr>
          <w:rFonts w:cs="Arial"/>
          <w:szCs w:val="20"/>
        </w:rPr>
        <w:t xml:space="preserve"> eine</w:t>
      </w:r>
      <w:r>
        <w:rPr>
          <w:rFonts w:cs="Arial"/>
          <w:szCs w:val="20"/>
        </w:rPr>
        <w:t>n</w:t>
      </w:r>
      <w:r w:rsidR="00131DB4">
        <w:rPr>
          <w:rFonts w:cs="Arial"/>
          <w:szCs w:val="20"/>
        </w:rPr>
        <w:t xml:space="preserve"> Kurzgottesdienst hieß es</w:t>
      </w:r>
      <w:r>
        <w:rPr>
          <w:rFonts w:cs="Arial"/>
          <w:szCs w:val="20"/>
        </w:rPr>
        <w:t xml:space="preserve"> dann</w:t>
      </w:r>
      <w:r w:rsidR="00131DB4">
        <w:rPr>
          <w:rFonts w:cs="Arial"/>
          <w:szCs w:val="20"/>
        </w:rPr>
        <w:t xml:space="preserve"> „Vorhang auf</w:t>
      </w:r>
      <w:r w:rsidR="00B46CBE" w:rsidRPr="00B46CBE">
        <w:rPr>
          <w:rFonts w:cs="Arial"/>
          <w:szCs w:val="20"/>
        </w:rPr>
        <w:t xml:space="preserve"> für die </w:t>
      </w:r>
      <w:r w:rsidR="0033732F">
        <w:rPr>
          <w:rFonts w:cs="Arial"/>
          <w:szCs w:val="20"/>
        </w:rPr>
        <w:t>SIEGENIA-Kids</w:t>
      </w:r>
      <w:r w:rsidR="00131DB4">
        <w:rPr>
          <w:rFonts w:cs="Arial"/>
          <w:szCs w:val="20"/>
        </w:rPr>
        <w:t>“</w:t>
      </w:r>
      <w:r w:rsidR="00B46CBE" w:rsidRPr="00B46CBE">
        <w:rPr>
          <w:rFonts w:cs="Arial"/>
          <w:szCs w:val="20"/>
        </w:rPr>
        <w:t xml:space="preserve">: </w:t>
      </w:r>
      <w:r w:rsidR="00131DB4">
        <w:rPr>
          <w:rFonts w:cs="Arial"/>
          <w:szCs w:val="20"/>
        </w:rPr>
        <w:t xml:space="preserve">Nach zahlreichen Proben </w:t>
      </w:r>
      <w:r w:rsidR="00734302">
        <w:rPr>
          <w:rFonts w:cs="Arial"/>
          <w:szCs w:val="20"/>
        </w:rPr>
        <w:t xml:space="preserve">hinter verschlossenen Türen </w:t>
      </w:r>
      <w:r w:rsidR="00131DB4">
        <w:rPr>
          <w:rFonts w:cs="Arial"/>
          <w:szCs w:val="20"/>
        </w:rPr>
        <w:t>und ein</w:t>
      </w:r>
      <w:r w:rsidR="007F732D">
        <w:rPr>
          <w:rFonts w:cs="Arial"/>
          <w:szCs w:val="20"/>
        </w:rPr>
        <w:t>igen</w:t>
      </w:r>
      <w:r w:rsidR="00131DB4">
        <w:rPr>
          <w:rFonts w:cs="Arial"/>
          <w:szCs w:val="20"/>
        </w:rPr>
        <w:t xml:space="preserve"> Tag</w:t>
      </w:r>
      <w:r w:rsidR="007F732D">
        <w:rPr>
          <w:rFonts w:cs="Arial"/>
          <w:szCs w:val="20"/>
        </w:rPr>
        <w:t>en</w:t>
      </w:r>
      <w:r w:rsidR="00131DB4">
        <w:rPr>
          <w:rFonts w:cs="Arial"/>
          <w:szCs w:val="20"/>
        </w:rPr>
        <w:t xml:space="preserve"> mit dem Filmteam aus dem SIEGENIA Marketing überraschten sie ihre Eltern voller Stolz mit einem Video, in dem sie </w:t>
      </w:r>
      <w:r w:rsidR="007F732D">
        <w:rPr>
          <w:rFonts w:cs="Arial"/>
          <w:szCs w:val="20"/>
        </w:rPr>
        <w:t xml:space="preserve">Rolf Zuckowskis </w:t>
      </w:r>
      <w:r w:rsidR="00131DB4">
        <w:rPr>
          <w:rFonts w:cs="Arial"/>
          <w:szCs w:val="20"/>
        </w:rPr>
        <w:t xml:space="preserve">„Vogelhochzeit“ </w:t>
      </w:r>
      <w:r w:rsidR="007F732D">
        <w:rPr>
          <w:rFonts w:cs="Arial"/>
          <w:szCs w:val="20"/>
        </w:rPr>
        <w:t>präsentierten</w:t>
      </w:r>
      <w:r w:rsidR="00131DB4">
        <w:rPr>
          <w:rFonts w:cs="Arial"/>
          <w:szCs w:val="20"/>
        </w:rPr>
        <w:t xml:space="preserve">. </w:t>
      </w:r>
      <w:r w:rsidR="00734302">
        <w:rPr>
          <w:rFonts w:cs="Arial"/>
          <w:szCs w:val="20"/>
        </w:rPr>
        <w:t xml:space="preserve">Mit Gegrilltem, Gemüsesticks und Pommes sowie Flammkuchen aus dem </w:t>
      </w:r>
      <w:r w:rsidR="00AC04E9">
        <w:rPr>
          <w:rFonts w:cs="Arial"/>
          <w:szCs w:val="20"/>
        </w:rPr>
        <w:t>m</w:t>
      </w:r>
      <w:r w:rsidR="00734302">
        <w:rPr>
          <w:rFonts w:cs="Arial"/>
          <w:szCs w:val="20"/>
        </w:rPr>
        <w:t>obilen Backes</w:t>
      </w:r>
      <w:r w:rsidR="007F732D">
        <w:rPr>
          <w:rFonts w:cs="Arial"/>
          <w:szCs w:val="20"/>
        </w:rPr>
        <w:t xml:space="preserve"> des Heimatvereins Niederdielfen e. V.</w:t>
      </w:r>
      <w:r w:rsidR="00734302">
        <w:rPr>
          <w:rFonts w:cs="Arial"/>
          <w:szCs w:val="20"/>
        </w:rPr>
        <w:t xml:space="preserve"> stärkten sich die Festgäste für das abwechslungsreiche Programm am Nachmittag</w:t>
      </w:r>
      <w:r>
        <w:rPr>
          <w:rFonts w:cs="Arial"/>
          <w:szCs w:val="20"/>
        </w:rPr>
        <w:t xml:space="preserve">. Zu den </w:t>
      </w:r>
      <w:r w:rsidR="00734302">
        <w:rPr>
          <w:rFonts w:cs="Arial"/>
          <w:szCs w:val="20"/>
        </w:rPr>
        <w:t xml:space="preserve">Höhepunkten </w:t>
      </w:r>
      <w:r>
        <w:rPr>
          <w:rFonts w:cs="Arial"/>
          <w:szCs w:val="20"/>
        </w:rPr>
        <w:t xml:space="preserve">zählten </w:t>
      </w:r>
      <w:r w:rsidR="00734302">
        <w:rPr>
          <w:rFonts w:cs="Arial"/>
          <w:szCs w:val="20"/>
        </w:rPr>
        <w:t>ein Zauberer, ein Kreativtisch für selbst gestaltete Armbänder, eine Schminkstation mit Glitzertattoos und eine Hüpfburg. Auch die Azubis von SIEGENIA beteiligten sich mit einer tollen Aktion: Gemeinsam mit den Kindern bauten sie Autos im 3D-Druck</w:t>
      </w:r>
      <w:r w:rsidR="007F732D">
        <w:rPr>
          <w:rFonts w:cs="Arial"/>
          <w:szCs w:val="20"/>
        </w:rPr>
        <w:t>, frästen Bleistifte und Zollstöcke</w:t>
      </w:r>
      <w:r w:rsidR="00734302">
        <w:rPr>
          <w:rFonts w:cs="Arial"/>
          <w:szCs w:val="20"/>
        </w:rPr>
        <w:t xml:space="preserve">. </w:t>
      </w:r>
    </w:p>
    <w:p w14:paraId="3DF76F51" w14:textId="5C8A1385" w:rsidR="0072464F" w:rsidRDefault="00DF333B" w:rsidP="00A41E52">
      <w:pPr>
        <w:pStyle w:val="berschrift4"/>
      </w:pPr>
      <w:r>
        <w:t>Do you speak English?</w:t>
      </w:r>
    </w:p>
    <w:p w14:paraId="57B0F7D5" w14:textId="6A6F3C55" w:rsidR="00C662D2" w:rsidRDefault="000C3C8F" w:rsidP="00491F2F">
      <w:pPr>
        <w:rPr>
          <w:rFonts w:cs="Arial"/>
          <w:szCs w:val="20"/>
        </w:rPr>
      </w:pPr>
      <w:r>
        <w:rPr>
          <w:rFonts w:cs="Arial"/>
          <w:szCs w:val="20"/>
        </w:rPr>
        <w:t>Mit</w:t>
      </w:r>
      <w:r w:rsidR="00131DB4">
        <w:rPr>
          <w:rFonts w:cs="Arial"/>
          <w:szCs w:val="20"/>
        </w:rPr>
        <w:t xml:space="preserve"> großzügigen Öffnungszeiten, die Eltern </w:t>
      </w:r>
      <w:r w:rsidR="00861A0F">
        <w:rPr>
          <w:rFonts w:cs="Arial"/>
          <w:szCs w:val="20"/>
        </w:rPr>
        <w:t xml:space="preserve">ein Höchstmaß an </w:t>
      </w:r>
      <w:r w:rsidR="00131DB4">
        <w:rPr>
          <w:rFonts w:cs="Arial"/>
          <w:szCs w:val="20"/>
        </w:rPr>
        <w:t xml:space="preserve">Flexibilität </w:t>
      </w:r>
      <w:r>
        <w:rPr>
          <w:rFonts w:cs="Arial"/>
          <w:szCs w:val="20"/>
        </w:rPr>
        <w:t>bieten</w:t>
      </w:r>
      <w:r w:rsidR="00861A0F">
        <w:rPr>
          <w:rFonts w:cs="Arial"/>
          <w:szCs w:val="20"/>
        </w:rPr>
        <w:t>,</w:t>
      </w:r>
      <w:r w:rsidR="007D7172">
        <w:rPr>
          <w:rFonts w:cs="Arial"/>
          <w:szCs w:val="20"/>
        </w:rPr>
        <w:t xml:space="preserve"> ging die </w:t>
      </w:r>
      <w:r w:rsidR="00861A0F">
        <w:rPr>
          <w:rFonts w:cs="Arial"/>
          <w:szCs w:val="20"/>
        </w:rPr>
        <w:t>KiTa</w:t>
      </w:r>
      <w:r w:rsidR="007D7172">
        <w:rPr>
          <w:rFonts w:cs="Arial"/>
          <w:szCs w:val="20"/>
        </w:rPr>
        <w:t xml:space="preserve"> </w:t>
      </w:r>
      <w:r w:rsidR="00A41E52">
        <w:rPr>
          <w:rFonts w:cs="Arial"/>
          <w:szCs w:val="20"/>
        </w:rPr>
        <w:t xml:space="preserve">2014 </w:t>
      </w:r>
      <w:r w:rsidR="007D7172">
        <w:rPr>
          <w:rFonts w:cs="Arial"/>
          <w:szCs w:val="20"/>
        </w:rPr>
        <w:t>an den Start</w:t>
      </w:r>
      <w:r w:rsidR="00394503">
        <w:rPr>
          <w:rFonts w:cs="Arial"/>
          <w:szCs w:val="20"/>
        </w:rPr>
        <w:t xml:space="preserve">. Auch die </w:t>
      </w:r>
      <w:r w:rsidR="007D7172">
        <w:rPr>
          <w:rFonts w:cs="Arial"/>
          <w:szCs w:val="20"/>
        </w:rPr>
        <w:t xml:space="preserve">Betreuungsintensität sucht </w:t>
      </w:r>
      <w:r w:rsidR="00865FE3">
        <w:rPr>
          <w:rFonts w:cs="Arial"/>
          <w:szCs w:val="20"/>
        </w:rPr>
        <w:t>i</w:t>
      </w:r>
      <w:r w:rsidR="007D7172">
        <w:rPr>
          <w:rFonts w:cs="Arial"/>
          <w:szCs w:val="20"/>
        </w:rPr>
        <w:t>hresgleichen</w:t>
      </w:r>
      <w:r w:rsidR="00861A0F">
        <w:rPr>
          <w:rFonts w:cs="Arial"/>
          <w:szCs w:val="20"/>
        </w:rPr>
        <w:t xml:space="preserve"> – das ist bis heute so</w:t>
      </w:r>
      <w:r w:rsidR="00394503">
        <w:rPr>
          <w:rFonts w:cs="Arial"/>
          <w:szCs w:val="20"/>
        </w:rPr>
        <w:t>.</w:t>
      </w:r>
      <w:r w:rsidR="007D7172">
        <w:rPr>
          <w:rFonts w:cs="Arial"/>
          <w:szCs w:val="20"/>
        </w:rPr>
        <w:t xml:space="preserve"> </w:t>
      </w:r>
      <w:r w:rsidR="00A41E52">
        <w:rPr>
          <w:rFonts w:cs="Arial"/>
          <w:szCs w:val="20"/>
        </w:rPr>
        <w:t xml:space="preserve">Neben </w:t>
      </w:r>
      <w:r w:rsidR="00DF333B">
        <w:rPr>
          <w:rFonts w:cs="Arial"/>
          <w:szCs w:val="20"/>
        </w:rPr>
        <w:t xml:space="preserve">der </w:t>
      </w:r>
      <w:r w:rsidR="00861A0F">
        <w:rPr>
          <w:rFonts w:cs="Arial"/>
          <w:szCs w:val="20"/>
        </w:rPr>
        <w:t>KiTa</w:t>
      </w:r>
      <w:r w:rsidR="00DF333B">
        <w:rPr>
          <w:rFonts w:cs="Arial"/>
          <w:szCs w:val="20"/>
        </w:rPr>
        <w:t xml:space="preserve">-Leiterin </w:t>
      </w:r>
      <w:r w:rsidR="00131DB4">
        <w:rPr>
          <w:rFonts w:cs="Arial"/>
          <w:szCs w:val="20"/>
        </w:rPr>
        <w:t>Sabrina Stein</w:t>
      </w:r>
      <w:r>
        <w:rPr>
          <w:rFonts w:cs="Arial"/>
          <w:szCs w:val="20"/>
        </w:rPr>
        <w:t>,</w:t>
      </w:r>
      <w:r w:rsidR="00A41E5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zwei</w:t>
      </w:r>
      <w:r w:rsidR="00A41E52">
        <w:rPr>
          <w:rFonts w:cs="Arial"/>
          <w:szCs w:val="20"/>
        </w:rPr>
        <w:t xml:space="preserve"> Erzieherinnen</w:t>
      </w:r>
      <w:r w:rsidR="005B6A24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einer Fachkraft sowie einer H</w:t>
      </w:r>
      <w:r w:rsidR="0033732F">
        <w:rPr>
          <w:rFonts w:cs="Arial"/>
          <w:szCs w:val="20"/>
        </w:rPr>
        <w:t>auswirtschaf</w:t>
      </w:r>
      <w:r>
        <w:rPr>
          <w:rFonts w:cs="Arial"/>
          <w:szCs w:val="20"/>
        </w:rPr>
        <w:t xml:space="preserve">skraft kümmert sich auch </w:t>
      </w:r>
      <w:r w:rsidR="005B6A24">
        <w:rPr>
          <w:rFonts w:cs="Arial"/>
          <w:szCs w:val="20"/>
        </w:rPr>
        <w:t>eine Native Speakerin</w:t>
      </w:r>
      <w:r w:rsidR="00A41E52">
        <w:rPr>
          <w:rFonts w:cs="Arial"/>
          <w:szCs w:val="20"/>
        </w:rPr>
        <w:t xml:space="preserve"> </w:t>
      </w:r>
      <w:r w:rsidR="000C410C">
        <w:rPr>
          <w:rFonts w:cs="Arial"/>
          <w:szCs w:val="20"/>
        </w:rPr>
        <w:t xml:space="preserve">um </w:t>
      </w:r>
      <w:r w:rsidR="0008182D">
        <w:rPr>
          <w:rFonts w:cs="Arial"/>
          <w:szCs w:val="20"/>
        </w:rPr>
        <w:t>den Nachwuchs</w:t>
      </w:r>
      <w:r w:rsidR="000C410C">
        <w:rPr>
          <w:rFonts w:cs="Arial"/>
          <w:szCs w:val="20"/>
        </w:rPr>
        <w:t xml:space="preserve">. </w:t>
      </w:r>
      <w:r w:rsidR="00394503">
        <w:rPr>
          <w:rFonts w:cs="Arial"/>
          <w:szCs w:val="20"/>
        </w:rPr>
        <w:t xml:space="preserve">Als </w:t>
      </w:r>
      <w:r w:rsidR="00394503">
        <w:rPr>
          <w:rFonts w:cs="Arial"/>
          <w:szCs w:val="20"/>
        </w:rPr>
        <w:lastRenderedPageBreak/>
        <w:t xml:space="preserve">internationales Unternehmen </w:t>
      </w:r>
      <w:r w:rsidR="00131DB4">
        <w:rPr>
          <w:rFonts w:cs="Arial"/>
          <w:szCs w:val="20"/>
        </w:rPr>
        <w:t>ist es</w:t>
      </w:r>
      <w:r w:rsidR="005B6A24">
        <w:rPr>
          <w:rFonts w:cs="Arial"/>
          <w:szCs w:val="20"/>
        </w:rPr>
        <w:t xml:space="preserve"> </w:t>
      </w:r>
      <w:r w:rsidR="00394503">
        <w:rPr>
          <w:rFonts w:cs="Arial"/>
          <w:szCs w:val="20"/>
        </w:rPr>
        <w:t xml:space="preserve">SIEGENIA </w:t>
      </w:r>
      <w:r w:rsidR="00131DB4">
        <w:rPr>
          <w:rFonts w:cs="Arial"/>
          <w:szCs w:val="20"/>
        </w:rPr>
        <w:t xml:space="preserve">ein Anliegen, </w:t>
      </w:r>
      <w:r w:rsidR="005B6A24">
        <w:rPr>
          <w:rFonts w:cs="Arial"/>
          <w:szCs w:val="20"/>
        </w:rPr>
        <w:t>schon im Kindergartenalter</w:t>
      </w:r>
      <w:r w:rsidR="00131DB4" w:rsidRPr="00131DB4">
        <w:rPr>
          <w:rFonts w:cs="Arial"/>
          <w:szCs w:val="20"/>
        </w:rPr>
        <w:t xml:space="preserve"> </w:t>
      </w:r>
      <w:r w:rsidR="00131DB4">
        <w:rPr>
          <w:rFonts w:cs="Arial"/>
          <w:szCs w:val="20"/>
        </w:rPr>
        <w:t>das Erlernen einer Fremdsprache zu unterstützen</w:t>
      </w:r>
      <w:r w:rsidR="00B46CBE" w:rsidRPr="00B46CBE">
        <w:rPr>
          <w:rFonts w:cs="Arial"/>
          <w:szCs w:val="20"/>
        </w:rPr>
        <w:t xml:space="preserve">: Täglich heißt es in der </w:t>
      </w:r>
      <w:r w:rsidR="00861A0F">
        <w:rPr>
          <w:rFonts w:cs="Arial"/>
          <w:szCs w:val="20"/>
        </w:rPr>
        <w:t>KiTa</w:t>
      </w:r>
      <w:r w:rsidR="00B46CBE" w:rsidRPr="00B46CBE">
        <w:rPr>
          <w:rFonts w:cs="Arial"/>
          <w:szCs w:val="20"/>
        </w:rPr>
        <w:t xml:space="preserve"> nicht nur „Guten Morgen“, sondern auch „Good Morning“. </w:t>
      </w:r>
      <w:r w:rsidR="00C662D2">
        <w:rPr>
          <w:rFonts w:cs="Arial"/>
          <w:szCs w:val="20"/>
        </w:rPr>
        <w:t xml:space="preserve">Auch auf das spielerische Heranführen der Kinder </w:t>
      </w:r>
      <w:r w:rsidR="00C662D2">
        <w:t xml:space="preserve">an die Bereiche </w:t>
      </w:r>
      <w:r w:rsidR="00C662D2" w:rsidRPr="001D540C">
        <w:t>Mathematik, Informatik, Naturwissenschaft, Technik und nachhaltige Entwicklung</w:t>
      </w:r>
      <w:r w:rsidR="00C662D2">
        <w:t xml:space="preserve"> legen KiTa und Unternehmen großen Wert. Für das umfangreiche Engagement zur Förderung von MINT-Bildung erhielt SIEGENIA-Kids kürzlich die Zertifizierung von der </w:t>
      </w:r>
      <w:r>
        <w:t>„</w:t>
      </w:r>
      <w:r w:rsidR="00C662D2">
        <w:t>Stiftung Kinder forschen</w:t>
      </w:r>
      <w:r>
        <w:t>“.</w:t>
      </w:r>
    </w:p>
    <w:p w14:paraId="58B88401" w14:textId="77777777" w:rsidR="00C662D2" w:rsidRDefault="00C662D2" w:rsidP="00491F2F">
      <w:pPr>
        <w:rPr>
          <w:rFonts w:cs="Arial"/>
          <w:szCs w:val="20"/>
        </w:rPr>
      </w:pPr>
    </w:p>
    <w:p w14:paraId="0E505A4B" w14:textId="38DF55C9" w:rsidR="0008074F" w:rsidRDefault="00C662D2" w:rsidP="00491F2F">
      <w:pPr>
        <w:rPr>
          <w:rFonts w:cs="Arial"/>
          <w:szCs w:val="20"/>
        </w:rPr>
      </w:pPr>
      <w:r>
        <w:rPr>
          <w:rFonts w:cs="Arial"/>
          <w:szCs w:val="20"/>
        </w:rPr>
        <w:t>W</w:t>
      </w:r>
      <w:r w:rsidRPr="00B46CBE">
        <w:rPr>
          <w:rFonts w:cs="Arial"/>
          <w:szCs w:val="20"/>
        </w:rPr>
        <w:t>ertvolle Entwicklungsimpulse</w:t>
      </w:r>
      <w:r>
        <w:rPr>
          <w:rFonts w:cs="Arial"/>
          <w:szCs w:val="20"/>
        </w:rPr>
        <w:t xml:space="preserve"> erhalten die KiTa-Kinder zudem durch </w:t>
      </w:r>
      <w:r w:rsidR="007C257E">
        <w:rPr>
          <w:rFonts w:cs="Arial"/>
          <w:szCs w:val="20"/>
        </w:rPr>
        <w:t>Sport, Spiel und</w:t>
      </w:r>
      <w:r w:rsidR="0008074F">
        <w:rPr>
          <w:rFonts w:cs="Arial"/>
          <w:szCs w:val="20"/>
        </w:rPr>
        <w:t xml:space="preserve"> Bewegung</w:t>
      </w:r>
      <w:r>
        <w:rPr>
          <w:rFonts w:cs="Arial"/>
          <w:szCs w:val="20"/>
        </w:rPr>
        <w:t xml:space="preserve"> sowie </w:t>
      </w:r>
      <w:r w:rsidR="00B46CBE" w:rsidRPr="00B46CBE">
        <w:rPr>
          <w:rFonts w:cs="Arial"/>
          <w:szCs w:val="20"/>
        </w:rPr>
        <w:t>eine Kooperation mit dem ortsansässigen Altenheim „Haus an der Weiß“.</w:t>
      </w:r>
      <w:r w:rsidR="00B46CBE">
        <w:rPr>
          <w:rFonts w:cs="Arial"/>
          <w:szCs w:val="20"/>
        </w:rPr>
        <w:t xml:space="preserve"> </w:t>
      </w:r>
      <w:r w:rsidR="0008182D">
        <w:rPr>
          <w:rFonts w:cs="Arial"/>
          <w:szCs w:val="20"/>
        </w:rPr>
        <w:t>Von de</w:t>
      </w:r>
      <w:r>
        <w:rPr>
          <w:rFonts w:cs="Arial"/>
          <w:szCs w:val="20"/>
        </w:rPr>
        <w:t>m umfassenden Angebot</w:t>
      </w:r>
      <w:r w:rsidR="0008182D">
        <w:rPr>
          <w:rFonts w:cs="Arial"/>
          <w:szCs w:val="20"/>
        </w:rPr>
        <w:t xml:space="preserve"> der </w:t>
      </w:r>
      <w:r w:rsidR="00861A0F">
        <w:rPr>
          <w:rFonts w:cs="Arial"/>
          <w:szCs w:val="20"/>
        </w:rPr>
        <w:t>KiTa</w:t>
      </w:r>
      <w:r w:rsidR="0008182D">
        <w:rPr>
          <w:rFonts w:cs="Arial"/>
          <w:szCs w:val="20"/>
        </w:rPr>
        <w:t xml:space="preserve"> sind Eltern und Kinder gleichermaßen begeistert: </w:t>
      </w:r>
      <w:r w:rsidR="007C257E">
        <w:rPr>
          <w:rFonts w:cs="Arial"/>
          <w:szCs w:val="20"/>
        </w:rPr>
        <w:t>„</w:t>
      </w:r>
      <w:r w:rsidR="000468F5">
        <w:rPr>
          <w:rFonts w:cs="Arial"/>
          <w:szCs w:val="20"/>
        </w:rPr>
        <w:t xml:space="preserve">Bei uns geht es </w:t>
      </w:r>
      <w:r>
        <w:rPr>
          <w:rFonts w:cs="Arial"/>
          <w:szCs w:val="20"/>
        </w:rPr>
        <w:t>sehr</w:t>
      </w:r>
      <w:r w:rsidR="000468F5">
        <w:rPr>
          <w:rFonts w:cs="Arial"/>
          <w:szCs w:val="20"/>
        </w:rPr>
        <w:t xml:space="preserve"> familiär zu</w:t>
      </w:r>
      <w:r>
        <w:rPr>
          <w:rFonts w:cs="Arial"/>
          <w:szCs w:val="20"/>
        </w:rPr>
        <w:t xml:space="preserve">. Die Größe unseres </w:t>
      </w:r>
      <w:r w:rsidR="0008182D">
        <w:rPr>
          <w:rFonts w:cs="Arial"/>
          <w:szCs w:val="20"/>
        </w:rPr>
        <w:t xml:space="preserve">Teams </w:t>
      </w:r>
      <w:r>
        <w:rPr>
          <w:rFonts w:cs="Arial"/>
          <w:szCs w:val="20"/>
        </w:rPr>
        <w:t xml:space="preserve">erlaubt uns, </w:t>
      </w:r>
      <w:r w:rsidR="000468F5">
        <w:rPr>
          <w:rFonts w:cs="Arial"/>
          <w:szCs w:val="20"/>
        </w:rPr>
        <w:t>individuell auf jedes Kind ein</w:t>
      </w:r>
      <w:r>
        <w:rPr>
          <w:rFonts w:cs="Arial"/>
          <w:szCs w:val="20"/>
        </w:rPr>
        <w:t>zu</w:t>
      </w:r>
      <w:r w:rsidR="000468F5">
        <w:rPr>
          <w:rFonts w:cs="Arial"/>
          <w:szCs w:val="20"/>
        </w:rPr>
        <w:t xml:space="preserve">gehen. </w:t>
      </w:r>
      <w:r w:rsidR="000C3C8F">
        <w:rPr>
          <w:rFonts w:cs="Arial"/>
          <w:szCs w:val="20"/>
        </w:rPr>
        <w:t>Bei</w:t>
      </w:r>
      <w:r w:rsidR="00B46CBE" w:rsidRPr="00B46CBE">
        <w:rPr>
          <w:rFonts w:cs="Arial"/>
          <w:szCs w:val="20"/>
        </w:rPr>
        <w:t xml:space="preserve"> gemeinsame</w:t>
      </w:r>
      <w:r w:rsidR="000C3C8F">
        <w:rPr>
          <w:rFonts w:cs="Arial"/>
          <w:szCs w:val="20"/>
        </w:rPr>
        <w:t>n Veranstaltungen</w:t>
      </w:r>
      <w:r w:rsidR="00B46CBE" w:rsidRPr="00B46CBE">
        <w:rPr>
          <w:rFonts w:cs="Arial"/>
          <w:szCs w:val="20"/>
        </w:rPr>
        <w:t xml:space="preserve"> sorgen wir zudem dafür, dass auch die Eltern </w:t>
      </w:r>
      <w:r>
        <w:rPr>
          <w:rFonts w:cs="Arial"/>
          <w:szCs w:val="20"/>
        </w:rPr>
        <w:t xml:space="preserve">ein Gefühl von </w:t>
      </w:r>
      <w:r w:rsidR="00B46CBE" w:rsidRPr="00B46CBE">
        <w:rPr>
          <w:rFonts w:cs="Arial"/>
          <w:szCs w:val="20"/>
        </w:rPr>
        <w:t xml:space="preserve">Zugehörigkeit und Zusammenhalt entwickeln. </w:t>
      </w:r>
      <w:r w:rsidR="00D36F70">
        <w:rPr>
          <w:rFonts w:cs="Arial"/>
          <w:szCs w:val="20"/>
        </w:rPr>
        <w:t>A</w:t>
      </w:r>
      <w:r w:rsidR="000468F5">
        <w:rPr>
          <w:rFonts w:cs="Arial"/>
          <w:szCs w:val="20"/>
        </w:rPr>
        <w:t xml:space="preserve">uf die </w:t>
      </w:r>
      <w:r w:rsidR="00D36F70">
        <w:rPr>
          <w:rFonts w:cs="Arial"/>
          <w:szCs w:val="20"/>
        </w:rPr>
        <w:t>nächsten</w:t>
      </w:r>
      <w:r w:rsidR="000468F5">
        <w:rPr>
          <w:rFonts w:cs="Arial"/>
          <w:szCs w:val="20"/>
        </w:rPr>
        <w:t xml:space="preserve"> </w:t>
      </w:r>
      <w:r w:rsidR="00B46CBE">
        <w:rPr>
          <w:rFonts w:cs="Arial"/>
          <w:szCs w:val="20"/>
        </w:rPr>
        <w:t>zehn</w:t>
      </w:r>
      <w:r w:rsidR="000468F5">
        <w:rPr>
          <w:rFonts w:cs="Arial"/>
          <w:szCs w:val="20"/>
        </w:rPr>
        <w:t xml:space="preserve"> Jahre</w:t>
      </w:r>
      <w:r w:rsidR="00D36F70">
        <w:rPr>
          <w:rFonts w:cs="Arial"/>
          <w:szCs w:val="20"/>
        </w:rPr>
        <w:t xml:space="preserve"> freuen wir uns sehr</w:t>
      </w:r>
      <w:r w:rsidR="000468F5">
        <w:rPr>
          <w:rFonts w:cs="Arial"/>
          <w:szCs w:val="20"/>
        </w:rPr>
        <w:t>!“</w:t>
      </w:r>
      <w:r w:rsidR="00865FE3">
        <w:rPr>
          <w:rFonts w:cs="Arial"/>
          <w:szCs w:val="20"/>
        </w:rPr>
        <w:t xml:space="preserve">, so </w:t>
      </w:r>
      <w:r w:rsidR="00131DB4">
        <w:rPr>
          <w:rFonts w:cs="Arial"/>
          <w:szCs w:val="20"/>
        </w:rPr>
        <w:t>Sabrina Stein</w:t>
      </w:r>
      <w:r w:rsidR="00865FE3">
        <w:rPr>
          <w:rFonts w:cs="Arial"/>
          <w:szCs w:val="20"/>
        </w:rPr>
        <w:t xml:space="preserve">. </w:t>
      </w:r>
      <w:r w:rsidR="000468F5">
        <w:rPr>
          <w:rFonts w:cs="Arial"/>
          <w:szCs w:val="20"/>
        </w:rPr>
        <w:t xml:space="preserve"> </w:t>
      </w:r>
    </w:p>
    <w:p w14:paraId="32FDB989" w14:textId="0657174A" w:rsidR="000468F5" w:rsidRDefault="000468F5" w:rsidP="00491F2F">
      <w:pPr>
        <w:rPr>
          <w:rFonts w:cs="Arial"/>
          <w:szCs w:val="20"/>
        </w:rPr>
      </w:pPr>
    </w:p>
    <w:p w14:paraId="258E76A7" w14:textId="77777777" w:rsidR="00B46CBE" w:rsidRPr="00B46CBE" w:rsidRDefault="00B46CBE" w:rsidP="00B46CBE">
      <w:pPr>
        <w:rPr>
          <w:rFonts w:cs="Arial"/>
          <w:szCs w:val="20"/>
        </w:rPr>
      </w:pPr>
    </w:p>
    <w:p w14:paraId="4249F623" w14:textId="71322D5D" w:rsidR="005F3D5F" w:rsidRDefault="005F3D5F" w:rsidP="005E1468"/>
    <w:p w14:paraId="1319A44D" w14:textId="41157F35" w:rsidR="00865FE3" w:rsidRDefault="00865FE3" w:rsidP="005E1468"/>
    <w:p w14:paraId="70BDE15A" w14:textId="77777777" w:rsidR="00865FE3" w:rsidRDefault="00865FE3" w:rsidP="005E1468"/>
    <w:p w14:paraId="49EA3C67" w14:textId="77777777" w:rsidR="00F57756" w:rsidRDefault="00F57756" w:rsidP="005E1468"/>
    <w:p w14:paraId="516CFD6D" w14:textId="77777777" w:rsidR="00F57756" w:rsidRDefault="00F57756" w:rsidP="005E1468"/>
    <w:p w14:paraId="10E951CB" w14:textId="77777777" w:rsidR="00F57756" w:rsidRDefault="00F57756" w:rsidP="005E1468"/>
    <w:p w14:paraId="62CEA382" w14:textId="77777777" w:rsidR="00F57756" w:rsidRDefault="00F57756" w:rsidP="005E1468"/>
    <w:p w14:paraId="36AD03BF" w14:textId="77777777" w:rsidR="0033732F" w:rsidRDefault="0033732F" w:rsidP="005E1468"/>
    <w:p w14:paraId="411BC09F" w14:textId="77777777" w:rsidR="0033732F" w:rsidRDefault="0033732F" w:rsidP="005E1468"/>
    <w:p w14:paraId="6B525962" w14:textId="77777777" w:rsidR="0033732F" w:rsidRDefault="0033732F" w:rsidP="005E1468"/>
    <w:p w14:paraId="78785E8F" w14:textId="77777777" w:rsidR="0033732F" w:rsidRDefault="0033732F" w:rsidP="005E1468"/>
    <w:p w14:paraId="56F75C01" w14:textId="77777777" w:rsidR="00F57756" w:rsidRDefault="00F57756" w:rsidP="005E1468"/>
    <w:p w14:paraId="2A747535" w14:textId="77777777" w:rsidR="005E1468" w:rsidRDefault="005E1468" w:rsidP="005A7C57">
      <w:pPr>
        <w:pStyle w:val="berschrift4"/>
      </w:pPr>
      <w:r>
        <w:t>Bildunterschriften</w:t>
      </w:r>
    </w:p>
    <w:p w14:paraId="50C13996" w14:textId="77777777" w:rsidR="002A7F37" w:rsidRDefault="002A7F37" w:rsidP="002A7F37">
      <w:r>
        <w:t>Bildquelle: SIEGENIA</w:t>
      </w:r>
    </w:p>
    <w:p w14:paraId="1FCB0656" w14:textId="77777777" w:rsidR="002A7F37" w:rsidRPr="002A7F37" w:rsidRDefault="002A7F37" w:rsidP="002A7F37"/>
    <w:p w14:paraId="575A9F64" w14:textId="784A171C" w:rsidR="00865FE3" w:rsidRPr="00D129AE" w:rsidRDefault="00865FE3" w:rsidP="00865FE3">
      <w:pPr>
        <w:rPr>
          <w:bCs/>
          <w:i/>
        </w:rPr>
      </w:pPr>
      <w:r w:rsidRPr="00D129AE">
        <w:rPr>
          <w:bCs/>
          <w:i/>
        </w:rPr>
        <w:t xml:space="preserve">Motiv I: </w:t>
      </w:r>
      <w:r w:rsidR="00F57756" w:rsidRPr="00F57756">
        <w:rPr>
          <w:bCs/>
          <w:i/>
        </w:rPr>
        <w:t xml:space="preserve">SIE_10 Jahre </w:t>
      </w:r>
      <w:r w:rsidR="0033732F">
        <w:rPr>
          <w:bCs/>
          <w:i/>
        </w:rPr>
        <w:t>SIEGENIA-Kids</w:t>
      </w:r>
      <w:r w:rsidR="00F57756" w:rsidRPr="00F57756">
        <w:rPr>
          <w:bCs/>
          <w:i/>
        </w:rPr>
        <w:t>_Motiv</w:t>
      </w:r>
      <w:r w:rsidRPr="00D129AE">
        <w:rPr>
          <w:bCs/>
          <w:i/>
        </w:rPr>
        <w:t xml:space="preserve">.jpg </w:t>
      </w:r>
    </w:p>
    <w:p w14:paraId="4AA19412" w14:textId="79C1AE0F" w:rsidR="00865FE3" w:rsidRPr="00D129AE" w:rsidRDefault="00865FE3" w:rsidP="00865FE3">
      <w:r>
        <w:t xml:space="preserve">Da freuten sich nicht nur die SIEGENIA-Kids: Am vergangenen Samstag feierte die </w:t>
      </w:r>
      <w:r w:rsidR="00F57756">
        <w:t xml:space="preserve">CJD KiTa </w:t>
      </w:r>
      <w:r w:rsidR="0033732F">
        <w:t>SIEGENIA-</w:t>
      </w:r>
      <w:r w:rsidR="00F57756">
        <w:t>Kids</w:t>
      </w:r>
      <w:r>
        <w:t xml:space="preserve"> ihr </w:t>
      </w:r>
      <w:r w:rsidR="009D5ECD">
        <w:t>10</w:t>
      </w:r>
      <w:r>
        <w:t>-jähriges Bestehen.</w:t>
      </w:r>
    </w:p>
    <w:p w14:paraId="33BA6117" w14:textId="77777777" w:rsidR="00865FE3" w:rsidRDefault="00865FE3" w:rsidP="00865FE3"/>
    <w:p w14:paraId="102B6E13" w14:textId="4AB6FB97" w:rsidR="00865FE3" w:rsidRPr="00D129AE" w:rsidRDefault="00865FE3" w:rsidP="00865FE3">
      <w:pPr>
        <w:rPr>
          <w:bCs/>
          <w:i/>
        </w:rPr>
      </w:pPr>
      <w:r w:rsidRPr="00D129AE">
        <w:rPr>
          <w:bCs/>
          <w:i/>
        </w:rPr>
        <w:t xml:space="preserve">Motiv II: </w:t>
      </w:r>
      <w:r w:rsidR="00F57756" w:rsidRPr="00F57756">
        <w:rPr>
          <w:bCs/>
          <w:i/>
        </w:rPr>
        <w:t xml:space="preserve">SIE_10 Jahre </w:t>
      </w:r>
      <w:r w:rsidR="0033732F">
        <w:rPr>
          <w:bCs/>
          <w:i/>
        </w:rPr>
        <w:t>SIEGENIA-Kids</w:t>
      </w:r>
      <w:r w:rsidR="00F57756" w:rsidRPr="00F57756">
        <w:rPr>
          <w:bCs/>
          <w:i/>
        </w:rPr>
        <w:t>_Wieland Frank</w:t>
      </w:r>
      <w:r w:rsidRPr="00D129AE">
        <w:rPr>
          <w:bCs/>
          <w:i/>
        </w:rPr>
        <w:t xml:space="preserve">.jpg </w:t>
      </w:r>
    </w:p>
    <w:p w14:paraId="07D5AB28" w14:textId="7AF139E8" w:rsidR="00F57756" w:rsidRDefault="00F57756" w:rsidP="00865FE3">
      <w:r>
        <w:t xml:space="preserve">Wieland Frank, Geschäftsführender Gesellschafter von SIEGENIA, feierte das 10-jährige Bestehen der KiTa mit den Kindern. </w:t>
      </w:r>
      <w:r w:rsidRPr="007F732D">
        <w:t>Als „Geburtstagsgeschenk“ weihte er mit ihnen ein neues Klettergerüst</w:t>
      </w:r>
      <w:r>
        <w:t xml:space="preserve"> ein.</w:t>
      </w:r>
    </w:p>
    <w:p w14:paraId="375143B3" w14:textId="77777777" w:rsidR="00F57756" w:rsidRDefault="00F57756" w:rsidP="00865FE3"/>
    <w:p w14:paraId="595109DE" w14:textId="3FD09278" w:rsidR="00F57756" w:rsidRPr="00D129AE" w:rsidRDefault="00F57756" w:rsidP="00F57756">
      <w:pPr>
        <w:rPr>
          <w:bCs/>
          <w:i/>
        </w:rPr>
      </w:pPr>
      <w:r w:rsidRPr="00D129AE">
        <w:rPr>
          <w:bCs/>
          <w:i/>
        </w:rPr>
        <w:t>Motiv I</w:t>
      </w:r>
      <w:r>
        <w:rPr>
          <w:bCs/>
          <w:i/>
        </w:rPr>
        <w:t>I</w:t>
      </w:r>
      <w:r w:rsidRPr="00D129AE">
        <w:rPr>
          <w:bCs/>
          <w:i/>
        </w:rPr>
        <w:t xml:space="preserve">I: </w:t>
      </w:r>
      <w:r w:rsidRPr="00F57756">
        <w:rPr>
          <w:bCs/>
          <w:i/>
        </w:rPr>
        <w:t xml:space="preserve">SIE_10 Jahre </w:t>
      </w:r>
      <w:r w:rsidR="0033732F">
        <w:rPr>
          <w:bCs/>
          <w:i/>
        </w:rPr>
        <w:t>SIEGENIA-Kids</w:t>
      </w:r>
      <w:r w:rsidRPr="00F57756">
        <w:rPr>
          <w:bCs/>
          <w:i/>
        </w:rPr>
        <w:t>_</w:t>
      </w:r>
      <w:r w:rsidRPr="00F57756">
        <w:t xml:space="preserve"> </w:t>
      </w:r>
      <w:r w:rsidRPr="00F57756">
        <w:rPr>
          <w:bCs/>
          <w:i/>
        </w:rPr>
        <w:t>Mädchen auf Klettergerüst</w:t>
      </w:r>
      <w:r w:rsidRPr="00D129AE">
        <w:rPr>
          <w:bCs/>
          <w:i/>
        </w:rPr>
        <w:t xml:space="preserve">.jpg </w:t>
      </w:r>
    </w:p>
    <w:p w14:paraId="2DE88572" w14:textId="76C6689B" w:rsidR="00F57756" w:rsidRDefault="00F57756" w:rsidP="00865FE3">
      <w:r>
        <w:t>Klettern macht Spaß: Das neue Gerüst fand bei den Kindern der KiTa großen Anklang und wurde im Laufe des Tages vielfach erprobt.</w:t>
      </w:r>
    </w:p>
    <w:p w14:paraId="2FCED7EB" w14:textId="77777777" w:rsidR="00F57756" w:rsidRDefault="00F57756" w:rsidP="00865FE3"/>
    <w:p w14:paraId="4A0AFCB0" w14:textId="0AEEF45B" w:rsidR="00F57756" w:rsidRPr="00D129AE" w:rsidRDefault="00F57756" w:rsidP="00F57756">
      <w:pPr>
        <w:rPr>
          <w:bCs/>
          <w:i/>
        </w:rPr>
      </w:pPr>
      <w:r w:rsidRPr="00D129AE">
        <w:rPr>
          <w:bCs/>
          <w:i/>
        </w:rPr>
        <w:t>Motiv I</w:t>
      </w:r>
      <w:r>
        <w:rPr>
          <w:bCs/>
          <w:i/>
        </w:rPr>
        <w:t>V</w:t>
      </w:r>
      <w:r w:rsidRPr="00D129AE">
        <w:rPr>
          <w:bCs/>
          <w:i/>
        </w:rPr>
        <w:t xml:space="preserve">: </w:t>
      </w:r>
      <w:r w:rsidRPr="00F57756">
        <w:rPr>
          <w:bCs/>
          <w:i/>
        </w:rPr>
        <w:t xml:space="preserve">SIE_10 Jahre </w:t>
      </w:r>
      <w:r w:rsidR="0033732F">
        <w:rPr>
          <w:bCs/>
          <w:i/>
        </w:rPr>
        <w:t>SIEGENIA-Kids</w:t>
      </w:r>
      <w:r w:rsidRPr="00F57756">
        <w:rPr>
          <w:bCs/>
          <w:i/>
        </w:rPr>
        <w:t>_</w:t>
      </w:r>
      <w:r>
        <w:rPr>
          <w:bCs/>
          <w:i/>
        </w:rPr>
        <w:t>Kinder am Tisch</w:t>
      </w:r>
      <w:r w:rsidRPr="00D129AE">
        <w:rPr>
          <w:bCs/>
          <w:i/>
        </w:rPr>
        <w:t xml:space="preserve">.jpg </w:t>
      </w:r>
    </w:p>
    <w:p w14:paraId="64556B27" w14:textId="45DDA8D7" w:rsidR="00F57756" w:rsidRDefault="00F57756" w:rsidP="00865FE3">
      <w:r>
        <w:t>Kleiner Imbiss vor einem abwechslungsreichen Nachmittag, der die Kinder u. a. mit einem Zauberer, einer Schminkstation und einer Hüpfburg begeisterte.</w:t>
      </w:r>
    </w:p>
    <w:p w14:paraId="1A9FFC3A" w14:textId="77777777" w:rsidR="00F57756" w:rsidRDefault="00F57756" w:rsidP="00865FE3"/>
    <w:p w14:paraId="5FCED600" w14:textId="77777777" w:rsidR="00F57756" w:rsidRDefault="00F57756" w:rsidP="00865FE3"/>
    <w:p w14:paraId="79A92FA7" w14:textId="77777777" w:rsidR="00F57756" w:rsidRDefault="00F57756" w:rsidP="00865FE3"/>
    <w:p w14:paraId="482DE8DA" w14:textId="57DB1FF2" w:rsidR="00865FE3" w:rsidRDefault="00865FE3" w:rsidP="008D7633"/>
    <w:p w14:paraId="0C655EBC" w14:textId="39C571E5" w:rsidR="00865FE3" w:rsidRDefault="00865FE3" w:rsidP="008D7633"/>
    <w:p w14:paraId="66AF3C4D" w14:textId="33C1F901" w:rsidR="00865FE3" w:rsidRDefault="00865FE3" w:rsidP="008D7633"/>
    <w:p w14:paraId="337A6DDC" w14:textId="49C771D2" w:rsidR="00865FE3" w:rsidRDefault="00865FE3" w:rsidP="008D7633"/>
    <w:p w14:paraId="036657DD" w14:textId="15C77B94" w:rsidR="00865FE3" w:rsidRDefault="00865FE3" w:rsidP="008D7633"/>
    <w:p w14:paraId="20DCA4EC" w14:textId="248CF4C7" w:rsidR="00865FE3" w:rsidRDefault="00865FE3" w:rsidP="008D7633"/>
    <w:p w14:paraId="4E973528" w14:textId="16719345" w:rsidR="00865FE3" w:rsidRDefault="00865FE3" w:rsidP="008D7633"/>
    <w:p w14:paraId="77A472F7" w14:textId="77777777" w:rsidR="008D7633" w:rsidRDefault="008D7633" w:rsidP="008D7633">
      <w:pPr>
        <w:rPr>
          <w:szCs w:val="20"/>
        </w:rPr>
      </w:pPr>
    </w:p>
    <w:p w14:paraId="7ADB6829" w14:textId="77777777" w:rsidR="008D7633" w:rsidRPr="00E14DD8" w:rsidRDefault="008D7633" w:rsidP="008D7633">
      <w:pPr>
        <w:rPr>
          <w:szCs w:val="20"/>
        </w:rPr>
      </w:pPr>
    </w:p>
    <w:p w14:paraId="4E37E59A" w14:textId="77777777" w:rsidR="008D7633" w:rsidRPr="00E14DD8" w:rsidRDefault="008D7633" w:rsidP="008D7633">
      <w:pPr>
        <w:rPr>
          <w:szCs w:val="20"/>
        </w:rPr>
      </w:pPr>
    </w:p>
    <w:p w14:paraId="517036C3" w14:textId="77777777" w:rsidR="008D7633" w:rsidRPr="00E14DD8" w:rsidRDefault="008D7633" w:rsidP="008D7633">
      <w:pPr>
        <w:rPr>
          <w:szCs w:val="20"/>
        </w:rPr>
      </w:pPr>
    </w:p>
    <w:p w14:paraId="58F1AD4E" w14:textId="77777777" w:rsidR="008D7633" w:rsidRPr="00E14DD8" w:rsidRDefault="008D7633" w:rsidP="008D7633">
      <w:pPr>
        <w:rPr>
          <w:szCs w:val="20"/>
        </w:rPr>
      </w:pPr>
    </w:p>
    <w:p w14:paraId="4A927AB4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424EDE35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707A1E69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17ED85E0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0E35B33A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3D296B2C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79014C2D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41D44858" w14:textId="6504D508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</w:t>
            </w:r>
            <w:r w:rsidR="009D5ECD">
              <w:t>1176</w:t>
            </w:r>
          </w:p>
          <w:p w14:paraId="6FC63B26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22D80715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54948838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613AB325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23F77460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673849DC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75766598" w14:textId="60BEE3DA" w:rsidR="008D7633" w:rsidRPr="00C33A1F" w:rsidRDefault="009D5ECD" w:rsidP="007A5EB4">
            <w:pPr>
              <w:pStyle w:val="Formatvorlage2"/>
            </w:pPr>
            <w:r>
              <w:t>Am Milchbornbach 10</w:t>
            </w:r>
          </w:p>
          <w:p w14:paraId="5A246EE7" w14:textId="15448671" w:rsidR="008D7633" w:rsidRPr="00C33A1F" w:rsidRDefault="008D7633" w:rsidP="007A5EB4">
            <w:pPr>
              <w:pStyle w:val="Formatvorlage2"/>
            </w:pPr>
            <w:r>
              <w:t xml:space="preserve">D - </w:t>
            </w:r>
            <w:r w:rsidR="009D5ECD">
              <w:t>51429</w:t>
            </w:r>
            <w:r w:rsidRPr="00C33A1F">
              <w:t xml:space="preserve"> </w:t>
            </w:r>
            <w:r w:rsidR="009D5ECD">
              <w:t>Bergisch Gladbach</w:t>
            </w:r>
            <w:r w:rsidRPr="00C33A1F">
              <w:t xml:space="preserve">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 w:rsidR="009D5ECD">
              <w:t>04 9644808</w:t>
            </w:r>
          </w:p>
          <w:p w14:paraId="49044D8E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45202BF5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7E433B01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43B8FDE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2C0B3741" w14:textId="068C6CC1" w:rsidR="008D7633" w:rsidRPr="00C33A1F" w:rsidRDefault="008D7633" w:rsidP="007A5EB4">
            <w:pPr>
              <w:pStyle w:val="Formatvorlage2"/>
            </w:pPr>
            <w:r w:rsidRPr="00C33A1F">
              <w:t>Seite</w:t>
            </w:r>
            <w:r w:rsidR="000C3C8F">
              <w:t>n</w:t>
            </w:r>
            <w:r w:rsidRPr="00C33A1F">
              <w:t xml:space="preserve">: </w:t>
            </w:r>
            <w:r w:rsidR="000C3C8F">
              <w:t>2</w:t>
            </w:r>
          </w:p>
          <w:p w14:paraId="455378FA" w14:textId="366F93A7" w:rsidR="008D7633" w:rsidRPr="00E66719" w:rsidRDefault="008D7633" w:rsidP="007A5EB4">
            <w:pPr>
              <w:pStyle w:val="Formatvorlage2"/>
            </w:pPr>
            <w:r w:rsidRPr="00E66719">
              <w:t xml:space="preserve">Wörter: </w:t>
            </w:r>
            <w:r w:rsidR="0033732F">
              <w:t>469</w:t>
            </w:r>
          </w:p>
          <w:p w14:paraId="2E54E9C9" w14:textId="437944AB" w:rsidR="008D7633" w:rsidRPr="00E66719" w:rsidRDefault="008D7633" w:rsidP="007A5EB4">
            <w:pPr>
              <w:pStyle w:val="Formatvorlage2"/>
            </w:pPr>
            <w:r w:rsidRPr="00E66719">
              <w:t xml:space="preserve">Zeichen: </w:t>
            </w:r>
            <w:r w:rsidR="0033732F">
              <w:t>3 456</w:t>
            </w:r>
            <w:r w:rsidRPr="00E66719">
              <w:br/>
              <w:t>(mit Leerzeichen)</w:t>
            </w:r>
          </w:p>
          <w:p w14:paraId="0A998B21" w14:textId="77777777" w:rsidR="008D7633" w:rsidRPr="00E66719" w:rsidRDefault="008D7633" w:rsidP="007A5EB4">
            <w:pPr>
              <w:pStyle w:val="Formatvorlage2"/>
            </w:pPr>
          </w:p>
          <w:p w14:paraId="3F7B32ED" w14:textId="1B663B48" w:rsidR="008D7633" w:rsidRPr="00C33A1F" w:rsidRDefault="008D7633" w:rsidP="007A5EB4">
            <w:pPr>
              <w:pStyle w:val="Formatvorlage2"/>
            </w:pPr>
            <w:r w:rsidRPr="00E66719">
              <w:t xml:space="preserve">erstellt am: </w:t>
            </w:r>
            <w:r w:rsidR="00B55070" w:rsidRPr="00E66719">
              <w:t>1</w:t>
            </w:r>
            <w:r w:rsidR="0033732F">
              <w:t>0</w:t>
            </w:r>
            <w:r w:rsidRPr="00E66719">
              <w:t>.</w:t>
            </w:r>
            <w:r w:rsidR="00486878" w:rsidRPr="00E66719">
              <w:t>0</w:t>
            </w:r>
            <w:r w:rsidR="009D5ECD">
              <w:t>9</w:t>
            </w:r>
            <w:r w:rsidRPr="00E66719">
              <w:t>.20</w:t>
            </w:r>
            <w:r w:rsidR="009D5ECD">
              <w:t>24</w:t>
            </w:r>
          </w:p>
          <w:p w14:paraId="745D81F1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713112CE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AF6135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02AB5FE7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868A44" w14:textId="77777777" w:rsidR="00945FDA" w:rsidRDefault="00945FDA">
      <w:r>
        <w:separator/>
      </w:r>
    </w:p>
  </w:endnote>
  <w:endnote w:type="continuationSeparator" w:id="0">
    <w:p w14:paraId="68984F2C" w14:textId="77777777" w:rsidR="00945FDA" w:rsidRDefault="00945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C71BDE" w14:textId="77777777" w:rsidR="00ED1CFB" w:rsidRDefault="00ED1CFB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AC46CF" w14:textId="77777777" w:rsidR="00945FDA" w:rsidRDefault="00945FDA">
      <w:r>
        <w:separator/>
      </w:r>
    </w:p>
  </w:footnote>
  <w:footnote w:type="continuationSeparator" w:id="0">
    <w:p w14:paraId="2B6FC0AA" w14:textId="77777777" w:rsidR="00945FDA" w:rsidRDefault="00945F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A6B4F6" w14:textId="77777777" w:rsidR="00ED1CFB" w:rsidRDefault="00ED1CFB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3E58035" wp14:editId="06744FF8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122CAC"/>
    <w:multiLevelType w:val="hybridMultilevel"/>
    <w:tmpl w:val="F82A2A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7816CE"/>
    <w:multiLevelType w:val="hybridMultilevel"/>
    <w:tmpl w:val="3872EFD8"/>
    <w:lvl w:ilvl="0" w:tplc="30FA4A8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71979342">
    <w:abstractNumId w:val="2"/>
  </w:num>
  <w:num w:numId="2" w16cid:durableId="890727882">
    <w:abstractNumId w:val="1"/>
  </w:num>
  <w:num w:numId="3" w16cid:durableId="1806310486">
    <w:abstractNumId w:val="5"/>
  </w:num>
  <w:num w:numId="4" w16cid:durableId="735203341">
    <w:abstractNumId w:val="4"/>
  </w:num>
  <w:num w:numId="5" w16cid:durableId="939532440">
    <w:abstractNumId w:val="0"/>
  </w:num>
  <w:num w:numId="6" w16cid:durableId="13301336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F2F"/>
    <w:rsid w:val="000024D9"/>
    <w:rsid w:val="00002528"/>
    <w:rsid w:val="00003256"/>
    <w:rsid w:val="0001449A"/>
    <w:rsid w:val="0001520C"/>
    <w:rsid w:val="00026907"/>
    <w:rsid w:val="00040EBF"/>
    <w:rsid w:val="000468F5"/>
    <w:rsid w:val="00064165"/>
    <w:rsid w:val="000675C7"/>
    <w:rsid w:val="0008074F"/>
    <w:rsid w:val="0008182D"/>
    <w:rsid w:val="00090045"/>
    <w:rsid w:val="00095303"/>
    <w:rsid w:val="000A1DF0"/>
    <w:rsid w:val="000A5CA3"/>
    <w:rsid w:val="000B60E5"/>
    <w:rsid w:val="000C3C8F"/>
    <w:rsid w:val="000C410C"/>
    <w:rsid w:val="000D0C02"/>
    <w:rsid w:val="000D2A27"/>
    <w:rsid w:val="000D4874"/>
    <w:rsid w:val="000D70D8"/>
    <w:rsid w:val="000E424C"/>
    <w:rsid w:val="000F2936"/>
    <w:rsid w:val="000F565C"/>
    <w:rsid w:val="000F67C4"/>
    <w:rsid w:val="001025BB"/>
    <w:rsid w:val="0010792E"/>
    <w:rsid w:val="001128F1"/>
    <w:rsid w:val="00117387"/>
    <w:rsid w:val="00117ED6"/>
    <w:rsid w:val="00122F20"/>
    <w:rsid w:val="00131DB4"/>
    <w:rsid w:val="00137BD1"/>
    <w:rsid w:val="00145B48"/>
    <w:rsid w:val="001529E6"/>
    <w:rsid w:val="00154B75"/>
    <w:rsid w:val="00156B0C"/>
    <w:rsid w:val="00166476"/>
    <w:rsid w:val="00166FB7"/>
    <w:rsid w:val="00171C51"/>
    <w:rsid w:val="001B7003"/>
    <w:rsid w:val="001C39FF"/>
    <w:rsid w:val="001D26E4"/>
    <w:rsid w:val="001E0780"/>
    <w:rsid w:val="001E1DA6"/>
    <w:rsid w:val="001F3432"/>
    <w:rsid w:val="002046D3"/>
    <w:rsid w:val="00240574"/>
    <w:rsid w:val="00253494"/>
    <w:rsid w:val="00254A9B"/>
    <w:rsid w:val="00255FE8"/>
    <w:rsid w:val="0026674F"/>
    <w:rsid w:val="00272508"/>
    <w:rsid w:val="002769DE"/>
    <w:rsid w:val="002819C3"/>
    <w:rsid w:val="002A202C"/>
    <w:rsid w:val="002A7F37"/>
    <w:rsid w:val="002C00E2"/>
    <w:rsid w:val="002C36FE"/>
    <w:rsid w:val="002C5A66"/>
    <w:rsid w:val="002C6D41"/>
    <w:rsid w:val="002E48B5"/>
    <w:rsid w:val="002E5376"/>
    <w:rsid w:val="002E59D6"/>
    <w:rsid w:val="002F18BB"/>
    <w:rsid w:val="002F466F"/>
    <w:rsid w:val="0031150D"/>
    <w:rsid w:val="003136F5"/>
    <w:rsid w:val="00324F84"/>
    <w:rsid w:val="00326F7E"/>
    <w:rsid w:val="0033732F"/>
    <w:rsid w:val="00347D98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94503"/>
    <w:rsid w:val="003A1BA5"/>
    <w:rsid w:val="003A1C7E"/>
    <w:rsid w:val="003D61A2"/>
    <w:rsid w:val="003E0D26"/>
    <w:rsid w:val="003E378F"/>
    <w:rsid w:val="004176D4"/>
    <w:rsid w:val="00420F79"/>
    <w:rsid w:val="00421266"/>
    <w:rsid w:val="004333E8"/>
    <w:rsid w:val="0044187A"/>
    <w:rsid w:val="00446899"/>
    <w:rsid w:val="00447689"/>
    <w:rsid w:val="004507A2"/>
    <w:rsid w:val="00460BBC"/>
    <w:rsid w:val="0046235C"/>
    <w:rsid w:val="004629AD"/>
    <w:rsid w:val="004806AF"/>
    <w:rsid w:val="00486878"/>
    <w:rsid w:val="00491F2F"/>
    <w:rsid w:val="004B62AB"/>
    <w:rsid w:val="004C3B0A"/>
    <w:rsid w:val="004C4FDA"/>
    <w:rsid w:val="004C503A"/>
    <w:rsid w:val="004E057A"/>
    <w:rsid w:val="004E2322"/>
    <w:rsid w:val="004E2BD7"/>
    <w:rsid w:val="004E3AF9"/>
    <w:rsid w:val="004F3FC8"/>
    <w:rsid w:val="00510191"/>
    <w:rsid w:val="005254BE"/>
    <w:rsid w:val="00552DC0"/>
    <w:rsid w:val="00553CCA"/>
    <w:rsid w:val="0055550C"/>
    <w:rsid w:val="00563E60"/>
    <w:rsid w:val="00592833"/>
    <w:rsid w:val="005A214B"/>
    <w:rsid w:val="005A3974"/>
    <w:rsid w:val="005A5DC6"/>
    <w:rsid w:val="005A6A38"/>
    <w:rsid w:val="005A7C57"/>
    <w:rsid w:val="005B6A24"/>
    <w:rsid w:val="005E06F2"/>
    <w:rsid w:val="005E1468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56A7F"/>
    <w:rsid w:val="00656FEE"/>
    <w:rsid w:val="006633B3"/>
    <w:rsid w:val="006645F6"/>
    <w:rsid w:val="00667448"/>
    <w:rsid w:val="006866DF"/>
    <w:rsid w:val="00692205"/>
    <w:rsid w:val="006944D9"/>
    <w:rsid w:val="006973E7"/>
    <w:rsid w:val="006A2FD7"/>
    <w:rsid w:val="006A7184"/>
    <w:rsid w:val="006B6CD1"/>
    <w:rsid w:val="006B7979"/>
    <w:rsid w:val="006C044C"/>
    <w:rsid w:val="006C6D45"/>
    <w:rsid w:val="006E5CC8"/>
    <w:rsid w:val="006F5132"/>
    <w:rsid w:val="00701954"/>
    <w:rsid w:val="00701E75"/>
    <w:rsid w:val="00703943"/>
    <w:rsid w:val="007046C4"/>
    <w:rsid w:val="007148FF"/>
    <w:rsid w:val="00716BDB"/>
    <w:rsid w:val="00717456"/>
    <w:rsid w:val="0072464F"/>
    <w:rsid w:val="00730E66"/>
    <w:rsid w:val="00734302"/>
    <w:rsid w:val="00737DE1"/>
    <w:rsid w:val="00751517"/>
    <w:rsid w:val="00757DDE"/>
    <w:rsid w:val="00764AAC"/>
    <w:rsid w:val="0078049F"/>
    <w:rsid w:val="007871C1"/>
    <w:rsid w:val="0079193B"/>
    <w:rsid w:val="00794A4F"/>
    <w:rsid w:val="007A5EB4"/>
    <w:rsid w:val="007A6555"/>
    <w:rsid w:val="007A6E1C"/>
    <w:rsid w:val="007C257E"/>
    <w:rsid w:val="007C50D1"/>
    <w:rsid w:val="007C5C24"/>
    <w:rsid w:val="007D7172"/>
    <w:rsid w:val="007E2B7F"/>
    <w:rsid w:val="007F3F54"/>
    <w:rsid w:val="007F43E0"/>
    <w:rsid w:val="007F732D"/>
    <w:rsid w:val="00801D78"/>
    <w:rsid w:val="00801F22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1A0F"/>
    <w:rsid w:val="0086386E"/>
    <w:rsid w:val="00865FE3"/>
    <w:rsid w:val="00871847"/>
    <w:rsid w:val="0088698F"/>
    <w:rsid w:val="00894ADF"/>
    <w:rsid w:val="008A6F1F"/>
    <w:rsid w:val="008C3491"/>
    <w:rsid w:val="008C5079"/>
    <w:rsid w:val="008D2B30"/>
    <w:rsid w:val="008D3232"/>
    <w:rsid w:val="008D7633"/>
    <w:rsid w:val="008E3FCA"/>
    <w:rsid w:val="00910883"/>
    <w:rsid w:val="0092580A"/>
    <w:rsid w:val="0093490C"/>
    <w:rsid w:val="0093664F"/>
    <w:rsid w:val="00943EB0"/>
    <w:rsid w:val="00945CA5"/>
    <w:rsid w:val="00945FDA"/>
    <w:rsid w:val="009553BC"/>
    <w:rsid w:val="009557EA"/>
    <w:rsid w:val="00963959"/>
    <w:rsid w:val="00963D60"/>
    <w:rsid w:val="0096600A"/>
    <w:rsid w:val="009B067B"/>
    <w:rsid w:val="009B4822"/>
    <w:rsid w:val="009B5300"/>
    <w:rsid w:val="009B5DE9"/>
    <w:rsid w:val="009D0CC8"/>
    <w:rsid w:val="009D5ECD"/>
    <w:rsid w:val="009D6C04"/>
    <w:rsid w:val="009E28F9"/>
    <w:rsid w:val="009E7597"/>
    <w:rsid w:val="009F2AFA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41E52"/>
    <w:rsid w:val="00A561F9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C04E9"/>
    <w:rsid w:val="00AD4128"/>
    <w:rsid w:val="00AD7705"/>
    <w:rsid w:val="00AD7B27"/>
    <w:rsid w:val="00AE06DB"/>
    <w:rsid w:val="00AE4D1C"/>
    <w:rsid w:val="00B057B0"/>
    <w:rsid w:val="00B11AB7"/>
    <w:rsid w:val="00B239B4"/>
    <w:rsid w:val="00B3687B"/>
    <w:rsid w:val="00B41B50"/>
    <w:rsid w:val="00B46CBE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3DE9"/>
    <w:rsid w:val="00C24B77"/>
    <w:rsid w:val="00C2717C"/>
    <w:rsid w:val="00C33A1F"/>
    <w:rsid w:val="00C52D3B"/>
    <w:rsid w:val="00C53FE3"/>
    <w:rsid w:val="00C55524"/>
    <w:rsid w:val="00C615A2"/>
    <w:rsid w:val="00C65852"/>
    <w:rsid w:val="00C662D2"/>
    <w:rsid w:val="00C72B49"/>
    <w:rsid w:val="00C77106"/>
    <w:rsid w:val="00C87836"/>
    <w:rsid w:val="00C92A2E"/>
    <w:rsid w:val="00CA66F5"/>
    <w:rsid w:val="00CA69BE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176D6"/>
    <w:rsid w:val="00D313A4"/>
    <w:rsid w:val="00D32108"/>
    <w:rsid w:val="00D36F70"/>
    <w:rsid w:val="00D45693"/>
    <w:rsid w:val="00D47D4E"/>
    <w:rsid w:val="00D55DC3"/>
    <w:rsid w:val="00D57457"/>
    <w:rsid w:val="00D64F60"/>
    <w:rsid w:val="00D864DE"/>
    <w:rsid w:val="00DA2153"/>
    <w:rsid w:val="00DA2662"/>
    <w:rsid w:val="00DB44DA"/>
    <w:rsid w:val="00DB4ACB"/>
    <w:rsid w:val="00DC032C"/>
    <w:rsid w:val="00DC1F2A"/>
    <w:rsid w:val="00DC454F"/>
    <w:rsid w:val="00DC59AA"/>
    <w:rsid w:val="00DD1864"/>
    <w:rsid w:val="00DE274F"/>
    <w:rsid w:val="00DE3025"/>
    <w:rsid w:val="00DF1C10"/>
    <w:rsid w:val="00DF1EE2"/>
    <w:rsid w:val="00DF333B"/>
    <w:rsid w:val="00E03F6F"/>
    <w:rsid w:val="00E04C83"/>
    <w:rsid w:val="00E11EA6"/>
    <w:rsid w:val="00E14DD8"/>
    <w:rsid w:val="00E155F0"/>
    <w:rsid w:val="00E17E89"/>
    <w:rsid w:val="00E20D4D"/>
    <w:rsid w:val="00E2358B"/>
    <w:rsid w:val="00E34020"/>
    <w:rsid w:val="00E3479A"/>
    <w:rsid w:val="00E6313B"/>
    <w:rsid w:val="00E66719"/>
    <w:rsid w:val="00E66783"/>
    <w:rsid w:val="00E76C0B"/>
    <w:rsid w:val="00E76D9B"/>
    <w:rsid w:val="00E77789"/>
    <w:rsid w:val="00E80515"/>
    <w:rsid w:val="00E954AC"/>
    <w:rsid w:val="00EA1D59"/>
    <w:rsid w:val="00EA2954"/>
    <w:rsid w:val="00EB511E"/>
    <w:rsid w:val="00EB632F"/>
    <w:rsid w:val="00EC1396"/>
    <w:rsid w:val="00ED1CFB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57756"/>
    <w:rsid w:val="00F6067C"/>
    <w:rsid w:val="00F61445"/>
    <w:rsid w:val="00F71E39"/>
    <w:rsid w:val="00F73478"/>
    <w:rsid w:val="00F82E34"/>
    <w:rsid w:val="00F84C8D"/>
    <w:rsid w:val="00F9742C"/>
    <w:rsid w:val="00FA07A1"/>
    <w:rsid w:val="00FA3E25"/>
    <w:rsid w:val="00FB2FFB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5D1D9C"/>
  <w15:docId w15:val="{C95ACCF4-39F2-4E4B-87EE-3E861A468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4C3B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2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6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3</Pages>
  <Words>687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5007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4</cp:revision>
  <cp:lastPrinted>2007-09-03T14:44:00Z</cp:lastPrinted>
  <dcterms:created xsi:type="dcterms:W3CDTF">2024-09-10T10:28:00Z</dcterms:created>
  <dcterms:modified xsi:type="dcterms:W3CDTF">2024-09-10T13:27:00Z</dcterms:modified>
</cp:coreProperties>
</file>