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4CDCA5" w14:textId="4B2DEA7C" w:rsidR="005E1468" w:rsidRDefault="004B3799" w:rsidP="005E1468">
      <w:pPr>
        <w:pStyle w:val="berschrift2"/>
      </w:pPr>
      <w:r>
        <w:t>T</w:t>
      </w:r>
      <w:r w:rsidR="00E1545B">
        <w:t>olle Initiative</w:t>
      </w:r>
      <w:r w:rsidR="00F6067C">
        <w:t xml:space="preserve"> </w:t>
      </w:r>
    </w:p>
    <w:p w14:paraId="4DB96448" w14:textId="0A023F5D" w:rsidR="00A82224" w:rsidRDefault="00E1545B" w:rsidP="00A82224">
      <w:pPr>
        <w:pStyle w:val="berschrift1"/>
      </w:pPr>
      <w:r>
        <w:t xml:space="preserve">SIEGENIA-Mitarbeiter </w:t>
      </w:r>
      <w:r w:rsidR="00247FA8">
        <w:t xml:space="preserve">starten </w:t>
      </w:r>
      <w:r>
        <w:t>beim 14. Siegerländer Firmenlauf</w:t>
      </w:r>
      <w:r w:rsidR="00247FA8">
        <w:t xml:space="preserve"> durch</w:t>
      </w:r>
    </w:p>
    <w:p w14:paraId="5C48FCCA" w14:textId="77777777" w:rsidR="005E1468" w:rsidRDefault="005E1468" w:rsidP="005E1468"/>
    <w:p w14:paraId="3E120017" w14:textId="7775C45F" w:rsidR="00E1545B" w:rsidRDefault="004B15F8" w:rsidP="005E1468">
      <w:r>
        <w:t>„</w:t>
      </w:r>
      <w:r w:rsidR="00E1545B">
        <w:t xml:space="preserve">103 Jahre SIEGENIA – (mindestens) 103 </w:t>
      </w:r>
      <w:r>
        <w:t xml:space="preserve">Teilnehmer aus dem Unternehmen“: Mit dieser Devise hatten die Azubis von SIEGENIA ihre Kolleginnen und Kollegen aufgerufen, zum Gelingen des 14. Siegerländer Firmenlaufs beizutragen. Dass sich am Ende </w:t>
      </w:r>
      <w:r w:rsidR="00247FA8">
        <w:t>112</w:t>
      </w:r>
      <w:r>
        <w:t xml:space="preserve"> Mitarbeiter von ihrem </w:t>
      </w:r>
      <w:r w:rsidR="00477B28">
        <w:t xml:space="preserve">Teamgeist und </w:t>
      </w:r>
      <w:r>
        <w:t>Enthusiasmus anstecken ließen</w:t>
      </w:r>
      <w:r w:rsidR="008D0A7E">
        <w:t xml:space="preserve"> und </w:t>
      </w:r>
      <w:r w:rsidR="00CE47F1">
        <w:t>beschlossen</w:t>
      </w:r>
      <w:r w:rsidR="00247FA8">
        <w:t xml:space="preserve">, </w:t>
      </w:r>
      <w:r w:rsidR="008D0A7E">
        <w:t xml:space="preserve">am 12. Juli </w:t>
      </w:r>
      <w:r w:rsidR="004B3799">
        <w:t xml:space="preserve">gemeinsam </w:t>
      </w:r>
      <w:r w:rsidR="008D0A7E">
        <w:t xml:space="preserve">die Laufschuhe </w:t>
      </w:r>
      <w:r w:rsidR="00247FA8">
        <w:t xml:space="preserve">zu </w:t>
      </w:r>
      <w:r w:rsidR="008D0A7E">
        <w:t>schnüren</w:t>
      </w:r>
      <w:r>
        <w:t xml:space="preserve">, freute die Nachwuchskräfte von SIEGENIA ganz besonders. </w:t>
      </w:r>
      <w:r w:rsidR="00342A60">
        <w:t xml:space="preserve">In </w:t>
      </w:r>
      <w:r w:rsidR="002E61F4">
        <w:t>mehreren</w:t>
      </w:r>
      <w:r w:rsidR="00A64F4B">
        <w:t xml:space="preserve"> Teams – reine Frauen- und Männer-, aber auch gemischte Mannschaften – traten </w:t>
      </w:r>
      <w:r w:rsidR="00342A60">
        <w:t xml:space="preserve">sie </w:t>
      </w:r>
      <w:r w:rsidR="00A64F4B">
        <w:t xml:space="preserve">bei </w:t>
      </w:r>
      <w:r w:rsidR="004B3799">
        <w:t>angenehm</w:t>
      </w:r>
      <w:r w:rsidR="00342A60">
        <w:t xml:space="preserve"> kühle</w:t>
      </w:r>
      <w:r w:rsidR="004B3799">
        <w:t>n Temperaturen</w:t>
      </w:r>
      <w:r w:rsidR="00A64F4B">
        <w:t xml:space="preserve"> an, um </w:t>
      </w:r>
      <w:r w:rsidR="00477B28">
        <w:t xml:space="preserve">SIEGENIA nun schon zum 12. Mal </w:t>
      </w:r>
      <w:r w:rsidR="00A64F4B">
        <w:t xml:space="preserve">bei dem traditionellen Sportevent zu vertreten. </w:t>
      </w:r>
      <w:r w:rsidR="00342A60">
        <w:t xml:space="preserve">Selbst der zwischenzeitliche Regenguss konnte sie nicht davon abhalten, mit viel Freude ihr Bestes zu geben. </w:t>
      </w:r>
      <w:r w:rsidR="00916FD8">
        <w:t xml:space="preserve">Auch für das leibliche Wohl war gesorgt: Am Streckenrand hielten die Azubis </w:t>
      </w:r>
      <w:r w:rsidR="00FE68E0">
        <w:t xml:space="preserve">für </w:t>
      </w:r>
      <w:r w:rsidR="00477B28">
        <w:t xml:space="preserve">Athleten und </w:t>
      </w:r>
      <w:r w:rsidR="00FE68E0">
        <w:t xml:space="preserve">Fans am </w:t>
      </w:r>
      <w:r w:rsidR="00F1778B">
        <w:t xml:space="preserve">eigens eingerichteten </w:t>
      </w:r>
      <w:r w:rsidR="00FE68E0">
        <w:t xml:space="preserve">SIEGENIA-Stand einen kleinen Imbiss und Getränke bereit. </w:t>
      </w:r>
    </w:p>
    <w:p w14:paraId="79D77F30" w14:textId="15EE15F0" w:rsidR="00665155" w:rsidRDefault="00665155" w:rsidP="00665155">
      <w:pPr>
        <w:pStyle w:val="berschrift4"/>
      </w:pPr>
      <w:r>
        <w:t>Auf 5,5 km Durchhaltevermögen bewiesen</w:t>
      </w:r>
    </w:p>
    <w:p w14:paraId="4D07667C" w14:textId="79DA514A" w:rsidR="00916FD8" w:rsidRPr="00B55070" w:rsidRDefault="00916FD8" w:rsidP="005E1468">
      <w:r>
        <w:t>Im Anschluss an die feierliche Eröffnung der Veranstaltung durch Landrat</w:t>
      </w:r>
      <w:r w:rsidR="00F1778B">
        <w:t xml:space="preserve"> </w:t>
      </w:r>
      <w:r>
        <w:t>und Bürgermeister stellten die Mitarbeiter von SIEGENIA auf einem 5,5 km langen Rundkurs durch die Siegener Innenstadt ihr läuferisches Können unter Beweis.</w:t>
      </w:r>
      <w:r w:rsidR="00D81C97">
        <w:t xml:space="preserve"> </w:t>
      </w:r>
      <w:r w:rsidR="00571993">
        <w:t xml:space="preserve">Mit guten Zeiten unterstrichen sie, dass sie nicht nur Räume lebendig machen, sondern </w:t>
      </w:r>
      <w:r w:rsidR="0042026E">
        <w:t>außerdem</w:t>
      </w:r>
      <w:r w:rsidR="00571993">
        <w:t xml:space="preserve"> mit Teamgeist und Durchhaltevermögen zu hervorragenden Leistungen imstande sind.</w:t>
      </w:r>
      <w:r w:rsidR="00342A60">
        <w:t xml:space="preserve"> Bester SIEGENIA-Läufer des Tages war Tim Dally</w:t>
      </w:r>
      <w:r w:rsidR="0042026E">
        <w:t xml:space="preserve"> aus der Grundlagenentwicklung</w:t>
      </w:r>
      <w:r w:rsidR="00342A60">
        <w:t>, der die Strecke als Fünftplatzierter unter insgesamt 9.000 Läufern in beeindruckenden 0:18:28</w:t>
      </w:r>
      <w:r w:rsidR="00571993">
        <w:t xml:space="preserve"> </w:t>
      </w:r>
      <w:r w:rsidR="00342A60">
        <w:t>zurücklegte</w:t>
      </w:r>
      <w:r w:rsidR="00322397">
        <w:t xml:space="preserve">. </w:t>
      </w:r>
      <w:r w:rsidR="00A67AC2">
        <w:t xml:space="preserve">Bei bester Stimmung feierten </w:t>
      </w:r>
      <w:r w:rsidR="00342A60">
        <w:t>die Läufer</w:t>
      </w:r>
      <w:r w:rsidR="00A67AC2">
        <w:t xml:space="preserve"> </w:t>
      </w:r>
      <w:r w:rsidR="00665155">
        <w:t>am späten Abend</w:t>
      </w:r>
      <w:r w:rsidR="00A67AC2">
        <w:t xml:space="preserve"> die Sieger, um </w:t>
      </w:r>
      <w:r w:rsidR="00665155">
        <w:t>das Event</w:t>
      </w:r>
      <w:r w:rsidR="00A67AC2">
        <w:t xml:space="preserve"> im Rahmen </w:t>
      </w:r>
      <w:r w:rsidR="00665155">
        <w:t>der</w:t>
      </w:r>
      <w:r w:rsidR="00A67AC2">
        <w:t xml:space="preserve"> großen Party mit abschließendem Feuerwerk ausklingen zu lassen. </w:t>
      </w:r>
    </w:p>
    <w:p w14:paraId="539A58A2" w14:textId="7DE387C4" w:rsidR="00A82224" w:rsidRDefault="00A82224" w:rsidP="005E1468"/>
    <w:p w14:paraId="798D2FF5" w14:textId="77777777" w:rsidR="00AD00D5" w:rsidRPr="00B55070" w:rsidRDefault="00AD00D5" w:rsidP="00F6067C">
      <w:pPr>
        <w:rPr>
          <w:szCs w:val="20"/>
        </w:rPr>
      </w:pPr>
    </w:p>
    <w:p w14:paraId="3875BDB2" w14:textId="77777777" w:rsidR="00F6067C" w:rsidRPr="00B55070" w:rsidRDefault="00F6067C" w:rsidP="00F6067C">
      <w:pPr>
        <w:rPr>
          <w:szCs w:val="20"/>
        </w:rPr>
      </w:pPr>
    </w:p>
    <w:p w14:paraId="2211AB1A" w14:textId="77777777" w:rsidR="005E1468" w:rsidRDefault="005E1468" w:rsidP="005A7C57">
      <w:pPr>
        <w:pStyle w:val="berschrift4"/>
      </w:pPr>
      <w:r>
        <w:t>Bildunterschriften</w:t>
      </w:r>
    </w:p>
    <w:p w14:paraId="1ADDB6CD" w14:textId="77777777" w:rsidR="002A7F37" w:rsidRDefault="002A7F37" w:rsidP="002A7F37">
      <w:r>
        <w:t>Bildquelle: SIEGENIA</w:t>
      </w:r>
    </w:p>
    <w:p w14:paraId="46BA8C59" w14:textId="77777777" w:rsidR="002A7F37" w:rsidRPr="002A7F37" w:rsidRDefault="002A7F37" w:rsidP="002A7F37"/>
    <w:p w14:paraId="7DA6FCCF" w14:textId="28DA714B" w:rsidR="005E1468" w:rsidRPr="00D129AE" w:rsidRDefault="005E1468" w:rsidP="005E1468">
      <w:pPr>
        <w:rPr>
          <w:bCs/>
          <w:i/>
        </w:rPr>
      </w:pPr>
      <w:r w:rsidRPr="00D129AE">
        <w:rPr>
          <w:bCs/>
          <w:i/>
        </w:rPr>
        <w:t>Motiv I: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="00342A60">
        <w:rPr>
          <w:bCs/>
          <w:i/>
        </w:rPr>
        <w:t>Firmenlauf 2017_Gruppenbild</w:t>
      </w:r>
      <w:r w:rsidRPr="00D129AE">
        <w:rPr>
          <w:bCs/>
          <w:i/>
        </w:rPr>
        <w:t xml:space="preserve">.jpg </w:t>
      </w:r>
    </w:p>
    <w:p w14:paraId="0A3D802C" w14:textId="204FE026" w:rsidR="005E1468" w:rsidRPr="00D129AE" w:rsidRDefault="002E61F4" w:rsidP="005E1468">
      <w:r>
        <w:t xml:space="preserve">Mehr als 100 SIEGENIA-Läufer starteten beim diesjährigen Siegerländer Firmenlauf für das Unternehmen durch. </w:t>
      </w:r>
    </w:p>
    <w:p w14:paraId="746ACBE8" w14:textId="77777777" w:rsidR="005E1468" w:rsidRDefault="005E1468" w:rsidP="005E1468"/>
    <w:p w14:paraId="401D7EC3" w14:textId="6C970328" w:rsidR="005E1468" w:rsidRPr="00D129AE" w:rsidRDefault="005E1468" w:rsidP="005E1468">
      <w:pPr>
        <w:rPr>
          <w:bCs/>
          <w:i/>
        </w:rPr>
      </w:pPr>
      <w:r w:rsidRPr="00D129AE">
        <w:rPr>
          <w:bCs/>
          <w:i/>
        </w:rPr>
        <w:t>Motiv II: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="00342A60">
        <w:rPr>
          <w:bCs/>
          <w:i/>
        </w:rPr>
        <w:t>Firmenlauf 2017_Tim Dally</w:t>
      </w:r>
      <w:r w:rsidRPr="00D129AE">
        <w:rPr>
          <w:bCs/>
          <w:i/>
        </w:rPr>
        <w:t xml:space="preserve">.jpg </w:t>
      </w:r>
    </w:p>
    <w:p w14:paraId="4694E5DE" w14:textId="76BC6EAF" w:rsidR="005E1468" w:rsidRPr="00D129AE" w:rsidRDefault="00342A60" w:rsidP="005E1468">
      <w:r>
        <w:t xml:space="preserve">Beim 14. Siegerländer Firmenlauf belegte SIEGENIA-Mitarbeiter Tim Dally den fünften Platz unter insgesamt 9.000 Läufern. </w:t>
      </w:r>
    </w:p>
    <w:p w14:paraId="5943461F" w14:textId="77777777" w:rsidR="005E1468" w:rsidRDefault="005E1468" w:rsidP="005E1468"/>
    <w:p w14:paraId="04E5F040" w14:textId="77777777" w:rsidR="008D7633" w:rsidRPr="00ED6392" w:rsidRDefault="008D7633" w:rsidP="008D7633"/>
    <w:p w14:paraId="043E8AB0" w14:textId="77777777" w:rsidR="008D7633" w:rsidRDefault="008D7633" w:rsidP="008D7633">
      <w:pPr>
        <w:rPr>
          <w:szCs w:val="20"/>
        </w:rPr>
      </w:pPr>
    </w:p>
    <w:p w14:paraId="6E5B47B1" w14:textId="5D90A351" w:rsidR="008D7633" w:rsidRDefault="008D7633" w:rsidP="008D7633">
      <w:pPr>
        <w:rPr>
          <w:szCs w:val="20"/>
        </w:rPr>
      </w:pPr>
    </w:p>
    <w:p w14:paraId="10D654A3" w14:textId="5804B886" w:rsidR="0042026E" w:rsidRDefault="0042026E" w:rsidP="008D7633">
      <w:pPr>
        <w:rPr>
          <w:szCs w:val="20"/>
        </w:rPr>
      </w:pPr>
    </w:p>
    <w:p w14:paraId="4827C59F" w14:textId="061741C5" w:rsidR="0042026E" w:rsidRDefault="0042026E" w:rsidP="008D7633">
      <w:pPr>
        <w:rPr>
          <w:szCs w:val="20"/>
        </w:rPr>
      </w:pPr>
    </w:p>
    <w:p w14:paraId="4542CBDA" w14:textId="63217961" w:rsidR="0042026E" w:rsidRDefault="0042026E" w:rsidP="008D7633">
      <w:pPr>
        <w:rPr>
          <w:szCs w:val="20"/>
        </w:rPr>
      </w:pPr>
    </w:p>
    <w:p w14:paraId="163A663E" w14:textId="10A543C5" w:rsidR="0042026E" w:rsidRDefault="0042026E" w:rsidP="008D7633">
      <w:pPr>
        <w:rPr>
          <w:szCs w:val="20"/>
        </w:rPr>
      </w:pPr>
    </w:p>
    <w:p w14:paraId="2F2594D7" w14:textId="72092C4B" w:rsidR="0042026E" w:rsidRDefault="0042026E" w:rsidP="008D7633">
      <w:pPr>
        <w:rPr>
          <w:szCs w:val="20"/>
        </w:rPr>
      </w:pPr>
    </w:p>
    <w:p w14:paraId="64F51D33" w14:textId="2A40F0E1" w:rsidR="0042026E" w:rsidRDefault="0042026E" w:rsidP="008D7633">
      <w:pPr>
        <w:rPr>
          <w:szCs w:val="20"/>
        </w:rPr>
      </w:pPr>
    </w:p>
    <w:p w14:paraId="1865BF7B" w14:textId="7008DDD0" w:rsidR="0042026E" w:rsidRDefault="0042026E" w:rsidP="008D7633">
      <w:pPr>
        <w:rPr>
          <w:szCs w:val="20"/>
        </w:rPr>
      </w:pPr>
    </w:p>
    <w:p w14:paraId="1F325632" w14:textId="46AD0B3F" w:rsidR="0042026E" w:rsidRDefault="0042026E" w:rsidP="008D7633">
      <w:pPr>
        <w:rPr>
          <w:szCs w:val="20"/>
        </w:rPr>
      </w:pPr>
    </w:p>
    <w:p w14:paraId="77953A96" w14:textId="2FC7B347" w:rsidR="0042026E" w:rsidRDefault="0042026E" w:rsidP="008D7633">
      <w:pPr>
        <w:rPr>
          <w:szCs w:val="20"/>
        </w:rPr>
      </w:pPr>
    </w:p>
    <w:p w14:paraId="1B356504" w14:textId="077FBF3E" w:rsidR="0042026E" w:rsidRDefault="0042026E" w:rsidP="008D7633">
      <w:pPr>
        <w:rPr>
          <w:szCs w:val="20"/>
        </w:rPr>
      </w:pPr>
    </w:p>
    <w:p w14:paraId="4AD86C76" w14:textId="43CB0FC6" w:rsidR="0042026E" w:rsidRDefault="0042026E" w:rsidP="008D7633">
      <w:pPr>
        <w:rPr>
          <w:szCs w:val="20"/>
        </w:rPr>
      </w:pPr>
    </w:p>
    <w:p w14:paraId="6028F6E5" w14:textId="02E466BA" w:rsidR="0042026E" w:rsidRDefault="0042026E" w:rsidP="008D7633">
      <w:pPr>
        <w:rPr>
          <w:szCs w:val="20"/>
        </w:rPr>
      </w:pPr>
    </w:p>
    <w:p w14:paraId="0F459FB3" w14:textId="1D5395A2" w:rsidR="0042026E" w:rsidRDefault="0042026E" w:rsidP="008D7633">
      <w:pPr>
        <w:rPr>
          <w:szCs w:val="20"/>
        </w:rPr>
      </w:pPr>
    </w:p>
    <w:p w14:paraId="2AA03508" w14:textId="2222D9CB" w:rsidR="0042026E" w:rsidRDefault="0042026E" w:rsidP="008D7633">
      <w:pPr>
        <w:rPr>
          <w:szCs w:val="20"/>
        </w:rPr>
      </w:pPr>
    </w:p>
    <w:p w14:paraId="2E09F9D8" w14:textId="2476B8FC" w:rsidR="0042026E" w:rsidRDefault="0042026E" w:rsidP="008D7633">
      <w:pPr>
        <w:rPr>
          <w:szCs w:val="20"/>
        </w:rPr>
      </w:pPr>
    </w:p>
    <w:p w14:paraId="6E472796" w14:textId="4B3761A5" w:rsidR="0042026E" w:rsidRPr="00E14DD8" w:rsidRDefault="0042026E" w:rsidP="008D7633">
      <w:pPr>
        <w:rPr>
          <w:szCs w:val="20"/>
        </w:rPr>
      </w:pPr>
    </w:p>
    <w:p w14:paraId="3EDA55A0" w14:textId="77777777" w:rsidR="008D7633" w:rsidRPr="00E14DD8" w:rsidRDefault="008D7633" w:rsidP="008D7633">
      <w:pPr>
        <w:rPr>
          <w:szCs w:val="20"/>
        </w:rPr>
      </w:pPr>
    </w:p>
    <w:p w14:paraId="5913AC92" w14:textId="77777777" w:rsidR="008D7633" w:rsidRPr="00E14DD8" w:rsidRDefault="008D7633" w:rsidP="008D7633">
      <w:pPr>
        <w:rPr>
          <w:szCs w:val="20"/>
        </w:rPr>
      </w:pPr>
    </w:p>
    <w:p w14:paraId="62D047E3" w14:textId="77777777" w:rsidR="008D7633" w:rsidRPr="00E14DD8" w:rsidRDefault="008D7633" w:rsidP="008D7633">
      <w:pPr>
        <w:rPr>
          <w:szCs w:val="20"/>
        </w:rPr>
      </w:pPr>
    </w:p>
    <w:p w14:paraId="6B62AA0D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77533EE4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4322A5B7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233C3406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57A49C26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61075311" w14:textId="77777777" w:rsidR="008D7633" w:rsidRDefault="008D7633" w:rsidP="007A5EB4">
            <w:pPr>
              <w:pStyle w:val="Formatvorlage2"/>
            </w:pPr>
            <w:r>
              <w:t>Industriestraße 1</w:t>
            </w:r>
            <w:r w:rsidR="000D0C02">
              <w:t>-</w:t>
            </w:r>
            <w:r>
              <w:t>3</w:t>
            </w:r>
          </w:p>
          <w:p w14:paraId="710A9747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3E5A7268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31-412</w:t>
            </w:r>
          </w:p>
          <w:p w14:paraId="2EE3E41D" w14:textId="77777777" w:rsidR="008D7633" w:rsidRDefault="008D7633" w:rsidP="007A5EB4">
            <w:pPr>
              <w:pStyle w:val="Formatvorlage2"/>
            </w:pPr>
            <w:r>
              <w:t>Fax: +49 271</w:t>
            </w:r>
            <w:r w:rsidR="0088698F">
              <w:t xml:space="preserve"> </w:t>
            </w:r>
            <w:r>
              <w:t>3931-77412</w:t>
            </w:r>
          </w:p>
          <w:p w14:paraId="77B2E853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2587B669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626D902B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20409A0A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696231FE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7724DE99" w14:textId="77777777" w:rsidR="008D7633" w:rsidRPr="00C33A1F" w:rsidRDefault="008D7633" w:rsidP="007A5EB4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5C7C810D" w14:textId="77777777" w:rsidR="008D7633" w:rsidRPr="00C33A1F" w:rsidRDefault="008D7633" w:rsidP="007A5EB4">
            <w:pPr>
              <w:pStyle w:val="Formatvorlage2"/>
            </w:pPr>
            <w:r w:rsidRPr="00C33A1F">
              <w:t>Feuerwehrstraße 42</w:t>
            </w:r>
          </w:p>
          <w:p w14:paraId="2F6FB819" w14:textId="77777777" w:rsidR="008D7633" w:rsidRPr="00C33A1F" w:rsidRDefault="008D7633" w:rsidP="007A5EB4">
            <w:pPr>
              <w:pStyle w:val="Formatvorlage2"/>
            </w:pPr>
            <w:r>
              <w:t xml:space="preserve">D - </w:t>
            </w:r>
            <w:r w:rsidRPr="00C33A1F">
              <w:t xml:space="preserve">51588 Nümbrecht 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2293 909890</w:t>
            </w:r>
          </w:p>
          <w:p w14:paraId="6BF671E5" w14:textId="77777777" w:rsidR="008D7633" w:rsidRPr="00C33A1F" w:rsidRDefault="008D7633" w:rsidP="007A5EB4">
            <w:pPr>
              <w:pStyle w:val="Formatvorlage2"/>
            </w:pPr>
            <w:r w:rsidRPr="00C33A1F">
              <w:t xml:space="preserve">Fax: </w:t>
            </w:r>
            <w:r>
              <w:t>+49</w:t>
            </w:r>
            <w:r w:rsidR="00FD182E">
              <w:t xml:space="preserve"> </w:t>
            </w:r>
            <w:r w:rsidRPr="00C33A1F">
              <w:t>2293 9</w:t>
            </w:r>
            <w:r w:rsidR="00FD182E">
              <w:t>0</w:t>
            </w:r>
            <w:r w:rsidRPr="00C33A1F">
              <w:t>9891</w:t>
            </w:r>
          </w:p>
          <w:p w14:paraId="687C3DB9" w14:textId="77777777" w:rsidR="008D7633" w:rsidRPr="00E63F6E" w:rsidRDefault="0088698F" w:rsidP="007A5EB4">
            <w:pPr>
              <w:pStyle w:val="Formatvorlage2"/>
              <w:rPr>
                <w:lang w:val="it-IT"/>
              </w:rPr>
            </w:pPr>
            <w:r w:rsidRPr="00E63F6E">
              <w:rPr>
                <w:lang w:val="it-IT"/>
              </w:rPr>
              <w:t>E</w:t>
            </w:r>
            <w:r w:rsidR="008D7633" w:rsidRPr="00E63F6E">
              <w:rPr>
                <w:lang w:val="it-IT"/>
              </w:rPr>
              <w:t>-Mail: info@kemper-kommunikation.de</w:t>
            </w:r>
          </w:p>
          <w:p w14:paraId="0158D2D4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479CC2B7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63E6CD0E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285590F1" w14:textId="7333E219" w:rsidR="008D7633" w:rsidRPr="00C33A1F" w:rsidRDefault="008D7633" w:rsidP="007A5EB4">
            <w:pPr>
              <w:pStyle w:val="Formatvorlage2"/>
            </w:pPr>
            <w:r w:rsidRPr="00C33A1F">
              <w:t xml:space="preserve">Seite: </w:t>
            </w:r>
            <w:r w:rsidR="00665155">
              <w:t>1</w:t>
            </w:r>
          </w:p>
          <w:p w14:paraId="75A634E1" w14:textId="6EE12524" w:rsidR="008D7633" w:rsidRPr="00C33A1F" w:rsidRDefault="008D7633" w:rsidP="007A5EB4">
            <w:pPr>
              <w:pStyle w:val="Formatvorlage2"/>
            </w:pPr>
            <w:r>
              <w:t xml:space="preserve">Wörter: </w:t>
            </w:r>
            <w:r w:rsidR="0042026E">
              <w:t>240</w:t>
            </w:r>
          </w:p>
          <w:p w14:paraId="044798F3" w14:textId="1225F13D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 w:rsidR="0042026E">
              <w:t>1 721</w:t>
            </w:r>
            <w:bookmarkStart w:id="0" w:name="_GoBack"/>
            <w:bookmarkEnd w:id="0"/>
            <w:r w:rsidRPr="00C33A1F">
              <w:br/>
              <w:t>(mit Leerzeichen)</w:t>
            </w:r>
          </w:p>
          <w:p w14:paraId="49C34378" w14:textId="77777777" w:rsidR="008D7633" w:rsidRDefault="008D7633" w:rsidP="007A5EB4">
            <w:pPr>
              <w:pStyle w:val="Formatvorlage2"/>
            </w:pPr>
          </w:p>
          <w:p w14:paraId="63003E57" w14:textId="37DDBB57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B55070">
              <w:t>1</w:t>
            </w:r>
            <w:r w:rsidR="00665155">
              <w:t>3</w:t>
            </w:r>
            <w:r>
              <w:t>.</w:t>
            </w:r>
            <w:r w:rsidR="00486878">
              <w:t>0</w:t>
            </w:r>
            <w:r w:rsidR="00E63F6E">
              <w:t>7</w:t>
            </w:r>
            <w:r>
              <w:t>.201</w:t>
            </w:r>
            <w:r w:rsidR="00B55070">
              <w:t>6</w:t>
            </w:r>
          </w:p>
          <w:p w14:paraId="1B647117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62E24F95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A0B23B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1F13F247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7"/>
      <w:footerReference w:type="default" r:id="rId8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F5043E" w14:textId="77777777" w:rsidR="007C5CB8" w:rsidRDefault="007C5CB8">
      <w:r>
        <w:separator/>
      </w:r>
    </w:p>
  </w:endnote>
  <w:endnote w:type="continuationSeparator" w:id="0">
    <w:p w14:paraId="61A3FB86" w14:textId="77777777" w:rsidR="007C5CB8" w:rsidRDefault="007C5C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2A588D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A94F96" w14:textId="77777777" w:rsidR="007C5CB8" w:rsidRDefault="007C5CB8">
      <w:r>
        <w:separator/>
      </w:r>
    </w:p>
  </w:footnote>
  <w:footnote w:type="continuationSeparator" w:id="0">
    <w:p w14:paraId="3535C7B4" w14:textId="77777777" w:rsidR="007C5CB8" w:rsidRDefault="007C5C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718D2A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262D899" wp14:editId="751C2425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44BB5"/>
    <w:multiLevelType w:val="hybridMultilevel"/>
    <w:tmpl w:val="3D6CE864"/>
    <w:lvl w:ilvl="0" w:tplc="815A0190">
      <w:start w:val="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CB4E05"/>
    <w:multiLevelType w:val="hybridMultilevel"/>
    <w:tmpl w:val="D592E5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DEF"/>
    <w:rsid w:val="000024D9"/>
    <w:rsid w:val="00003256"/>
    <w:rsid w:val="0001449A"/>
    <w:rsid w:val="0001520C"/>
    <w:rsid w:val="00026907"/>
    <w:rsid w:val="00040EBF"/>
    <w:rsid w:val="00064165"/>
    <w:rsid w:val="000675C7"/>
    <w:rsid w:val="00080BDF"/>
    <w:rsid w:val="00090045"/>
    <w:rsid w:val="00095303"/>
    <w:rsid w:val="000A1DF0"/>
    <w:rsid w:val="000A5CA3"/>
    <w:rsid w:val="000D0C02"/>
    <w:rsid w:val="000D2A27"/>
    <w:rsid w:val="000D4874"/>
    <w:rsid w:val="000E424C"/>
    <w:rsid w:val="000F2936"/>
    <w:rsid w:val="000F565C"/>
    <w:rsid w:val="000F67C4"/>
    <w:rsid w:val="001025BB"/>
    <w:rsid w:val="0010792E"/>
    <w:rsid w:val="001128F1"/>
    <w:rsid w:val="00122F20"/>
    <w:rsid w:val="0013431E"/>
    <w:rsid w:val="00137BD1"/>
    <w:rsid w:val="00145B48"/>
    <w:rsid w:val="001529E6"/>
    <w:rsid w:val="00156B0C"/>
    <w:rsid w:val="00166476"/>
    <w:rsid w:val="00166FB7"/>
    <w:rsid w:val="00171C51"/>
    <w:rsid w:val="001B7003"/>
    <w:rsid w:val="001C39FF"/>
    <w:rsid w:val="001D26E4"/>
    <w:rsid w:val="001E0780"/>
    <w:rsid w:val="001E1DA6"/>
    <w:rsid w:val="001E3A19"/>
    <w:rsid w:val="001F3432"/>
    <w:rsid w:val="002046D3"/>
    <w:rsid w:val="00247FA8"/>
    <w:rsid w:val="00253494"/>
    <w:rsid w:val="00254A9B"/>
    <w:rsid w:val="00255FE8"/>
    <w:rsid w:val="0026144F"/>
    <w:rsid w:val="002702E2"/>
    <w:rsid w:val="00272508"/>
    <w:rsid w:val="002769DE"/>
    <w:rsid w:val="002819C3"/>
    <w:rsid w:val="002A202C"/>
    <w:rsid w:val="002A7F37"/>
    <w:rsid w:val="002C00E2"/>
    <w:rsid w:val="002C36FE"/>
    <w:rsid w:val="002C5A66"/>
    <w:rsid w:val="002C6D41"/>
    <w:rsid w:val="002E48B5"/>
    <w:rsid w:val="002E59D6"/>
    <w:rsid w:val="002E61F4"/>
    <w:rsid w:val="002F18BB"/>
    <w:rsid w:val="002F466F"/>
    <w:rsid w:val="0031150D"/>
    <w:rsid w:val="003136F5"/>
    <w:rsid w:val="00322397"/>
    <w:rsid w:val="00324F84"/>
    <w:rsid w:val="00326F7E"/>
    <w:rsid w:val="00342A60"/>
    <w:rsid w:val="00350ACA"/>
    <w:rsid w:val="003514C3"/>
    <w:rsid w:val="00357C43"/>
    <w:rsid w:val="00364DEF"/>
    <w:rsid w:val="00375A48"/>
    <w:rsid w:val="0038244F"/>
    <w:rsid w:val="0038276B"/>
    <w:rsid w:val="0038499F"/>
    <w:rsid w:val="003914C5"/>
    <w:rsid w:val="00392D5F"/>
    <w:rsid w:val="003A1BA5"/>
    <w:rsid w:val="003D61A2"/>
    <w:rsid w:val="003E0D26"/>
    <w:rsid w:val="003E378F"/>
    <w:rsid w:val="004176D4"/>
    <w:rsid w:val="0042026E"/>
    <w:rsid w:val="00420F79"/>
    <w:rsid w:val="004333E8"/>
    <w:rsid w:val="0044187A"/>
    <w:rsid w:val="00446899"/>
    <w:rsid w:val="00447689"/>
    <w:rsid w:val="0046235C"/>
    <w:rsid w:val="004629AD"/>
    <w:rsid w:val="00477B28"/>
    <w:rsid w:val="004806AF"/>
    <w:rsid w:val="00486878"/>
    <w:rsid w:val="004B15F8"/>
    <w:rsid w:val="004B3799"/>
    <w:rsid w:val="004B62AB"/>
    <w:rsid w:val="004C4FDA"/>
    <w:rsid w:val="004C503A"/>
    <w:rsid w:val="004E057A"/>
    <w:rsid w:val="004E2322"/>
    <w:rsid w:val="004E2BD7"/>
    <w:rsid w:val="004E3AF9"/>
    <w:rsid w:val="00510191"/>
    <w:rsid w:val="005254BE"/>
    <w:rsid w:val="00552DC0"/>
    <w:rsid w:val="0055550C"/>
    <w:rsid w:val="00563E60"/>
    <w:rsid w:val="00571993"/>
    <w:rsid w:val="00592833"/>
    <w:rsid w:val="005A214B"/>
    <w:rsid w:val="005A3974"/>
    <w:rsid w:val="005A5DC6"/>
    <w:rsid w:val="005A6A38"/>
    <w:rsid w:val="005A7C57"/>
    <w:rsid w:val="005E06F2"/>
    <w:rsid w:val="005E1468"/>
    <w:rsid w:val="005E3E61"/>
    <w:rsid w:val="005F2A75"/>
    <w:rsid w:val="005F3D5F"/>
    <w:rsid w:val="005F7B2E"/>
    <w:rsid w:val="006016B0"/>
    <w:rsid w:val="0061051B"/>
    <w:rsid w:val="0061253D"/>
    <w:rsid w:val="00617358"/>
    <w:rsid w:val="00617D76"/>
    <w:rsid w:val="006279BD"/>
    <w:rsid w:val="00630405"/>
    <w:rsid w:val="00634A59"/>
    <w:rsid w:val="006446D6"/>
    <w:rsid w:val="00656A7F"/>
    <w:rsid w:val="00656FEE"/>
    <w:rsid w:val="00665155"/>
    <w:rsid w:val="00666E51"/>
    <w:rsid w:val="00667448"/>
    <w:rsid w:val="00682735"/>
    <w:rsid w:val="006866DF"/>
    <w:rsid w:val="00692205"/>
    <w:rsid w:val="006944D9"/>
    <w:rsid w:val="006A2FD7"/>
    <w:rsid w:val="006A7184"/>
    <w:rsid w:val="006B6CD1"/>
    <w:rsid w:val="006B7979"/>
    <w:rsid w:val="006C044C"/>
    <w:rsid w:val="006C6D45"/>
    <w:rsid w:val="006E5CC8"/>
    <w:rsid w:val="00701954"/>
    <w:rsid w:val="00703943"/>
    <w:rsid w:val="007046C4"/>
    <w:rsid w:val="007148FF"/>
    <w:rsid w:val="00716BDB"/>
    <w:rsid w:val="00717456"/>
    <w:rsid w:val="00730E66"/>
    <w:rsid w:val="00737DE1"/>
    <w:rsid w:val="00751517"/>
    <w:rsid w:val="00757DDE"/>
    <w:rsid w:val="00764AAC"/>
    <w:rsid w:val="007871C1"/>
    <w:rsid w:val="0079193B"/>
    <w:rsid w:val="00794A4F"/>
    <w:rsid w:val="007A5EB4"/>
    <w:rsid w:val="007A6E1C"/>
    <w:rsid w:val="007B0402"/>
    <w:rsid w:val="007C50D1"/>
    <w:rsid w:val="007C5C24"/>
    <w:rsid w:val="007C5CB8"/>
    <w:rsid w:val="007E1848"/>
    <w:rsid w:val="007E2B7F"/>
    <w:rsid w:val="007F3F54"/>
    <w:rsid w:val="007F43E0"/>
    <w:rsid w:val="00801D78"/>
    <w:rsid w:val="008078CF"/>
    <w:rsid w:val="008171AF"/>
    <w:rsid w:val="0083465B"/>
    <w:rsid w:val="00835351"/>
    <w:rsid w:val="008366E0"/>
    <w:rsid w:val="008429DC"/>
    <w:rsid w:val="0085079E"/>
    <w:rsid w:val="00853823"/>
    <w:rsid w:val="00857800"/>
    <w:rsid w:val="0086386E"/>
    <w:rsid w:val="00871847"/>
    <w:rsid w:val="0088698F"/>
    <w:rsid w:val="00894ADF"/>
    <w:rsid w:val="008A6F1F"/>
    <w:rsid w:val="008C3491"/>
    <w:rsid w:val="008C5079"/>
    <w:rsid w:val="008D0A7E"/>
    <w:rsid w:val="008D2B30"/>
    <w:rsid w:val="008D3232"/>
    <w:rsid w:val="008D7633"/>
    <w:rsid w:val="00910883"/>
    <w:rsid w:val="00916FD8"/>
    <w:rsid w:val="0092580A"/>
    <w:rsid w:val="0093490C"/>
    <w:rsid w:val="0093664F"/>
    <w:rsid w:val="00943EB0"/>
    <w:rsid w:val="00945CA5"/>
    <w:rsid w:val="009553BC"/>
    <w:rsid w:val="009557EA"/>
    <w:rsid w:val="00963959"/>
    <w:rsid w:val="00963D60"/>
    <w:rsid w:val="0096600A"/>
    <w:rsid w:val="009B067B"/>
    <w:rsid w:val="009B4822"/>
    <w:rsid w:val="009B5300"/>
    <w:rsid w:val="009B5DE9"/>
    <w:rsid w:val="009D0CC8"/>
    <w:rsid w:val="009D6C04"/>
    <w:rsid w:val="009E28F9"/>
    <w:rsid w:val="009E7597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53B90"/>
    <w:rsid w:val="00A64B65"/>
    <w:rsid w:val="00A64F4B"/>
    <w:rsid w:val="00A6502B"/>
    <w:rsid w:val="00A661F8"/>
    <w:rsid w:val="00A6672B"/>
    <w:rsid w:val="00A67AC2"/>
    <w:rsid w:val="00A82224"/>
    <w:rsid w:val="00A87496"/>
    <w:rsid w:val="00A927D0"/>
    <w:rsid w:val="00A9705C"/>
    <w:rsid w:val="00A97B0A"/>
    <w:rsid w:val="00AA224C"/>
    <w:rsid w:val="00AA6262"/>
    <w:rsid w:val="00AB1EC7"/>
    <w:rsid w:val="00AD00D5"/>
    <w:rsid w:val="00AD22C7"/>
    <w:rsid w:val="00AD4128"/>
    <w:rsid w:val="00AD7705"/>
    <w:rsid w:val="00AD7B27"/>
    <w:rsid w:val="00AE06DB"/>
    <w:rsid w:val="00B03F31"/>
    <w:rsid w:val="00B057B0"/>
    <w:rsid w:val="00B11AB7"/>
    <w:rsid w:val="00B239B4"/>
    <w:rsid w:val="00B3687B"/>
    <w:rsid w:val="00B41B50"/>
    <w:rsid w:val="00B47777"/>
    <w:rsid w:val="00B47ADF"/>
    <w:rsid w:val="00B55070"/>
    <w:rsid w:val="00B62ECB"/>
    <w:rsid w:val="00B63C95"/>
    <w:rsid w:val="00B63E35"/>
    <w:rsid w:val="00B84773"/>
    <w:rsid w:val="00B908A8"/>
    <w:rsid w:val="00B92EF0"/>
    <w:rsid w:val="00B93961"/>
    <w:rsid w:val="00BA5B2A"/>
    <w:rsid w:val="00BD76B1"/>
    <w:rsid w:val="00BE62B4"/>
    <w:rsid w:val="00BE69F6"/>
    <w:rsid w:val="00BF6132"/>
    <w:rsid w:val="00C02C5D"/>
    <w:rsid w:val="00C14A00"/>
    <w:rsid w:val="00C24B77"/>
    <w:rsid w:val="00C2717C"/>
    <w:rsid w:val="00C33A1F"/>
    <w:rsid w:val="00C52D3B"/>
    <w:rsid w:val="00C53FE3"/>
    <w:rsid w:val="00C615A2"/>
    <w:rsid w:val="00C65852"/>
    <w:rsid w:val="00C72B49"/>
    <w:rsid w:val="00C77106"/>
    <w:rsid w:val="00C87836"/>
    <w:rsid w:val="00C92A2E"/>
    <w:rsid w:val="00C95D0A"/>
    <w:rsid w:val="00CA56DD"/>
    <w:rsid w:val="00CA66F5"/>
    <w:rsid w:val="00CA6BD1"/>
    <w:rsid w:val="00CE16F1"/>
    <w:rsid w:val="00CE47F1"/>
    <w:rsid w:val="00CE5038"/>
    <w:rsid w:val="00CE5448"/>
    <w:rsid w:val="00CE5488"/>
    <w:rsid w:val="00CE63E0"/>
    <w:rsid w:val="00CF3610"/>
    <w:rsid w:val="00CF6534"/>
    <w:rsid w:val="00CF72EF"/>
    <w:rsid w:val="00CF7462"/>
    <w:rsid w:val="00D04FE4"/>
    <w:rsid w:val="00D313A4"/>
    <w:rsid w:val="00D32108"/>
    <w:rsid w:val="00D34AF7"/>
    <w:rsid w:val="00D45693"/>
    <w:rsid w:val="00D47D4E"/>
    <w:rsid w:val="00D55DC3"/>
    <w:rsid w:val="00D57457"/>
    <w:rsid w:val="00D64F60"/>
    <w:rsid w:val="00D81C97"/>
    <w:rsid w:val="00DA2153"/>
    <w:rsid w:val="00DA2662"/>
    <w:rsid w:val="00DB44DA"/>
    <w:rsid w:val="00DB4ACB"/>
    <w:rsid w:val="00DB6DEF"/>
    <w:rsid w:val="00DC032C"/>
    <w:rsid w:val="00DC1F2A"/>
    <w:rsid w:val="00DE3025"/>
    <w:rsid w:val="00DF1C10"/>
    <w:rsid w:val="00DF1EE2"/>
    <w:rsid w:val="00E03F6F"/>
    <w:rsid w:val="00E04C83"/>
    <w:rsid w:val="00E14DD8"/>
    <w:rsid w:val="00E1545B"/>
    <w:rsid w:val="00E155F0"/>
    <w:rsid w:val="00E17E89"/>
    <w:rsid w:val="00E20D4D"/>
    <w:rsid w:val="00E2358B"/>
    <w:rsid w:val="00E34020"/>
    <w:rsid w:val="00E3479A"/>
    <w:rsid w:val="00E6313B"/>
    <w:rsid w:val="00E63F6E"/>
    <w:rsid w:val="00E66732"/>
    <w:rsid w:val="00E66783"/>
    <w:rsid w:val="00E76C0B"/>
    <w:rsid w:val="00E76D9B"/>
    <w:rsid w:val="00E77789"/>
    <w:rsid w:val="00E80515"/>
    <w:rsid w:val="00E954AC"/>
    <w:rsid w:val="00EA2954"/>
    <w:rsid w:val="00EB511E"/>
    <w:rsid w:val="00EB632F"/>
    <w:rsid w:val="00EC1396"/>
    <w:rsid w:val="00EE123F"/>
    <w:rsid w:val="00EF15B4"/>
    <w:rsid w:val="00EF2F06"/>
    <w:rsid w:val="00F0149D"/>
    <w:rsid w:val="00F05D3F"/>
    <w:rsid w:val="00F10E71"/>
    <w:rsid w:val="00F142BE"/>
    <w:rsid w:val="00F1778B"/>
    <w:rsid w:val="00F222EB"/>
    <w:rsid w:val="00F25601"/>
    <w:rsid w:val="00F344B8"/>
    <w:rsid w:val="00F41966"/>
    <w:rsid w:val="00F445E5"/>
    <w:rsid w:val="00F45D74"/>
    <w:rsid w:val="00F516C4"/>
    <w:rsid w:val="00F6067C"/>
    <w:rsid w:val="00F61445"/>
    <w:rsid w:val="00F70A41"/>
    <w:rsid w:val="00F71E39"/>
    <w:rsid w:val="00F73478"/>
    <w:rsid w:val="00F82E34"/>
    <w:rsid w:val="00F84C8D"/>
    <w:rsid w:val="00FA07A1"/>
    <w:rsid w:val="00FA3E25"/>
    <w:rsid w:val="00FB5A18"/>
    <w:rsid w:val="00FC167F"/>
    <w:rsid w:val="00FD07B9"/>
    <w:rsid w:val="00FD182E"/>
    <w:rsid w:val="00FD3A14"/>
    <w:rsid w:val="00FE1822"/>
    <w:rsid w:val="00FE1C52"/>
    <w:rsid w:val="00FE226B"/>
    <w:rsid w:val="00FE3AB9"/>
    <w:rsid w:val="00FE68E0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454A849F"/>
  <w15:docId w15:val="{07064B68-79B0-4330-B3EB-62674F162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2702E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Fett">
    <w:name w:val="Strong"/>
    <w:basedOn w:val="Absatz-Standardschriftart"/>
    <w:uiPriority w:val="22"/>
    <w:qFormat/>
    <w:rsid w:val="002702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16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16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63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485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529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4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ten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2</Pages>
  <Words>381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2783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Kirsten Kemper</cp:lastModifiedBy>
  <cp:revision>3</cp:revision>
  <cp:lastPrinted>2007-09-03T14:44:00Z</cp:lastPrinted>
  <dcterms:created xsi:type="dcterms:W3CDTF">2017-07-13T11:44:00Z</dcterms:created>
  <dcterms:modified xsi:type="dcterms:W3CDTF">2017-07-13T11:48:00Z</dcterms:modified>
</cp:coreProperties>
</file>