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8A779" w14:textId="77777777" w:rsidR="005E1468" w:rsidRDefault="006E4EA6" w:rsidP="005E1468">
      <w:pPr>
        <w:pStyle w:val="berschrift2"/>
      </w:pPr>
      <w:r>
        <w:t>Fast wie von allein</w:t>
      </w:r>
    </w:p>
    <w:p w14:paraId="093D8648" w14:textId="77777777" w:rsidR="000B0166" w:rsidRPr="003A7CB7" w:rsidRDefault="003262BD" w:rsidP="006E4EA6">
      <w:pPr>
        <w:pStyle w:val="berschrift1"/>
      </w:pPr>
      <w:r>
        <w:t>PORTAL PS/</w:t>
      </w:r>
      <w:r w:rsidR="000B0166">
        <w:t>PS</w:t>
      </w:r>
      <w:r w:rsidR="000B0166" w:rsidRPr="003A7CB7">
        <w:t xml:space="preserve">K </w:t>
      </w:r>
      <w:proofErr w:type="spellStart"/>
      <w:r>
        <w:t>comfort</w:t>
      </w:r>
      <w:proofErr w:type="spellEnd"/>
      <w:r w:rsidR="000B0166">
        <w:t>: intuitive Bedienung – einfache Montage</w:t>
      </w:r>
    </w:p>
    <w:p w14:paraId="185529E9" w14:textId="77777777" w:rsidR="00AF2F08" w:rsidRDefault="00AF2F08" w:rsidP="00AF2F08"/>
    <w:p w14:paraId="16359A80" w14:textId="77777777" w:rsidR="00AF2F08" w:rsidRPr="0090317B" w:rsidRDefault="00AF2F08" w:rsidP="00AF2F08">
      <w:r>
        <w:t xml:space="preserve">Im Fokus dieser Neuentwicklung von SIEGENIA stehen ein völlig neuer Bedienkomfort und die ebenso einfache wie sichere Flügelmontage: Der </w:t>
      </w:r>
      <w:r w:rsidRPr="0090317B">
        <w:t xml:space="preserve">neue </w:t>
      </w:r>
      <w:r w:rsidR="003262BD">
        <w:t>PORTAL PS/PS</w:t>
      </w:r>
      <w:r w:rsidR="003262BD" w:rsidRPr="003A7CB7">
        <w:t xml:space="preserve">K </w:t>
      </w:r>
      <w:proofErr w:type="spellStart"/>
      <w:r w:rsidR="003262BD">
        <w:t>comfort</w:t>
      </w:r>
      <w:proofErr w:type="spellEnd"/>
      <w:r w:rsidR="003262BD" w:rsidRPr="0090317B">
        <w:t xml:space="preserve"> </w:t>
      </w:r>
      <w:r w:rsidRPr="0090317B">
        <w:t xml:space="preserve">für </w:t>
      </w:r>
      <w:r w:rsidR="00A001A7">
        <w:t>Parallel-Schiebe- oder Parallel-Schiebe-Kipp-Systeme</w:t>
      </w:r>
      <w:r w:rsidR="00A001A7" w:rsidRPr="002633CC">
        <w:t xml:space="preserve"> </w:t>
      </w:r>
      <w:r w:rsidRPr="0090317B">
        <w:t>aus Holz, Holz-Aluminium und Kunststoff verbindet ein</w:t>
      </w:r>
      <w:r w:rsidR="00AF6968">
        <w:t>e</w:t>
      </w:r>
      <w:r w:rsidRPr="0090317B">
        <w:t xml:space="preserve"> intuitive</w:t>
      </w:r>
      <w:r w:rsidR="00AF6968">
        <w:t xml:space="preserve"> Handhabung</w:t>
      </w:r>
      <w:r w:rsidRPr="0090317B">
        <w:t xml:space="preserve"> mit hoher Leichtgängigkeit und dem flüssigen Gleiten des Flügels in </w:t>
      </w:r>
      <w:r w:rsidRPr="006E4EA6">
        <w:t xml:space="preserve">oder aus der </w:t>
      </w:r>
      <w:r w:rsidRPr="0090317B">
        <w:t xml:space="preserve">Verschlussstellung. </w:t>
      </w:r>
      <w:r w:rsidR="004419C6">
        <w:t xml:space="preserve">Das gibt Endanwendern </w:t>
      </w:r>
      <w:r w:rsidRPr="0090317B">
        <w:t>ein Höchstmaß an Raumkomfort. Er</w:t>
      </w:r>
      <w:r w:rsidR="004419C6">
        <w:t>zielt</w:t>
      </w:r>
      <w:r w:rsidRPr="0090317B">
        <w:t xml:space="preserve"> wird dieser Effekt durch die optimierte </w:t>
      </w:r>
      <w:r w:rsidR="004419C6">
        <w:t>Einlaufk</w:t>
      </w:r>
      <w:r w:rsidRPr="0090317B">
        <w:t xml:space="preserve">inematik </w:t>
      </w:r>
      <w:r w:rsidR="004419C6">
        <w:t>auf der Ober- und Unterseite des Flügels</w:t>
      </w:r>
      <w:r w:rsidR="00A001A7" w:rsidRPr="002633CC">
        <w:t>, die für ein</w:t>
      </w:r>
      <w:r w:rsidR="00896E95">
        <w:t>e ruhige, gleichförmige</w:t>
      </w:r>
      <w:r w:rsidR="00A001A7" w:rsidRPr="002633CC">
        <w:t xml:space="preserve"> </w:t>
      </w:r>
      <w:r w:rsidR="00896E95">
        <w:t>Bewegung</w:t>
      </w:r>
      <w:r w:rsidR="00A001A7" w:rsidRPr="002633CC">
        <w:t xml:space="preserve"> sorgt.</w:t>
      </w:r>
      <w:r w:rsidR="00282C0F">
        <w:t xml:space="preserve"> </w:t>
      </w:r>
      <w:r w:rsidRPr="0090317B">
        <w:t xml:space="preserve">Für besonders hohe Ansprüche an Bedienkomfort und Behaglichkeit steht optional ein im Falz integrierbares </w:t>
      </w:r>
      <w:r w:rsidR="00896E95">
        <w:t>Komfort</w:t>
      </w:r>
      <w:r w:rsidRPr="0090317B">
        <w:t>system zur Verfügung, d</w:t>
      </w:r>
      <w:r w:rsidR="004419C6">
        <w:t>as</w:t>
      </w:r>
      <w:r w:rsidRPr="0090317B">
        <w:t xml:space="preserve"> den sanften, materialschonenden Einlauf des Flügels zusätzlich </w:t>
      </w:r>
      <w:r w:rsidR="009E5DE6">
        <w:t xml:space="preserve">auf Dauer </w:t>
      </w:r>
      <w:r w:rsidRPr="0090317B">
        <w:t xml:space="preserve">sichert. </w:t>
      </w:r>
    </w:p>
    <w:p w14:paraId="2174E596" w14:textId="77777777" w:rsidR="00AF2F08" w:rsidRDefault="00AF2F08" w:rsidP="00AF2F08"/>
    <w:p w14:paraId="1C98711A" w14:textId="77777777" w:rsidR="00A001A7" w:rsidRDefault="00AF2F08" w:rsidP="00AF2F08">
      <w:r>
        <w:t xml:space="preserve">In puncto </w:t>
      </w:r>
      <w:r w:rsidRPr="0090317B">
        <w:t xml:space="preserve">Raumkomfort ebenfalls ein klares Plus </w:t>
      </w:r>
      <w:r w:rsidR="00282C0F">
        <w:t>sind</w:t>
      </w:r>
      <w:r w:rsidRPr="0090317B">
        <w:t xml:space="preserve"> die neue Scherenlösung</w:t>
      </w:r>
      <w:r w:rsidR="00282C0F">
        <w:t xml:space="preserve"> </w:t>
      </w:r>
      <w:r w:rsidR="00896E95">
        <w:t xml:space="preserve">mit Kippbremse </w:t>
      </w:r>
      <w:r w:rsidR="00282C0F">
        <w:t xml:space="preserve">und </w:t>
      </w:r>
      <w:r w:rsidR="001B3469">
        <w:t>die</w:t>
      </w:r>
      <w:r w:rsidR="00282C0F">
        <w:t xml:space="preserve"> äußerst effektive Zuschlagbremse</w:t>
      </w:r>
      <w:r w:rsidR="00AF6968">
        <w:t xml:space="preserve">. Sie verhindern </w:t>
      </w:r>
      <w:r w:rsidRPr="0090317B">
        <w:t>das Nachschwingen des Flügels beim Ein- und Ausfahren</w:t>
      </w:r>
      <w:r w:rsidR="00A001A7">
        <w:t xml:space="preserve"> fast vollständig</w:t>
      </w:r>
      <w:r w:rsidRPr="0090317B">
        <w:t>. Das macht d</w:t>
      </w:r>
      <w:r w:rsidR="00A001A7">
        <w:t>as</w:t>
      </w:r>
      <w:r w:rsidRPr="0090317B">
        <w:t xml:space="preserve"> Öffn</w:t>
      </w:r>
      <w:r w:rsidR="00A001A7">
        <w:t>en</w:t>
      </w:r>
      <w:r w:rsidRPr="0090317B">
        <w:t xml:space="preserve"> und Schließ</w:t>
      </w:r>
      <w:r w:rsidR="00A001A7">
        <w:t xml:space="preserve">en </w:t>
      </w:r>
      <w:r w:rsidRPr="0090317B">
        <w:t xml:space="preserve">angenehm, schont den Flügel und gibt ihm ein Höchstmaß an Stabilität und Langlebigkeit. </w:t>
      </w:r>
      <w:r w:rsidR="009E5DE6">
        <w:t>Auch</w:t>
      </w:r>
      <w:r w:rsidR="00896E95">
        <w:t xml:space="preserve"> beim Design</w:t>
      </w:r>
      <w:r w:rsidR="009E5DE6">
        <w:t xml:space="preserve"> zeigt </w:t>
      </w:r>
      <w:r w:rsidRPr="0090317B">
        <w:t>der neue Beschlag</w:t>
      </w:r>
      <w:r w:rsidR="009E5DE6">
        <w:t xml:space="preserve"> Stärken</w:t>
      </w:r>
      <w:r w:rsidRPr="0090317B">
        <w:t xml:space="preserve">: Seine ansprechenden Abdeckkappen </w:t>
      </w:r>
      <w:r w:rsidR="00AF6968">
        <w:t>verschaffen</w:t>
      </w:r>
      <w:r w:rsidRPr="0090317B">
        <w:t xml:space="preserve"> dem Element ein zeitgemäßes, frisches Erscheinungsbild</w:t>
      </w:r>
      <w:r>
        <w:t>.</w:t>
      </w:r>
    </w:p>
    <w:p w14:paraId="1F37C279" w14:textId="77777777" w:rsidR="00AF2F08" w:rsidRDefault="00AF2F08" w:rsidP="00AF2F08">
      <w:pPr>
        <w:pStyle w:val="berschrift4"/>
      </w:pPr>
      <w:r>
        <w:t>Flexibel und einfach zu montieren</w:t>
      </w:r>
    </w:p>
    <w:p w14:paraId="392C4F22" w14:textId="77777777" w:rsidR="00AF2F08" w:rsidRPr="00F608AC" w:rsidRDefault="00AF2F08" w:rsidP="00AF2F08">
      <w:pPr>
        <w:rPr>
          <w:color w:val="FF0000"/>
        </w:rPr>
      </w:pPr>
      <w:r>
        <w:t xml:space="preserve">Dank seines Baukastensystems flexibel an die unterschiedlichsten </w:t>
      </w:r>
      <w:r w:rsidR="00896E95">
        <w:t>Budget</w:t>
      </w:r>
      <w:r>
        <w:t>- und Komfortanforderungen anpassbar, steht die konsequente Weiterentwicklung des</w:t>
      </w:r>
      <w:r w:rsidR="00896E95">
        <w:t xml:space="preserve"> bisherigen PS/PSK</w:t>
      </w:r>
      <w:r>
        <w:t xml:space="preserve"> bei Verarbeitern für eine wirtschaftliche Fertigung, passgenaue Lösungen für die unterschiedlichsten Flügelgewichte und eine </w:t>
      </w:r>
      <w:r w:rsidR="00AF6968">
        <w:t>einfache</w:t>
      </w:r>
      <w:r>
        <w:t xml:space="preserve"> Flügelmontage. Dafür sorgen u. a. die neue </w:t>
      </w:r>
      <w:r w:rsidRPr="009251E7">
        <w:t xml:space="preserve">Höhen- und Neigungsverstellung des Laufwagens, </w:t>
      </w:r>
      <w:r w:rsidRPr="0090317B">
        <w:t xml:space="preserve">die </w:t>
      </w:r>
      <w:r w:rsidRPr="006E4EA6">
        <w:t xml:space="preserve">clevere </w:t>
      </w:r>
      <w:r w:rsidRPr="0090317B">
        <w:t xml:space="preserve">Aushebesicherung des Flügels sowie </w:t>
      </w:r>
      <w:r w:rsidRPr="006E4EA6">
        <w:t xml:space="preserve">eine optimierte </w:t>
      </w:r>
      <w:r w:rsidRPr="0090317B">
        <w:t xml:space="preserve">Laufschiene. Letztere bewirkt, dass der Flügel beim Einhängen nur noch </w:t>
      </w:r>
      <w:r w:rsidR="00AF6968">
        <w:t>minimal</w:t>
      </w:r>
      <w:r w:rsidRPr="0090317B">
        <w:t xml:space="preserve"> geneigt werden muss und sich damit kraft- und aufwandsarm montieren lässt</w:t>
      </w:r>
      <w:r w:rsidRPr="009251E7">
        <w:t xml:space="preserve">. </w:t>
      </w:r>
    </w:p>
    <w:p w14:paraId="73E4A783" w14:textId="77777777" w:rsidR="00AF2F08" w:rsidRDefault="00AF2F08" w:rsidP="00AF2F08"/>
    <w:p w14:paraId="25FB3677" w14:textId="7ABE5927" w:rsidR="003262BD" w:rsidRDefault="00AF2F08" w:rsidP="003262BD">
      <w:r>
        <w:t xml:space="preserve">Fertigungsfreundlich </w:t>
      </w:r>
      <w:r w:rsidRPr="0090317B">
        <w:t xml:space="preserve">ist die Auslegung auf unterschiedliche Flügelgewichte. </w:t>
      </w:r>
      <w:r w:rsidR="00AF6968">
        <w:t xml:space="preserve">In Abhängigkeit vom eingesetzten Profilsystem </w:t>
      </w:r>
      <w:r w:rsidRPr="0090317B">
        <w:t xml:space="preserve">können Verarbeiter </w:t>
      </w:r>
      <w:r w:rsidR="00AF6968">
        <w:t xml:space="preserve">beispielsweise </w:t>
      </w:r>
      <w:r w:rsidRPr="0090317B">
        <w:t xml:space="preserve">bei Elementen bis 160 kg auf eine Unterfütterung </w:t>
      </w:r>
      <w:r w:rsidRPr="006E4EA6">
        <w:t xml:space="preserve">der Laufschiene </w:t>
      </w:r>
      <w:r w:rsidRPr="0090317B">
        <w:t>verzichten</w:t>
      </w:r>
      <w:r w:rsidR="00AF6968">
        <w:t xml:space="preserve">. Zudem lässt sich </w:t>
      </w:r>
      <w:r w:rsidR="00AF6968" w:rsidRPr="0090317B">
        <w:t xml:space="preserve">die neue Lösung von </w:t>
      </w:r>
      <w:r w:rsidR="00AF6968">
        <w:t xml:space="preserve">SIEGENIA </w:t>
      </w:r>
      <w:r w:rsidR="00AF6968" w:rsidRPr="0090317B">
        <w:t>bei Flügelgewichten bis 200 kg</w:t>
      </w:r>
      <w:r w:rsidR="00AF6968">
        <w:t xml:space="preserve"> auch als Parallel-Schiebe-Beschlag</w:t>
      </w:r>
      <w:r w:rsidR="00AF6968" w:rsidRPr="0090317B">
        <w:t xml:space="preserve"> </w:t>
      </w:r>
      <w:r w:rsidR="00AF6968">
        <w:t xml:space="preserve">einsetzen. </w:t>
      </w:r>
      <w:r w:rsidR="00AF6968">
        <w:lastRenderedPageBreak/>
        <w:t>Hierfür müssen lediglich zwei zusätzliche</w:t>
      </w:r>
      <w:r w:rsidRPr="0090317B">
        <w:t xml:space="preserve"> Laufwagen eingesetzt werden. </w:t>
      </w:r>
      <w:r w:rsidR="003262BD" w:rsidRPr="00A917B8">
        <w:t xml:space="preserve">Der PORTAL PS/PSK </w:t>
      </w:r>
      <w:proofErr w:type="spellStart"/>
      <w:r w:rsidR="003262BD" w:rsidRPr="00A917B8">
        <w:t>comfort</w:t>
      </w:r>
      <w:proofErr w:type="spellEnd"/>
      <w:r w:rsidR="003262BD" w:rsidRPr="00A917B8">
        <w:t xml:space="preserve"> steht bereits für Musteranschläge zur Verfügung. </w:t>
      </w:r>
    </w:p>
    <w:p w14:paraId="31654008" w14:textId="77777777" w:rsidR="003262BD" w:rsidRDefault="003262BD" w:rsidP="003262BD"/>
    <w:p w14:paraId="145653B7" w14:textId="77777777" w:rsidR="003262BD" w:rsidRDefault="003262BD" w:rsidP="00AF2F08"/>
    <w:p w14:paraId="4ED66108" w14:textId="77777777" w:rsidR="003262BD" w:rsidRDefault="003262BD" w:rsidP="00AF2F08"/>
    <w:p w14:paraId="115549AC" w14:textId="77777777" w:rsidR="00F6067C" w:rsidRPr="00B55070" w:rsidRDefault="00F6067C" w:rsidP="00F6067C">
      <w:pPr>
        <w:rPr>
          <w:szCs w:val="20"/>
        </w:rPr>
      </w:pPr>
    </w:p>
    <w:p w14:paraId="0FF81631" w14:textId="1586E323" w:rsidR="00F6067C" w:rsidRDefault="00F6067C" w:rsidP="00F6067C">
      <w:pPr>
        <w:rPr>
          <w:szCs w:val="20"/>
        </w:rPr>
      </w:pPr>
    </w:p>
    <w:p w14:paraId="72C46657" w14:textId="6725E85D" w:rsidR="003C7C92" w:rsidRDefault="003C7C92" w:rsidP="00F6067C">
      <w:pPr>
        <w:rPr>
          <w:szCs w:val="20"/>
        </w:rPr>
      </w:pPr>
    </w:p>
    <w:p w14:paraId="7B2FCA97" w14:textId="05889612" w:rsidR="003C7C92" w:rsidRPr="00B55070" w:rsidRDefault="003C7C92" w:rsidP="00F6067C">
      <w:pPr>
        <w:rPr>
          <w:szCs w:val="20"/>
        </w:rPr>
      </w:pPr>
    </w:p>
    <w:p w14:paraId="3B780CF3" w14:textId="77777777" w:rsidR="005E1468" w:rsidRPr="00B55070" w:rsidRDefault="005E1468" w:rsidP="005E1468"/>
    <w:p w14:paraId="07959422" w14:textId="77777777" w:rsidR="005F3D5F" w:rsidRDefault="005F3D5F" w:rsidP="005E1468"/>
    <w:p w14:paraId="10608544" w14:textId="0A0E31C9" w:rsidR="005E1468" w:rsidRDefault="003C7C92" w:rsidP="005A7C57">
      <w:pPr>
        <w:pStyle w:val="berschrift4"/>
      </w:pPr>
      <w:r>
        <w:t>Bildunterschrift</w:t>
      </w:r>
    </w:p>
    <w:p w14:paraId="61E53BEC" w14:textId="77777777" w:rsidR="002A7F37" w:rsidRDefault="002A7F37" w:rsidP="002A7F37">
      <w:r>
        <w:t>Bildquelle: SIEGENIA</w:t>
      </w:r>
    </w:p>
    <w:p w14:paraId="3238ABBF" w14:textId="77777777" w:rsidR="002A7F37" w:rsidRPr="002A7F37" w:rsidRDefault="002A7F37" w:rsidP="002A7F37"/>
    <w:p w14:paraId="43217E27" w14:textId="6EF49BA0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3C7C92">
        <w:rPr>
          <w:bCs/>
          <w:i/>
        </w:rPr>
        <w:t>PORTAL_PS PSK_comfort</w:t>
      </w:r>
      <w:r w:rsidRPr="00D129AE">
        <w:rPr>
          <w:bCs/>
          <w:i/>
        </w:rPr>
        <w:t xml:space="preserve">.jpg </w:t>
      </w:r>
    </w:p>
    <w:p w14:paraId="76F167BF" w14:textId="77777777" w:rsidR="005E1468" w:rsidRPr="00D129AE" w:rsidRDefault="009E5DE6" w:rsidP="005E1468">
      <w:r>
        <w:t>Der PORTAL PS/PS</w:t>
      </w:r>
      <w:r w:rsidRPr="003A7CB7">
        <w:t xml:space="preserve">K </w:t>
      </w:r>
      <w:proofErr w:type="spellStart"/>
      <w:r>
        <w:t>comfort</w:t>
      </w:r>
      <w:proofErr w:type="spellEnd"/>
      <w:r w:rsidRPr="0090317B">
        <w:t xml:space="preserve"> verbindet ein</w:t>
      </w:r>
      <w:r>
        <w:t>e</w:t>
      </w:r>
      <w:r w:rsidRPr="0090317B">
        <w:t xml:space="preserve"> intuitive</w:t>
      </w:r>
      <w:r>
        <w:t xml:space="preserve"> Handhabung</w:t>
      </w:r>
      <w:r w:rsidRPr="0090317B">
        <w:t xml:space="preserve"> mit hoher Leichtgängigkeit und dem flüssigen Gleiten des Flügels in </w:t>
      </w:r>
      <w:r w:rsidRPr="006E4EA6">
        <w:t xml:space="preserve">oder aus der </w:t>
      </w:r>
      <w:r w:rsidRPr="0090317B">
        <w:t>Verschlussstellung.</w:t>
      </w:r>
    </w:p>
    <w:p w14:paraId="2625F277" w14:textId="77777777" w:rsidR="005E1468" w:rsidRDefault="005E1468" w:rsidP="005E1468"/>
    <w:p w14:paraId="049F0783" w14:textId="77777777" w:rsidR="005E1468" w:rsidRPr="00D129AE" w:rsidRDefault="005E1468" w:rsidP="005E1468"/>
    <w:p w14:paraId="63EFF126" w14:textId="77777777" w:rsidR="005E1468" w:rsidRDefault="005E1468" w:rsidP="005E1468"/>
    <w:p w14:paraId="5EFC894A" w14:textId="571E0B75" w:rsidR="0081346C" w:rsidRPr="00ED6392" w:rsidRDefault="0081346C" w:rsidP="008D7633"/>
    <w:p w14:paraId="058CB65D" w14:textId="46E320AA" w:rsidR="00004900" w:rsidRDefault="00004900" w:rsidP="008D7633">
      <w:pPr>
        <w:rPr>
          <w:szCs w:val="20"/>
        </w:rPr>
      </w:pPr>
      <w:bookmarkStart w:id="0" w:name="_GoBack"/>
      <w:bookmarkEnd w:id="0"/>
    </w:p>
    <w:p w14:paraId="1AE4522A" w14:textId="77777777" w:rsidR="008D7633" w:rsidRPr="00E14DD8" w:rsidRDefault="008D7633" w:rsidP="008D7633">
      <w:pPr>
        <w:rPr>
          <w:szCs w:val="20"/>
        </w:rPr>
      </w:pPr>
    </w:p>
    <w:p w14:paraId="4430E3B5" w14:textId="77777777" w:rsidR="008D7633" w:rsidRPr="00E14DD8" w:rsidRDefault="008D7633" w:rsidP="008D7633">
      <w:pPr>
        <w:rPr>
          <w:szCs w:val="20"/>
        </w:rPr>
      </w:pPr>
    </w:p>
    <w:p w14:paraId="229C776A" w14:textId="77777777" w:rsidR="008D7633" w:rsidRPr="00E14DD8" w:rsidRDefault="008D7633" w:rsidP="008D7633">
      <w:pPr>
        <w:rPr>
          <w:szCs w:val="20"/>
        </w:rPr>
      </w:pPr>
    </w:p>
    <w:p w14:paraId="679DDD1F" w14:textId="77777777" w:rsidR="008D7633" w:rsidRPr="00E14DD8" w:rsidRDefault="008D7633" w:rsidP="008D7633">
      <w:pPr>
        <w:rPr>
          <w:szCs w:val="20"/>
        </w:rPr>
      </w:pPr>
    </w:p>
    <w:p w14:paraId="2E38D045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7B6A0BD6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549AB10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4D85F15F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6899A36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07EDD526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4A16C9E0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674B839E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57053E28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7F2E64BC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31DB8931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4E2AF13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075CC8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22357F84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79699E33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63E71405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32F7E9A5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6BCB3302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6D70CC49" w14:textId="77777777" w:rsidR="008D7633" w:rsidRPr="00AF2F08" w:rsidRDefault="0088698F" w:rsidP="007A5EB4">
            <w:pPr>
              <w:pStyle w:val="Formatvorlage2"/>
              <w:rPr>
                <w:lang w:val="it-IT"/>
              </w:rPr>
            </w:pPr>
            <w:r w:rsidRPr="00AF2F08">
              <w:rPr>
                <w:lang w:val="it-IT"/>
              </w:rPr>
              <w:t>E</w:t>
            </w:r>
            <w:r w:rsidR="008D7633" w:rsidRPr="00AF2F08">
              <w:rPr>
                <w:lang w:val="it-IT"/>
              </w:rPr>
              <w:t>-Mail: info@kemper-kommunikation.de</w:t>
            </w:r>
          </w:p>
          <w:p w14:paraId="1B59F067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646857D6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1FEA45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70F30075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35656F75" w14:textId="2E401B95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81346C">
              <w:t>315</w:t>
            </w:r>
          </w:p>
          <w:p w14:paraId="0F71A529" w14:textId="4D5B61DD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81346C">
              <w:t xml:space="preserve">2 </w:t>
            </w:r>
            <w:r>
              <w:t>4</w:t>
            </w:r>
            <w:r w:rsidR="0081346C">
              <w:t>68</w:t>
            </w:r>
            <w:r w:rsidRPr="00C33A1F">
              <w:br/>
              <w:t>(mit Leerzeichen)</w:t>
            </w:r>
          </w:p>
          <w:p w14:paraId="15D9DE94" w14:textId="77777777" w:rsidR="008D7633" w:rsidRDefault="008D7633" w:rsidP="007A5EB4">
            <w:pPr>
              <w:pStyle w:val="Formatvorlage2"/>
            </w:pPr>
          </w:p>
          <w:p w14:paraId="623C8E95" w14:textId="77777777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16</w:t>
            </w:r>
            <w:r>
              <w:t>.</w:t>
            </w:r>
            <w:r w:rsidR="00486878">
              <w:t>0</w:t>
            </w:r>
            <w:r w:rsidR="006E4EA6">
              <w:t>1</w:t>
            </w:r>
            <w:r>
              <w:t>.201</w:t>
            </w:r>
            <w:r w:rsidR="006E4EA6">
              <w:t>7</w:t>
            </w:r>
          </w:p>
          <w:p w14:paraId="4836DA85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0E7B1CA1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5503AF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24060DFA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9831B" w14:textId="77777777" w:rsidR="003A24E8" w:rsidRDefault="003A24E8">
      <w:r>
        <w:separator/>
      </w:r>
    </w:p>
  </w:endnote>
  <w:endnote w:type="continuationSeparator" w:id="0">
    <w:p w14:paraId="405642B2" w14:textId="77777777" w:rsidR="003A24E8" w:rsidRDefault="003A2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4AAD7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493DF1" w14:textId="77777777" w:rsidR="003A24E8" w:rsidRDefault="003A24E8">
      <w:r>
        <w:separator/>
      </w:r>
    </w:p>
  </w:footnote>
  <w:footnote w:type="continuationSeparator" w:id="0">
    <w:p w14:paraId="503451E5" w14:textId="77777777" w:rsidR="003A24E8" w:rsidRDefault="003A2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F75A5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7697505" wp14:editId="43BB0081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F08"/>
    <w:rsid w:val="000024D9"/>
    <w:rsid w:val="00003256"/>
    <w:rsid w:val="00004900"/>
    <w:rsid w:val="0001449A"/>
    <w:rsid w:val="0001520C"/>
    <w:rsid w:val="00026907"/>
    <w:rsid w:val="00040EBF"/>
    <w:rsid w:val="00064165"/>
    <w:rsid w:val="000675C7"/>
    <w:rsid w:val="00090045"/>
    <w:rsid w:val="00095303"/>
    <w:rsid w:val="000A1DF0"/>
    <w:rsid w:val="000A5CA3"/>
    <w:rsid w:val="000B0166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B3469"/>
    <w:rsid w:val="001B7003"/>
    <w:rsid w:val="001C39FF"/>
    <w:rsid w:val="001D26E4"/>
    <w:rsid w:val="001E0780"/>
    <w:rsid w:val="001E1DA6"/>
    <w:rsid w:val="001F3432"/>
    <w:rsid w:val="002046D3"/>
    <w:rsid w:val="00253494"/>
    <w:rsid w:val="00254A9B"/>
    <w:rsid w:val="00255FE8"/>
    <w:rsid w:val="00271631"/>
    <w:rsid w:val="00272508"/>
    <w:rsid w:val="002769DE"/>
    <w:rsid w:val="002819C3"/>
    <w:rsid w:val="00282C0F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2BD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84FF6"/>
    <w:rsid w:val="003914C5"/>
    <w:rsid w:val="00392D5F"/>
    <w:rsid w:val="003A1BA5"/>
    <w:rsid w:val="003A24E8"/>
    <w:rsid w:val="003C7C92"/>
    <w:rsid w:val="003D61A2"/>
    <w:rsid w:val="003E0D26"/>
    <w:rsid w:val="003E378F"/>
    <w:rsid w:val="004176D4"/>
    <w:rsid w:val="00420F79"/>
    <w:rsid w:val="004333E8"/>
    <w:rsid w:val="0044187A"/>
    <w:rsid w:val="004419C6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B0B02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070"/>
    <w:rsid w:val="006C044C"/>
    <w:rsid w:val="006C6D45"/>
    <w:rsid w:val="006E4EA6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346C"/>
    <w:rsid w:val="008171AF"/>
    <w:rsid w:val="0083465B"/>
    <w:rsid w:val="00835351"/>
    <w:rsid w:val="008366E0"/>
    <w:rsid w:val="008429DC"/>
    <w:rsid w:val="0085079E"/>
    <w:rsid w:val="00853823"/>
    <w:rsid w:val="00857800"/>
    <w:rsid w:val="0086386E"/>
    <w:rsid w:val="00871847"/>
    <w:rsid w:val="0088698F"/>
    <w:rsid w:val="00894ADF"/>
    <w:rsid w:val="00896E95"/>
    <w:rsid w:val="008A6F1F"/>
    <w:rsid w:val="008B2ABA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5DE6"/>
    <w:rsid w:val="009E7597"/>
    <w:rsid w:val="009E7FC5"/>
    <w:rsid w:val="00A001A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0237"/>
    <w:rsid w:val="00AB1EC7"/>
    <w:rsid w:val="00AD4128"/>
    <w:rsid w:val="00AD7705"/>
    <w:rsid w:val="00AD7B27"/>
    <w:rsid w:val="00AE06DB"/>
    <w:rsid w:val="00AF2F08"/>
    <w:rsid w:val="00AF6968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615A2"/>
    <w:rsid w:val="00C65852"/>
    <w:rsid w:val="00C67E67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04CF5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63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979E0"/>
    <w:rsid w:val="00FA07A1"/>
    <w:rsid w:val="00FA3E25"/>
    <w:rsid w:val="00FA6584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5D1B8BAF"/>
  <w15:docId w15:val="{3193D3F3-A060-4DAB-9D4E-574D35832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AF2F08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1</Pages>
  <Words>466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3398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6</cp:revision>
  <cp:lastPrinted>2007-09-03T14:44:00Z</cp:lastPrinted>
  <dcterms:created xsi:type="dcterms:W3CDTF">2016-11-24T12:39:00Z</dcterms:created>
  <dcterms:modified xsi:type="dcterms:W3CDTF">2016-12-08T17:33:00Z</dcterms:modified>
</cp:coreProperties>
</file>